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15EC0" w14:textId="77777777" w:rsidR="0024370C" w:rsidRPr="000152FA" w:rsidRDefault="0024370C" w:rsidP="00E97202">
      <w:pPr>
        <w:pStyle w:val="datumtevilka"/>
        <w:spacing w:line="260" w:lineRule="atLeast"/>
        <w:rPr>
          <w:rFonts w:ascii="Arial" w:hAnsi="Arial" w:cs="Arial"/>
          <w:b/>
          <w:bCs/>
        </w:rPr>
      </w:pPr>
    </w:p>
    <w:p w14:paraId="0B0CA141" w14:textId="77777777" w:rsidR="001F5707" w:rsidRPr="000152FA" w:rsidRDefault="001F5707" w:rsidP="001F5707">
      <w:pPr>
        <w:pStyle w:val="datumtevilka"/>
        <w:rPr>
          <w:rFonts w:ascii="Arial" w:hAnsi="Arial" w:cs="Arial"/>
        </w:rPr>
      </w:pPr>
    </w:p>
    <w:p w14:paraId="219809F2" w14:textId="77777777" w:rsidR="00FB536E" w:rsidRPr="00FB536E" w:rsidRDefault="00FB536E" w:rsidP="00FB536E">
      <w:pPr>
        <w:tabs>
          <w:tab w:val="left" w:pos="1701"/>
        </w:tabs>
        <w:spacing w:line="260" w:lineRule="atLeast"/>
        <w:rPr>
          <w:rFonts w:ascii="Arial" w:hAnsi="Arial"/>
        </w:rPr>
      </w:pPr>
      <w:r w:rsidRPr="00FB536E">
        <w:rPr>
          <w:rFonts w:ascii="Arial" w:hAnsi="Arial"/>
        </w:rPr>
        <w:t xml:space="preserve">Številka: </w:t>
      </w:r>
      <w:r w:rsidRPr="00FB536E">
        <w:rPr>
          <w:rFonts w:ascii="Arial" w:hAnsi="Arial"/>
        </w:rPr>
        <w:tab/>
      </w:r>
      <w:bookmarkStart w:id="0" w:name="Klasifikacija"/>
      <w:r w:rsidRPr="00FB536E">
        <w:rPr>
          <w:rFonts w:ascii="Arial" w:hAnsi="Arial"/>
        </w:rPr>
        <w:fldChar w:fldCharType="begin"/>
      </w:r>
      <w:r w:rsidRPr="00FB536E">
        <w:rPr>
          <w:rFonts w:ascii="Arial" w:hAnsi="Arial"/>
        </w:rPr>
        <w:instrText xml:space="preserve">MACROBUTTON NoMacro </w:instrText>
      </w:r>
      <w:r w:rsidRPr="00FB536E">
        <w:rPr>
          <w:rFonts w:ascii="Arial" w:hAnsi="Arial"/>
          <w:i/>
          <w:color w:val="A6A6A6"/>
        </w:rPr>
        <w:instrText>[številka]</w:instrText>
      </w:r>
      <w:r w:rsidRPr="00FB536E">
        <w:rPr>
          <w:rFonts w:ascii="Arial" w:hAnsi="Arial"/>
          <w:color w:val="A6A6A6"/>
        </w:rPr>
        <w:instrText xml:space="preserve"> </w:instrText>
      </w:r>
      <w:r w:rsidRPr="00FB536E">
        <w:rPr>
          <w:rFonts w:ascii="Arial" w:hAnsi="Arial"/>
        </w:rPr>
        <w:fldChar w:fldCharType="end"/>
      </w:r>
      <w:bookmarkEnd w:id="0"/>
    </w:p>
    <w:p w14:paraId="60C250C5" w14:textId="77777777" w:rsidR="00FB536E" w:rsidRPr="00FB536E" w:rsidRDefault="00FB536E" w:rsidP="00FB536E">
      <w:pPr>
        <w:tabs>
          <w:tab w:val="left" w:pos="1701"/>
        </w:tabs>
        <w:spacing w:line="260" w:lineRule="atLeast"/>
        <w:rPr>
          <w:rFonts w:ascii="Arial" w:hAnsi="Arial"/>
        </w:rPr>
      </w:pPr>
      <w:r w:rsidRPr="00FB536E">
        <w:rPr>
          <w:rFonts w:ascii="Arial" w:hAnsi="Arial"/>
        </w:rPr>
        <w:t xml:space="preserve">Datum: </w:t>
      </w:r>
      <w:r w:rsidRPr="00FB536E">
        <w:rPr>
          <w:rFonts w:ascii="Arial" w:hAnsi="Arial"/>
        </w:rPr>
        <w:tab/>
      </w:r>
      <w:bookmarkStart w:id="1" w:name="DatumDokumenta"/>
      <w:r w:rsidRPr="00FB536E">
        <w:rPr>
          <w:rFonts w:ascii="Arial" w:hAnsi="Arial"/>
        </w:rPr>
        <w:fldChar w:fldCharType="begin"/>
      </w:r>
      <w:r w:rsidRPr="00FB536E">
        <w:rPr>
          <w:rFonts w:ascii="Arial" w:hAnsi="Arial"/>
        </w:rPr>
        <w:instrText xml:space="preserve">MACROBUTTON NoMacro </w:instrText>
      </w:r>
      <w:r w:rsidRPr="00FB536E">
        <w:rPr>
          <w:rFonts w:ascii="Arial" w:hAnsi="Arial"/>
          <w:i/>
          <w:color w:val="A6A6A6"/>
        </w:rPr>
        <w:instrText>[datum]</w:instrText>
      </w:r>
      <w:r w:rsidRPr="00FB536E">
        <w:rPr>
          <w:rFonts w:ascii="Arial" w:hAnsi="Arial"/>
        </w:rPr>
        <w:fldChar w:fldCharType="end"/>
      </w:r>
      <w:bookmarkEnd w:id="1"/>
      <w:r w:rsidRPr="00FB536E">
        <w:rPr>
          <w:rFonts w:ascii="Arial" w:hAnsi="Arial"/>
        </w:rPr>
        <w:t xml:space="preserve"> </w:t>
      </w:r>
    </w:p>
    <w:p w14:paraId="37AC1D35" w14:textId="77777777" w:rsidR="00E97202" w:rsidRPr="00E97202" w:rsidRDefault="00E97202" w:rsidP="00E9720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0E95A03" w14:textId="77777777" w:rsidR="00867B62" w:rsidRPr="000152FA" w:rsidRDefault="00867B62" w:rsidP="0024370C">
      <w:pPr>
        <w:jc w:val="center"/>
        <w:rPr>
          <w:rFonts w:ascii="Arial" w:hAnsi="Arial" w:cs="Arial"/>
          <w:b/>
          <w:bCs/>
        </w:rPr>
      </w:pPr>
    </w:p>
    <w:p w14:paraId="732F042C" w14:textId="77777777" w:rsidR="0024370C" w:rsidRPr="000152FA" w:rsidRDefault="0024370C" w:rsidP="0024370C">
      <w:pPr>
        <w:jc w:val="center"/>
        <w:rPr>
          <w:rFonts w:ascii="Arial" w:hAnsi="Arial" w:cs="Arial"/>
          <w:b/>
          <w:bCs/>
        </w:rPr>
      </w:pPr>
    </w:p>
    <w:p w14:paraId="6DBFF914" w14:textId="77777777" w:rsidR="0024370C" w:rsidRPr="001D7466" w:rsidRDefault="00000000" w:rsidP="001D7466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1D7466">
        <w:rPr>
          <w:rFonts w:ascii="Arial" w:hAnsi="Arial" w:cs="Arial"/>
          <w:b/>
          <w:bCs/>
          <w:color w:val="000000" w:themeColor="text1"/>
        </w:rPr>
        <w:t xml:space="preserve">SEZNAM URADNIH OSEB </w:t>
      </w:r>
    </w:p>
    <w:p w14:paraId="78C36016" w14:textId="77777777" w:rsidR="0024370C" w:rsidRPr="001D7466" w:rsidRDefault="00000000" w:rsidP="001D7466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1D7466">
        <w:rPr>
          <w:rFonts w:ascii="Arial" w:hAnsi="Arial" w:cs="Arial"/>
          <w:b/>
          <w:bCs/>
          <w:color w:val="000000" w:themeColor="text1"/>
        </w:rPr>
        <w:t xml:space="preserve">POOBLAŠČENIH ZA ODLOČANJE V UPRAVNIH ZADEVAH IN </w:t>
      </w:r>
    </w:p>
    <w:p w14:paraId="7A4A1484" w14:textId="77777777" w:rsidR="0024370C" w:rsidRPr="001D7466" w:rsidRDefault="00000000" w:rsidP="001D7466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1D7466">
        <w:rPr>
          <w:rFonts w:ascii="Arial" w:hAnsi="Arial" w:cs="Arial"/>
          <w:b/>
          <w:bCs/>
          <w:color w:val="000000" w:themeColor="text1"/>
        </w:rPr>
        <w:t>ZA VODENJE POSAMEZNIH DEJANJ V POSTOPKU PRED IZDAJO ODLOČBE</w:t>
      </w:r>
    </w:p>
    <w:p w14:paraId="0701F4C8" w14:textId="77777777" w:rsidR="0024370C" w:rsidRPr="001D7466" w:rsidRDefault="0024370C" w:rsidP="001D7466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711854A0" w14:textId="77777777" w:rsidR="0024370C" w:rsidRPr="006B2519" w:rsidRDefault="00000000" w:rsidP="001D7466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6B2519">
        <w:rPr>
          <w:rFonts w:ascii="Arial" w:hAnsi="Arial" w:cs="Arial"/>
          <w:color w:val="000000" w:themeColor="text1"/>
          <w:sz w:val="16"/>
          <w:szCs w:val="16"/>
        </w:rPr>
        <w:t xml:space="preserve">Na podlagi 28. in 30. člena Zakona o splošnem upravnem postopku </w:t>
      </w:r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(Uradni list RS, št. </w:t>
      </w:r>
      <w:hyperlink r:id="rId8" w:tgtFrame="_blank" w:tooltip="Zakon o splošnem upravnem postopku (uradno prečiščeno besedilo)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24/06</w:t>
        </w:r>
      </w:hyperlink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 - </w:t>
      </w:r>
      <w:r w:rsidR="00140170" w:rsidRPr="006B2519">
        <w:rPr>
          <w:rFonts w:ascii="Arial" w:hAnsi="Arial" w:cs="Arial"/>
          <w:bCs/>
          <w:color w:val="000000" w:themeColor="text1"/>
          <w:sz w:val="16"/>
          <w:szCs w:val="16"/>
        </w:rPr>
        <w:t>UPB</w:t>
      </w:r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, </w:t>
      </w:r>
      <w:hyperlink r:id="rId9" w:tgtFrame="_blank" w:tooltip="Zakon o upravnem sporu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105/06</w:t>
        </w:r>
      </w:hyperlink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 - ZUS-1, </w:t>
      </w:r>
      <w:hyperlink r:id="rId10" w:tgtFrame="_blank" w:tooltip="Zakon o spremembah in dopolnitvah Zakona o splošnem upravnem postopku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126/07</w:t>
        </w:r>
      </w:hyperlink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, </w:t>
      </w:r>
      <w:hyperlink r:id="rId11" w:tgtFrame="_blank" w:tooltip="Zakon o spremembi in dopolnitvah Zakona o splošnem upravnem postopku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65/08</w:t>
        </w:r>
      </w:hyperlink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, </w:t>
      </w:r>
      <w:hyperlink r:id="rId12" w:tgtFrame="_blank" w:tooltip="Zakon o spremembah in dopolnitvah Zakona o splošnem upravnem postopku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8/10</w:t>
        </w:r>
      </w:hyperlink>
      <w:r w:rsidR="008E068E">
        <w:rPr>
          <w:rFonts w:ascii="Arial" w:hAnsi="Arial" w:cs="Arial"/>
          <w:bCs/>
          <w:color w:val="000000" w:themeColor="text1"/>
          <w:sz w:val="16"/>
          <w:szCs w:val="16"/>
        </w:rPr>
        <w:t>,</w:t>
      </w:r>
      <w:r w:rsidRPr="006B2519">
        <w:rPr>
          <w:rFonts w:ascii="Arial" w:hAnsi="Arial" w:cs="Arial"/>
          <w:bCs/>
          <w:color w:val="000000" w:themeColor="text1"/>
          <w:sz w:val="16"/>
          <w:szCs w:val="16"/>
        </w:rPr>
        <w:t xml:space="preserve"> </w:t>
      </w:r>
      <w:hyperlink r:id="rId13" w:tgtFrame="_blank" w:tooltip="Zakon o spremembah in dopolnitvi Zakona o splošnem upravnem postopku" w:history="1">
        <w:r w:rsidRPr="006B2519">
          <w:rPr>
            <w:rStyle w:val="Hiperpovezava"/>
            <w:rFonts w:ascii="Arial" w:hAnsi="Arial" w:cs="Arial"/>
            <w:bCs/>
            <w:color w:val="000000" w:themeColor="text1"/>
            <w:sz w:val="16"/>
            <w:szCs w:val="16"/>
          </w:rPr>
          <w:t>82/13</w:t>
        </w:r>
      </w:hyperlink>
      <w:r w:rsidR="008E068E">
        <w:rPr>
          <w:rStyle w:val="Hiperpovezava"/>
          <w:rFonts w:ascii="Arial" w:hAnsi="Arial" w:cs="Arial"/>
          <w:bCs/>
          <w:color w:val="000000" w:themeColor="text1"/>
          <w:sz w:val="16"/>
          <w:szCs w:val="16"/>
        </w:rPr>
        <w:t>, 175/</w:t>
      </w:r>
      <w:r w:rsidR="008E068E" w:rsidRPr="008E068E">
        <w:rPr>
          <w:rStyle w:val="Hiperpovezava"/>
          <w:rFonts w:ascii="Arial" w:hAnsi="Arial" w:cs="Arial"/>
          <w:bCs/>
          <w:color w:val="000000" w:themeColor="text1"/>
          <w:sz w:val="16"/>
          <w:szCs w:val="16"/>
        </w:rPr>
        <w:t>20</w:t>
      </w:r>
      <w:r w:rsidR="008E068E">
        <w:rPr>
          <w:rStyle w:val="Hiperpovezava"/>
          <w:rFonts w:ascii="Arial" w:hAnsi="Arial" w:cs="Arial"/>
          <w:bCs/>
          <w:color w:val="000000" w:themeColor="text1"/>
          <w:sz w:val="16"/>
          <w:szCs w:val="16"/>
        </w:rPr>
        <w:t>-UIUPDVE</w:t>
      </w:r>
      <w:r w:rsidR="008E068E" w:rsidRPr="008E068E">
        <w:rPr>
          <w:rStyle w:val="Hiperpovezava"/>
          <w:rFonts w:ascii="Arial" w:hAnsi="Arial" w:cs="Arial"/>
          <w:bCs/>
          <w:color w:val="000000" w:themeColor="text1"/>
          <w:sz w:val="16"/>
          <w:szCs w:val="16"/>
          <w:u w:val="none"/>
        </w:rPr>
        <w:t xml:space="preserve"> in </w:t>
      </w:r>
      <w:r w:rsidR="008E068E">
        <w:rPr>
          <w:rStyle w:val="Hiperpovezava"/>
          <w:rFonts w:ascii="Arial" w:hAnsi="Arial" w:cs="Arial"/>
          <w:bCs/>
          <w:color w:val="000000" w:themeColor="text1"/>
          <w:sz w:val="16"/>
          <w:szCs w:val="16"/>
        </w:rPr>
        <w:t>3/22-ZDeb)</w:t>
      </w:r>
      <w:r w:rsidRPr="006B2519">
        <w:rPr>
          <w:rFonts w:ascii="Arial" w:hAnsi="Arial" w:cs="Arial"/>
          <w:color w:val="000000" w:themeColor="text1"/>
          <w:sz w:val="16"/>
          <w:szCs w:val="16"/>
        </w:rPr>
        <w:t xml:space="preserve"> so</w:t>
      </w:r>
      <w:r w:rsidR="00712624" w:rsidRPr="006B2519">
        <w:rPr>
          <w:rFonts w:ascii="Arial" w:hAnsi="Arial" w:cs="Arial"/>
          <w:color w:val="000000" w:themeColor="text1"/>
          <w:sz w:val="16"/>
          <w:szCs w:val="16"/>
        </w:rPr>
        <w:t>,</w:t>
      </w:r>
      <w:r w:rsidRPr="006B2519">
        <w:rPr>
          <w:rFonts w:ascii="Arial" w:hAnsi="Arial" w:cs="Arial"/>
          <w:color w:val="000000" w:themeColor="text1"/>
          <w:sz w:val="16"/>
          <w:szCs w:val="16"/>
        </w:rPr>
        <w:t xml:space="preserve"> za odločanje v upravnih zadevah, in za vodenje posameznih dejanj v postopku pred izdajo odločbe</w:t>
      </w:r>
      <w:r w:rsidR="00712624" w:rsidRPr="006B2519">
        <w:rPr>
          <w:rFonts w:ascii="Arial" w:hAnsi="Arial" w:cs="Arial"/>
          <w:color w:val="000000" w:themeColor="text1"/>
          <w:sz w:val="16"/>
          <w:szCs w:val="16"/>
        </w:rPr>
        <w:t>,</w:t>
      </w:r>
      <w:r w:rsidRPr="006B2519">
        <w:rPr>
          <w:rFonts w:ascii="Arial" w:hAnsi="Arial" w:cs="Arial"/>
          <w:color w:val="000000" w:themeColor="text1"/>
          <w:sz w:val="16"/>
          <w:szCs w:val="16"/>
        </w:rPr>
        <w:t xml:space="preserve"> pooblaščene naslednje osebe:</w:t>
      </w:r>
    </w:p>
    <w:p w14:paraId="4D737243" w14:textId="77777777" w:rsidR="00A96922" w:rsidRDefault="00A96922" w:rsidP="001D7466">
      <w:pPr>
        <w:jc w:val="both"/>
        <w:rPr>
          <w:rFonts w:ascii="Arial" w:hAnsi="Arial" w:cs="Arial"/>
          <w:color w:val="000000" w:themeColor="text1"/>
        </w:rPr>
      </w:pPr>
    </w:p>
    <w:p w14:paraId="60F36328" w14:textId="77777777" w:rsidR="0024370C" w:rsidRPr="001D7466" w:rsidRDefault="0024370C" w:rsidP="001D7466">
      <w:pPr>
        <w:jc w:val="both"/>
        <w:rPr>
          <w:rFonts w:ascii="Arial" w:hAnsi="Arial" w:cs="Arial"/>
          <w:color w:val="000000" w:themeColor="text1"/>
        </w:rPr>
      </w:pPr>
    </w:p>
    <w:p w14:paraId="742FE82B" w14:textId="77777777" w:rsidR="0024370C" w:rsidRDefault="00000000" w:rsidP="001D7466">
      <w:pPr>
        <w:spacing w:line="260" w:lineRule="atLeast"/>
        <w:jc w:val="center"/>
        <w:rPr>
          <w:rFonts w:ascii="Arial" w:hAnsi="Arial" w:cs="Arial"/>
          <w:b/>
          <w:color w:val="000000" w:themeColor="text1"/>
          <w:lang w:eastAsia="en-US"/>
        </w:rPr>
      </w:pPr>
      <w:r w:rsidRPr="001D7466">
        <w:rPr>
          <w:rFonts w:ascii="Arial" w:hAnsi="Arial" w:cs="Arial"/>
          <w:b/>
          <w:color w:val="000000" w:themeColor="text1"/>
          <w:lang w:eastAsia="en-US"/>
        </w:rPr>
        <w:t>FINANČNI URAD LJUBLJANA</w:t>
      </w:r>
    </w:p>
    <w:p w14:paraId="6CEAB660" w14:textId="77777777" w:rsidR="00867B62" w:rsidRPr="001D7466" w:rsidRDefault="00867B62" w:rsidP="001D7466">
      <w:pPr>
        <w:spacing w:line="260" w:lineRule="atLeast"/>
        <w:jc w:val="center"/>
        <w:rPr>
          <w:rFonts w:ascii="Arial" w:hAnsi="Arial" w:cs="Arial"/>
          <w:b/>
          <w:color w:val="000000" w:themeColor="text1"/>
          <w:lang w:eastAsia="en-US"/>
        </w:rPr>
      </w:pPr>
    </w:p>
    <w:p w14:paraId="03636B5A" w14:textId="77777777" w:rsidR="0024370C" w:rsidRPr="001D7466" w:rsidRDefault="0024370C" w:rsidP="001D7466">
      <w:pPr>
        <w:jc w:val="center"/>
        <w:rPr>
          <w:rFonts w:ascii="Arial" w:hAnsi="Arial" w:cs="Arial"/>
          <w:color w:val="000000" w:themeColor="text1"/>
        </w:rPr>
      </w:pP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354"/>
        <w:gridCol w:w="2757"/>
        <w:gridCol w:w="1275"/>
        <w:gridCol w:w="1276"/>
      </w:tblGrid>
      <w:tr w:rsidR="007E02F7" w14:paraId="35DFCF93" w14:textId="77777777" w:rsidTr="00C7294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1385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B6B9528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2945F015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1337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3105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7963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AC60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</w:t>
            </w:r>
            <w:r w:rsidR="00C72941"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a</w:t>
            </w:r>
          </w:p>
          <w:p w14:paraId="70959771" w14:textId="77777777" w:rsidR="00553110" w:rsidRPr="00CB38F1" w:rsidRDefault="00000000" w:rsidP="001D7466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CB38F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25B84997" w14:textId="77777777" w:rsidTr="003A284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0840" w14:textId="77777777" w:rsidR="00553110" w:rsidRPr="00241272" w:rsidRDefault="00000000" w:rsidP="00B4595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mag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. Zlatko</w:t>
            </w:r>
            <w:r w:rsidR="003A4DE2" w:rsidRPr="00241272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 xml:space="preserve"> Alibegović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74E4" w14:textId="77777777" w:rsidR="00553110" w:rsidRPr="00241272" w:rsidRDefault="00000000" w:rsidP="00B4595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svetnik</w:t>
            </w:r>
          </w:p>
          <w:p w14:paraId="3FD9090C" w14:textId="77777777" w:rsidR="00553110" w:rsidRPr="00241272" w:rsidRDefault="00553110" w:rsidP="00B4595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F05F" w14:textId="77777777" w:rsidR="00553110" w:rsidRPr="00241272" w:rsidRDefault="00000000" w:rsidP="00B4595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iz pristojnosti urada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2C47" w14:textId="77777777" w:rsidR="00553110" w:rsidRPr="00241272" w:rsidRDefault="00000000" w:rsidP="0014475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695F" w14:textId="77777777" w:rsidR="00553110" w:rsidRPr="00241272" w:rsidRDefault="00553110" w:rsidP="00B4595A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7E02F7" w14:paraId="1900292F" w14:textId="77777777" w:rsidTr="003A284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E4CC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Jana Fabjan, univ. dipl. ekonomist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52FC3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svetnik</w:t>
            </w:r>
          </w:p>
          <w:p w14:paraId="16F63AE3" w14:textId="77777777" w:rsidR="00500EA6" w:rsidRPr="00241272" w:rsidRDefault="00500EA6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D148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v vseh upravnih zadevah iz pristojnosti urada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A78E" w14:textId="77777777" w:rsidR="00500EA6" w:rsidRPr="00241272" w:rsidRDefault="00000000" w:rsidP="00500EA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29161" w14:textId="77777777" w:rsidR="00500EA6" w:rsidRPr="00241272" w:rsidRDefault="00500EA6" w:rsidP="00500EA6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7E02F7" w14:paraId="40987D6F" w14:textId="77777777" w:rsidTr="003A284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8A127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Gregorič,</w:t>
            </w:r>
          </w:p>
          <w:p w14:paraId="358B2E09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D315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svetnik</w:t>
            </w:r>
          </w:p>
          <w:p w14:paraId="24BB8EDE" w14:textId="77777777" w:rsidR="00500EA6" w:rsidRPr="00241272" w:rsidRDefault="00500EA6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A401" w14:textId="77777777" w:rsidR="00500EA6" w:rsidRPr="00241272" w:rsidRDefault="00000000" w:rsidP="00500EA6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v vseh upravnih zadevah iz pristojnosti urada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8D89" w14:textId="77777777" w:rsidR="00500EA6" w:rsidRPr="00241272" w:rsidRDefault="00000000" w:rsidP="00500EA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8C12" w14:textId="77777777" w:rsidR="00500EA6" w:rsidRPr="00241272" w:rsidRDefault="00500EA6" w:rsidP="00500EA6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3510DE92" w14:textId="77777777" w:rsidR="00665943" w:rsidRPr="0066349E" w:rsidRDefault="00665943" w:rsidP="0066349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337594F" w14:textId="77777777" w:rsidR="00665943" w:rsidRDefault="00665943" w:rsidP="001D7466">
      <w:pPr>
        <w:pStyle w:val="podpisi"/>
        <w:tabs>
          <w:tab w:val="clear" w:pos="3402"/>
          <w:tab w:val="center" w:pos="7371"/>
        </w:tabs>
        <w:jc w:val="center"/>
        <w:rPr>
          <w:rFonts w:ascii="Arial" w:hAnsi="Arial" w:cs="Arial"/>
          <w:b/>
          <w:color w:val="000000" w:themeColor="text1"/>
          <w:lang w:val="sl-SI"/>
        </w:rPr>
      </w:pPr>
    </w:p>
    <w:p w14:paraId="5D6A1678" w14:textId="77777777" w:rsidR="0084583A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10746E">
        <w:rPr>
          <w:rFonts w:ascii="Arial" w:hAnsi="Arial" w:cs="Arial"/>
          <w:b/>
          <w:color w:val="000000" w:themeColor="text1"/>
          <w:sz w:val="16"/>
          <w:szCs w:val="16"/>
        </w:rPr>
        <w:t>SEKTOR ZA OBDAVČITEV FIZIČNIH OSEB</w:t>
      </w:r>
    </w:p>
    <w:p w14:paraId="49ECF394" w14:textId="77777777" w:rsidR="0084583A" w:rsidRPr="0010746E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22494384" w14:textId="77777777" w:rsidR="0084583A" w:rsidRPr="006B2519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1"/>
        <w:gridCol w:w="1638"/>
        <w:gridCol w:w="2498"/>
        <w:gridCol w:w="1183"/>
        <w:gridCol w:w="1268"/>
      </w:tblGrid>
      <w:tr w:rsidR="007E02F7" w14:paraId="0DCD985C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F51E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C5B7BC1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6CA77EB1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357F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Uradniški </w:t>
            </w: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naziv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4A3D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Obseg pooblastila - </w:t>
            </w: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področje</w:t>
            </w: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DECD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33BF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1252CEA0" w14:textId="77777777" w:rsidR="0084583A" w:rsidRPr="006B2519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6B2519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16617AB0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AB8CC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Helena Učakar Košir,   univ. dipl. pravnik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02680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svetnik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1E5C6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- v vseh upravnih zadevah iz pristojnosti urada</w:t>
            </w:r>
          </w:p>
          <w:p w14:paraId="7158BEA2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- o izrednih pravnih sredstvih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647A8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ED25" w14:textId="77777777" w:rsidR="0084583A" w:rsidRPr="002412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5EF75500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6809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Sonja Kutnjak, mag. upravnih ved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00A7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svetnik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E946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- v vseh upravnih zadevah iz pristojnosti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  <w:p w14:paraId="0E92FDC5" w14:textId="77777777" w:rsidR="0084583A" w:rsidRPr="00B54A2F" w:rsidRDefault="0084583A" w:rsidP="007F7538">
            <w:pPr>
              <w:pStyle w:val="Odstavekseznama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3227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D5DC" w14:textId="77777777" w:rsidR="0084583A" w:rsidRPr="002412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5184D969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70956702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E9DBE13" w14:textId="77777777" w:rsidR="0084583A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7491AC9A" w14:textId="77777777" w:rsidR="0084583A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39777A6" w14:textId="77777777" w:rsidR="0084583A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49C6BC5F" w14:textId="77777777" w:rsidR="00044D98" w:rsidRDefault="00044D98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4D5DDC4" w14:textId="11E643E1" w:rsidR="0084583A" w:rsidRPr="0010746E" w:rsidRDefault="0000000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10746E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ODDELEK ZA DOHODNINO 1</w:t>
      </w:r>
    </w:p>
    <w:p w14:paraId="0BA98677" w14:textId="77777777" w:rsidR="0084583A" w:rsidRPr="001D7466" w:rsidRDefault="0084583A" w:rsidP="0084583A">
      <w:pPr>
        <w:jc w:val="both"/>
        <w:rPr>
          <w:rFonts w:ascii="Arial" w:hAnsi="Arial" w:cs="Arial"/>
          <w:color w:val="000000" w:themeColor="text1"/>
        </w:rPr>
      </w:pPr>
    </w:p>
    <w:p w14:paraId="01984A0B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642"/>
        <w:gridCol w:w="2498"/>
        <w:gridCol w:w="1183"/>
        <w:gridCol w:w="1268"/>
      </w:tblGrid>
      <w:tr w:rsidR="007E02F7" w14:paraId="7FC4B052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D2E0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73BCD9C7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2EFB94E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A4F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1D94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70B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D312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26395027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41BE49D4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36EC" w14:textId="77777777" w:rsidR="0084583A" w:rsidRPr="00083030" w:rsidRDefault="00000000" w:rsidP="007F7538">
            <w:pPr>
              <w:spacing w:line="260" w:lineRule="atLeast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Železnik Teja, dipl. menedžmenta vseživljenjskega izobraževanja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BC67" w14:textId="77777777" w:rsidR="0084583A" w:rsidRPr="00083030" w:rsidRDefault="00000000" w:rsidP="007F7538">
            <w:pPr>
              <w:spacing w:line="260" w:lineRule="atLeast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6588" w14:textId="77777777" w:rsidR="0084583A" w:rsidRPr="00083030" w:rsidRDefault="00000000" w:rsidP="007F7538">
            <w:pPr>
              <w:spacing w:line="260" w:lineRule="atLeast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C907" w14:textId="77777777" w:rsidR="0084583A" w:rsidRPr="00083030" w:rsidRDefault="0084583A" w:rsidP="007F7538">
            <w:pPr>
              <w:spacing w:line="260" w:lineRule="atLeast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FB58" w14:textId="77777777" w:rsidR="0084583A" w:rsidRDefault="00000000" w:rsidP="007F7538">
            <w:pPr>
              <w:spacing w:line="260" w:lineRule="atLeast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       </w:t>
            </w:r>
          </w:p>
          <w:p w14:paraId="7CD63BBA" w14:textId="77777777" w:rsidR="0084583A" w:rsidRPr="00F239E8" w:rsidRDefault="00000000" w:rsidP="007F7538">
            <w:pPr>
              <w:spacing w:line="260" w:lineRule="atLeast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       </w:t>
            </w:r>
            <w:r w:rsidRPr="00F239E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DA</w:t>
            </w:r>
          </w:p>
        </w:tc>
      </w:tr>
      <w:tr w:rsidR="007E02F7" w14:paraId="7954525E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1C36" w14:textId="59646362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Boštjan Baligač, inž. </w:t>
            </w:r>
            <w:r w:rsidR="00122D61">
              <w:rPr>
                <w:rFonts w:ascii="Arial" w:hAnsi="Arial" w:cs="Arial"/>
                <w:color w:val="000000" w:themeColor="text1"/>
                <w:sz w:val="16"/>
                <w:szCs w:val="16"/>
              </w:rPr>
              <w:t>k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metijstva in krajine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276C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31FA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Oddelka za dohodnino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1231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BE1DB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50D6CCC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8C8C0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Nataša </w:t>
            </w:r>
            <w:proofErr w:type="spellStart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Bjelan</w:t>
            </w:r>
            <w:proofErr w:type="spellEnd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upravni organizator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371B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D9FB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73D7C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ACF0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3430F6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A062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Polona Dobnik, </w:t>
            </w:r>
          </w:p>
          <w:p w14:paraId="1EFC9403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70AB5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 svetovalec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B6DE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38D2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7F6C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118F290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B81C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Golavšek, komercialni tehnik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C2AB" w14:textId="77777777" w:rsidR="0084583A" w:rsidRPr="002412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968F24F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B8E2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9D6D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54AF3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15365A6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778B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Tjaša Gorjup, dipl. mediator v turizmu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D0BCD" w14:textId="6CEF9780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kontrolor</w:t>
            </w:r>
            <w:r w:rsidR="002A6F8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</w:t>
            </w:r>
            <w:r w:rsidR="002A6F8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9E6D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851A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B178E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A126FCF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5A96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Marko Kovačevič, diplomant upravnih ved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2F8B2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9416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Oddelka za dohodnino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CFE84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CBE6E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E59F882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8169D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Anja Kozlevčar, diplomant upravnih ved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6AA3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D4BE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5B95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345CF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544D492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F52B1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Martina Kralj, ekonomski tehnik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245E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22B6" w14:textId="77777777" w:rsidR="0084583A" w:rsidRPr="002412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5DA2" w14:textId="77777777" w:rsidR="0084583A" w:rsidRPr="00241272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EE8F" w14:textId="77777777" w:rsidR="0084583A" w:rsidRPr="002412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5F24FE53" w14:textId="77777777" w:rsidTr="007C650E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6D9A" w14:textId="0F1440E1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Omahna, ekonomski tehnik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7301" w14:textId="1709BE19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C0D5" w14:textId="6BCE8E0F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928D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3013" w14:textId="6E2CD281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6E01E19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A38D" w14:textId="03D31889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Papež, ekonomski tehnik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81331" w14:textId="287451A3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516C3" w14:textId="0D2E2959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7407C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A273" w14:textId="5377C405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5CD1FCD0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8CA41" w14:textId="25C8895A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Lidija Pavc Arko, višji upravni delavec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3FC72" w14:textId="45AE4663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8A3A3" w14:textId="2C43BC27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A98BA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02CB" w14:textId="3BF6DEA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513661F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93F2" w14:textId="0EAF287B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Ines Planinc, mag. poslovnih ved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4A9B1" w14:textId="460686D9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ED206" w14:textId="7E35620C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C3195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EF47" w14:textId="40C3B76C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4787EBBF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10109" w14:textId="77777777" w:rsidR="007C650E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4116AE0" w14:textId="77777777" w:rsidR="007C650E" w:rsidRPr="009027F4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27F4">
              <w:rPr>
                <w:rFonts w:ascii="Arial" w:hAnsi="Arial" w:cs="Arial"/>
                <w:color w:val="000000" w:themeColor="text1"/>
                <w:sz w:val="16"/>
                <w:szCs w:val="16"/>
              </w:rPr>
              <w:t>Marjetica Rizman, dipl. upravni organizator</w:t>
            </w:r>
          </w:p>
          <w:p w14:paraId="2E582AA7" w14:textId="2F6082A7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902D1" w14:textId="7933CB32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DBD9A" w14:textId="56E41B3D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9027F4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A731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F25F" w14:textId="002A381C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0E4B3A33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F6598" w14:textId="6EB73D1F" w:rsidR="007C650E" w:rsidRPr="009027F4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Mojca Smuk, komercialni tehnik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973C6" w14:textId="4524AB70" w:rsidR="007C650E" w:rsidRPr="009027F4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B6100" w14:textId="4A2B5E89" w:rsidR="007C650E" w:rsidRPr="009027F4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51052" w14:textId="77777777" w:rsidR="007C650E" w:rsidRPr="009027F4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FF308" w14:textId="4EBE0A97" w:rsidR="007C650E" w:rsidRPr="009027F4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609EA" w14:paraId="2D1B807B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F4779" w14:textId="11AE07E7" w:rsidR="00C609EA" w:rsidRPr="00241272" w:rsidRDefault="00C609E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Monika Škof, diplomirani pravnik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9DD0" w14:textId="5886714E" w:rsidR="00C609EA" w:rsidRPr="00241272" w:rsidRDefault="00C609E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F885" w14:textId="41DE6DB9" w:rsidR="00C609EA" w:rsidRPr="00241272" w:rsidRDefault="00C609E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241272">
              <w:rPr>
                <w:rFonts w:ascii="Arial" w:hAnsi="Arial" w:cs="Arial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1FCDA" w14:textId="77777777" w:rsidR="00C609EA" w:rsidRPr="009027F4" w:rsidRDefault="00C609E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1EAC" w14:textId="404A5391" w:rsidR="00C609EA" w:rsidRPr="00241272" w:rsidRDefault="00C609E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7716DB1E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46428" w14:textId="54200EEB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Nevenka Švagelj, gimnazijski maturant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3441E" w14:textId="48D405CE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94131" w14:textId="6848061B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postopkih iz pristojnosti </w:t>
            </w:r>
            <w:r w:rsidRPr="00157C9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6A5E2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6819A" w14:textId="7A0ACFEC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C650E" w14:paraId="27E8C78C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F680" w14:textId="64D23C1C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Ksenija Tomažič, dipl. ekonomist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D55DB" w14:textId="1D9FC307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85BA" w14:textId="2F7A03E2" w:rsidR="007C650E" w:rsidRPr="00241272" w:rsidRDefault="007C650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241272">
              <w:rPr>
                <w:rFonts w:ascii="Arial" w:hAnsi="Arial" w:cs="Arial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223D" w14:textId="77777777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46B0" w14:textId="7E12765D" w:rsidR="007C650E" w:rsidRPr="00241272" w:rsidRDefault="007C650E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6E892B04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1F441B10" w14:textId="77777777" w:rsidR="0084583A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12CEE9CA" w14:textId="77777777" w:rsidR="0084583A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26EBADF8" w14:textId="77777777" w:rsidR="0084583A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3A7DD6CA" w14:textId="77777777" w:rsidR="0084583A" w:rsidRDefault="0084583A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2D8A6A5" w14:textId="77777777" w:rsidR="00415066" w:rsidRDefault="00415066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20121B6" w14:textId="77777777" w:rsidR="00415066" w:rsidRDefault="00415066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226F37C" w14:textId="77777777" w:rsidR="00CC1E90" w:rsidRDefault="00CC1E9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8A5D91B" w14:textId="45E7369D" w:rsidR="0084583A" w:rsidRPr="00867B62" w:rsidRDefault="0000000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867B62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ODDELEK DOHODNINO 2</w:t>
      </w:r>
    </w:p>
    <w:p w14:paraId="5D868C7E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0DC893A5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784"/>
        <w:gridCol w:w="2357"/>
        <w:gridCol w:w="1183"/>
        <w:gridCol w:w="1267"/>
      </w:tblGrid>
      <w:tr w:rsidR="007E02F7" w14:paraId="5254EDE0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DA8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1AD193F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5253EE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AA5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C37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5E2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1725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D10A34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4AF6A1F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99B9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Darja Sušelj, mag. upravnih ved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3FE8A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ADA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B2DE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9D394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59C2B47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77D5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Tatjana Berčon, višji upravni delavec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2C0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7CA5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B0AE1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4350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68BEE67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2D1E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Gordana Dekleva, ekonomski tehnik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A813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A205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0475F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F223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8907E4E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960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Špela Florjančič, uni</w:t>
            </w:r>
            <w:r w:rsidR="007B7851">
              <w:rPr>
                <w:rFonts w:ascii="Arial" w:hAnsi="Arial" w:cs="Arial"/>
                <w:color w:val="000000" w:themeColor="text1"/>
                <w:sz w:val="16"/>
                <w:szCs w:val="16"/>
              </w:rPr>
              <w:t>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 dipl. sociolog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A1FC7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1F1D4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7385E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A4CC8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9CA633D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5485" w14:textId="77777777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Nina Kalčič, magister znanosti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5885" w14:textId="77777777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5B6D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203D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2A9D7" w14:textId="77777777" w:rsidR="0084583A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2A5DD54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DF599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Kobal, višji upravni delavec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D1A3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E3900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8638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0EA7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1E135C8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D65A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Brigita Kuhar, univ. dipl.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17D5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17C1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04A1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7332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AD5BB18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13CC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Brigita Kuhar, univ. dipl.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404A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4628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vračila davčnega odtegljaja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15F7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B8FBB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1BF8A3D6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7078" w14:textId="43E67A51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Tina Mahorič, </w:t>
            </w:r>
            <w:r w:rsidR="00A53868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poslovnih</w:t>
            </w: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ved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830A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</w:t>
            </w: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C922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0786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8847" w14:textId="77777777" w:rsidR="0084583A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E77FB83" w14:textId="77777777" w:rsidR="0084583A" w:rsidRPr="007F62C8" w:rsidRDefault="00000000" w:rsidP="007F753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    </w:t>
            </w:r>
            <w:r w:rsidRPr="001A466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598FF65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1B04" w14:textId="77777777" w:rsidR="0084583A" w:rsidRPr="001A46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Milena Marolt, ekonomist za analize in planiranje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2CDD" w14:textId="77777777" w:rsidR="0084583A" w:rsidRPr="001A46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CEDE8" w14:textId="77777777" w:rsidR="0084583A" w:rsidRPr="001A46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FAC09" w14:textId="77777777" w:rsidR="0084583A" w:rsidRPr="001A466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78513" w14:textId="77777777" w:rsidR="0084583A" w:rsidRPr="001A466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1D13CD7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A932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Martinc, univ. dipl. politolog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C566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928D" w14:textId="77777777" w:rsidR="0084583A" w:rsidRPr="007F62C8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5917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1036A" w14:textId="77777777" w:rsidR="0084583A" w:rsidRPr="007F62C8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CCB54" w14:textId="77777777" w:rsidR="0084583A" w:rsidRPr="007F62C8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13822513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5EA5" w14:textId="61538242" w:rsidR="00F30756" w:rsidRPr="00CB1D63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</w:t>
            </w:r>
            <w:proofErr w:type="spellStart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Milak</w:t>
            </w:r>
            <w:proofErr w:type="spellEnd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Pehlić</w:t>
            </w:r>
            <w:proofErr w:type="spellEnd"/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BA4DF" w14:textId="5BB90CA5" w:rsidR="00F30756" w:rsidRPr="00241272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0369" w14:textId="6526FAA5" w:rsidR="00F30756" w:rsidRPr="00241272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241272">
              <w:rPr>
                <w:rFonts w:ascii="Arial" w:hAnsi="Arial" w:cs="Arial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AB7C" w14:textId="77777777" w:rsidR="00F30756" w:rsidRPr="00241272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93CE" w14:textId="236A6A94" w:rsidR="00F30756" w:rsidRPr="00241272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287D0B0F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3E46" w14:textId="1B5597E9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Nagode,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BDA0B" w14:textId="5E5AB69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D74E" w14:textId="1A0182AA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6FD3" w14:textId="77777777" w:rsidR="00F30756" w:rsidRPr="00241272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DD19" w14:textId="2B96FA45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7A6CB7B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F836" w14:textId="157A2244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Petra Pacek,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mag.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poslovnih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ved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2ECD5" w14:textId="3CF0AB41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49096" w14:textId="6AE95B2E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6F82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19DBA" w14:textId="7F031F4B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70FDECC8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FFA50" w14:textId="3242851E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Romana Pavli Ritlop,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9007" w14:textId="4EE940BD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2288" w14:textId="017B7F9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618B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FCCB" w14:textId="544D96E9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77AE3524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AA5E" w14:textId="78F4B5C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Jolanda Petač,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BFC7" w14:textId="037A6B6B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F0CA" w14:textId="2B80C0A2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3166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02DA" w14:textId="6CCDFF6A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749C2A6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9F02" w14:textId="00C5593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Klavdija Podobnikar, ekon. komercialni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1686" w14:textId="45C83E6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E3D3" w14:textId="0C97717E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0AFE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7721" w14:textId="28526848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36E153D6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2742" w14:textId="0BA7F0A0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18E4">
              <w:rPr>
                <w:rFonts w:ascii="Arial" w:hAnsi="Arial" w:cs="Arial"/>
                <w:color w:val="000000" w:themeColor="text1"/>
                <w:sz w:val="16"/>
                <w:szCs w:val="16"/>
              </w:rPr>
              <w:t>Klavdija Podobnikar, ekon. komercialni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E777" w14:textId="1A9DC0BA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18E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ADED" w14:textId="1B620339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vračila davčnega odtegljaja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B33F0" w14:textId="1A2267C5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6C09" w14:textId="34F39DAD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F30756" w14:paraId="3F2C862D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05EA" w14:textId="47104FCE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Mateja Pucko,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uni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 diplomirani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1E5A9" w14:textId="195A5A60" w:rsidR="00F30756" w:rsidRPr="007F62C8" w:rsidRDefault="00831AC3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3D6A" w14:textId="54CF7976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EE1D" w14:textId="36738BDE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FB556" w14:textId="09C9A1FD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274678FB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2F56" w14:textId="282A4E76" w:rsidR="00F30756" w:rsidRPr="004A18E4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Tanja </w:t>
            </w:r>
            <w:proofErr w:type="spellStart"/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Samotorčan</w:t>
            </w:r>
            <w:proofErr w:type="spellEnd"/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8B88E" w14:textId="701DA6E3" w:rsidR="00F30756" w:rsidRPr="004A18E4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CEFE9" w14:textId="3749E2AB" w:rsidR="00F30756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8CB2" w14:textId="77777777" w:rsidR="00F30756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5458" w14:textId="3D85DE00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4CF16685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F3D3" w14:textId="1D1A80C1" w:rsidR="00F30756" w:rsidRPr="00CB1D63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Katja Šenk,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B9CC" w14:textId="1127D5A9" w:rsidR="00F30756" w:rsidRPr="00CB1D63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A046" w14:textId="68F68158" w:rsidR="00F30756" w:rsidRPr="00CB1D63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27D1C" w14:textId="77777777" w:rsidR="00F30756" w:rsidRPr="00CB1D63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699A6" w14:textId="7AE9D4E3" w:rsidR="00F30756" w:rsidRPr="00CB1D63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5B35030C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B0DF" w14:textId="77777777" w:rsidR="00F30756" w:rsidRPr="0008658A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658A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Alka Šoštarič,</w:t>
            </w:r>
          </w:p>
          <w:p w14:paraId="63F6E7C3" w14:textId="3FF224AB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658A">
              <w:rPr>
                <w:rFonts w:ascii="Arial" w:hAnsi="Arial" w:cs="Arial"/>
                <w:color w:val="000000" w:themeColor="text1"/>
                <w:sz w:val="16"/>
                <w:szCs w:val="16"/>
              </w:rPr>
              <w:t>inženir logistike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0FD1" w14:textId="0141A5A9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658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 </w:t>
            </w:r>
            <w:r w:rsidRPr="0008658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96E96" w14:textId="28DF72F9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658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4A09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F112" w14:textId="0AE2FC63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1160E648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9D39E" w14:textId="31F9FC38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Miha Virant,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2612" w14:textId="6860C99B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59EE" w14:textId="3759957D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CDAF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A4B0" w14:textId="653EB260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4A29C900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F12D3" w14:textId="15119DBA" w:rsidR="00F30756" w:rsidRPr="0008658A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Anica Zekirova,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0B1C" w14:textId="2EBCDA20" w:rsidR="00F30756" w:rsidRPr="0008658A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FE92" w14:textId="52F430C6" w:rsidR="00F30756" w:rsidRPr="0008658A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241272">
              <w:rPr>
                <w:rFonts w:ascii="Arial" w:hAnsi="Arial" w:cs="Arial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193C" w14:textId="77777777" w:rsidR="00F30756" w:rsidRPr="0008658A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BF60" w14:textId="047B619C" w:rsidR="00F30756" w:rsidRPr="0008658A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30756" w14:paraId="04316C0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DA0B" w14:textId="4DBBA3CD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Robert Zupančič, upravni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B80D" w14:textId="20E93537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C5AD" w14:textId="1F649A05" w:rsidR="00F30756" w:rsidRPr="007F62C8" w:rsidRDefault="00F30756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A80D3" w14:textId="77777777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E59B" w14:textId="3F8DC1FD" w:rsidR="00F30756" w:rsidRPr="007F62C8" w:rsidRDefault="00F3075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3F8455A9" w14:textId="77777777" w:rsidR="0084583A" w:rsidRDefault="0084583A" w:rsidP="0084583A">
      <w:pPr>
        <w:rPr>
          <w:rFonts w:ascii="Arial" w:hAnsi="Arial" w:cs="Arial"/>
          <w:b/>
          <w:color w:val="000000" w:themeColor="text1"/>
        </w:rPr>
      </w:pPr>
    </w:p>
    <w:p w14:paraId="1FDF5EBF" w14:textId="77777777" w:rsidR="0084583A" w:rsidRPr="001D7466" w:rsidRDefault="0084583A" w:rsidP="0084583A">
      <w:pPr>
        <w:rPr>
          <w:rFonts w:ascii="Arial" w:hAnsi="Arial" w:cs="Arial"/>
          <w:b/>
          <w:color w:val="000000" w:themeColor="text1"/>
        </w:rPr>
      </w:pPr>
    </w:p>
    <w:p w14:paraId="5742884C" w14:textId="77777777" w:rsidR="0084583A" w:rsidRPr="00D9195F" w:rsidRDefault="0000000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D9195F">
        <w:rPr>
          <w:rFonts w:ascii="Arial" w:hAnsi="Arial" w:cs="Arial"/>
          <w:b/>
          <w:color w:val="000000" w:themeColor="text1"/>
          <w:sz w:val="16"/>
          <w:szCs w:val="16"/>
        </w:rPr>
        <w:t>ODDELEK ZA DOHODNINO 3</w:t>
      </w:r>
    </w:p>
    <w:p w14:paraId="2E73AD51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6CCD0DF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784"/>
        <w:gridCol w:w="2357"/>
        <w:gridCol w:w="1183"/>
        <w:gridCol w:w="1267"/>
      </w:tblGrid>
      <w:tr w:rsidR="007E02F7" w14:paraId="3C16A905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C9B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3C7342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C27FC5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05A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D70C5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09A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846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C7693F4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4D6319D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F331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Nina Velkavrh Gorenc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4787D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3D82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85DB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71666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9E7D009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38F04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Mira Anzeljc, ekonomski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8FF4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5516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17D7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6DD8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330E656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B792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Ksenija Brožič, višji upravni delavec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2EC3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B6B2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ABEB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64DBB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842EF8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3E32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Mirjam Črepinšek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Prusnik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mag. poslovnih ved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CC8C" w14:textId="24B77CD8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 w:rsidR="002A409F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DC2A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53823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75A61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F4849D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C52BA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Doležal, univ. dipl. inž. tekstilne tehnologije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A25B" w14:textId="782AB19A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B2618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4F68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1429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3864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7164FBE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A993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Tatjana Gašperlin, višji upravni delavec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A2D49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5543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D2F7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2FA9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6236E13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14B4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Martina Tina Kovše,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CE759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36BE" w14:textId="77777777" w:rsidR="0084583A" w:rsidRPr="00D5645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0910" w14:textId="77777777" w:rsidR="0084583A" w:rsidRPr="00D56459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962F" w14:textId="77777777" w:rsidR="0084583A" w:rsidRPr="00D5645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7AEC7F7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2C969" w14:textId="63188B98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Bojana Lazarević, tehnolog poštnega prometa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59A62" w14:textId="632F4C98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08841" w14:textId="41758AFD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F99B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A0E7" w14:textId="2A21CC9E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7B90CAA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690C" w14:textId="1EEC13F3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Tina Percl Zemljič,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mag.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upravnih ved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1E9C4" w14:textId="041BB884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070" w14:textId="3E54D0D4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8275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9E11" w14:textId="5494808B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6CAAC1CC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C973" w14:textId="04F7003E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Plut, 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3DFB" w14:textId="7406B631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2B41A" w14:textId="4A5841D2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43532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97A6F" w14:textId="175FD6FA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5962986F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70EC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Jožica Sever, </w:t>
            </w:r>
          </w:p>
          <w:p w14:paraId="6DD9A844" w14:textId="3A8CED0B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inženir geodezije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2DF7" w14:textId="6D2F184F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540E9" w14:textId="0646ECBA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FEDE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446A" w14:textId="5A4D4AC4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548D362C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48300" w14:textId="6C45CE7B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Urška Smrekar, višji upravni delavec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659B" w14:textId="3E657CC8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8D2E" w14:textId="082FF1B2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4D516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8062" w14:textId="7402FACC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427E5553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15C5" w14:textId="421F3488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Snežana Todorović,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1F1CB" w14:textId="239AF366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5EF0E" w14:textId="45898A22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7772C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E505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D140" w14:textId="37022F57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4C19D629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C192A" w14:textId="2964E7CE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72CE"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Vozelj,</w:t>
            </w: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02BA" w14:textId="59F0A104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 w:rsidR="00832E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B6253" w14:textId="20DA5783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7772CE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7F24E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6064" w14:textId="2A01433F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9003F8" w14:paraId="4318CA36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CA39" w14:textId="22FAE490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Primož Zakrajšek, 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FB2B1" w14:textId="5B151F12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FCCD" w14:textId="7C15817E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2FC6" w14:textId="77777777" w:rsidR="009003F8" w:rsidRPr="00D56459" w:rsidRDefault="009003F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769A" w14:textId="3B6F2409" w:rsidR="009003F8" w:rsidRPr="00D56459" w:rsidRDefault="009003F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6F12BC82" w14:textId="77777777" w:rsidR="0084583A" w:rsidRPr="00D56459" w:rsidRDefault="0084583A" w:rsidP="0084583A">
      <w:pPr>
        <w:jc w:val="both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3CD6AC15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78C5344E" w14:textId="77777777" w:rsidR="00F43F98" w:rsidRDefault="00F43F98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0120AE2" w14:textId="77777777" w:rsidR="00F43F98" w:rsidRDefault="00F43F98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E10790C" w14:textId="77777777" w:rsidR="00F43F98" w:rsidRDefault="00F43F98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29467FD" w14:textId="5F384DE0" w:rsidR="0084583A" w:rsidRPr="000244C0" w:rsidRDefault="0000000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0244C0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ODDELEK ZA DOHODNINO 4</w:t>
      </w:r>
    </w:p>
    <w:p w14:paraId="62661DE3" w14:textId="77777777" w:rsidR="0084583A" w:rsidRPr="001D7466" w:rsidRDefault="0084583A" w:rsidP="0084583A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02958A86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784"/>
        <w:gridCol w:w="2357"/>
        <w:gridCol w:w="1183"/>
        <w:gridCol w:w="1267"/>
      </w:tblGrid>
      <w:tr w:rsidR="007E02F7" w14:paraId="5EADEC9F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F03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8DFA7B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732866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E71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B2A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75B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78F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678ADB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0BE05E78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7C1B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Erika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Rajič</w:t>
            </w: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0AAD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53C8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5FDB1" w14:textId="77777777" w:rsidR="0084583A" w:rsidRPr="00EC64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4791" w14:textId="77777777" w:rsidR="0084583A" w:rsidRPr="00EC64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6C919FA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DE70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1E91">
              <w:rPr>
                <w:rFonts w:ascii="Arial" w:hAnsi="Arial" w:cs="Arial"/>
                <w:color w:val="000000" w:themeColor="text1"/>
                <w:sz w:val="16"/>
                <w:szCs w:val="16"/>
              </w:rPr>
              <w:t>Marjeta Glavič, ekonomski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350C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1E91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D658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1E91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9E4C" w14:textId="77777777" w:rsidR="0084583A" w:rsidRPr="006B1E91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A985" w14:textId="77777777" w:rsidR="0084583A" w:rsidRPr="006B1E91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B1E9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B30C99D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4A4F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Maja Jarc,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A546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2979" w14:textId="77777777" w:rsidR="0084583A" w:rsidRPr="006B1E91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E5E5" w14:textId="77777777" w:rsidR="0084583A" w:rsidRPr="006B1E91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3AFD" w14:textId="77777777" w:rsidR="0084583A" w:rsidRPr="006B1E91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AE24EF9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4D5F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Jeršin, upravni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1E56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A781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C6AB" w14:textId="77777777" w:rsidR="0084583A" w:rsidRPr="00EC64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480E9" w14:textId="77777777" w:rsidR="0084583A" w:rsidRPr="00EC64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CC01440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AF19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Sonja Lobe, dipl. ekonomist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90449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632D2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7502" w14:textId="77777777" w:rsidR="0084583A" w:rsidRPr="00EC64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DBBF2" w14:textId="77777777" w:rsidR="0084583A" w:rsidRPr="00EC64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DB76972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8CEE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Darija Mele, komercialni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4A59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018A" w14:textId="77777777" w:rsidR="0084583A" w:rsidRPr="00EC6472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D05F" w14:textId="77777777" w:rsidR="0084583A" w:rsidRPr="00EC6472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79B1" w14:textId="77777777" w:rsidR="0084583A" w:rsidRPr="00EC6472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2E2D47" w14:paraId="43223951" w14:textId="77777777" w:rsidTr="007F753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3F2F" w14:textId="2853BBE5" w:rsidR="002E2D47" w:rsidRPr="00EC6472" w:rsidRDefault="002E2D4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Marija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Mesarič</w:t>
            </w: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, upravni tehnik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FCEBB" w14:textId="63473FEF" w:rsidR="002E2D47" w:rsidRPr="00EC6472" w:rsidRDefault="002E2D4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C1E8" w14:textId="77B02419" w:rsidR="002E2D47" w:rsidRPr="00EC6472" w:rsidRDefault="002E2D4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E9A7" w14:textId="77777777" w:rsidR="002E2D47" w:rsidRPr="00EC6472" w:rsidRDefault="002E2D4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759E" w14:textId="4D5BBE33" w:rsidR="002E2D47" w:rsidRPr="00EC6472" w:rsidRDefault="002E2D47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105514DB" w14:textId="77777777" w:rsidR="0084583A" w:rsidRPr="001D7466" w:rsidRDefault="0084583A" w:rsidP="0084583A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4C47C009" w14:textId="77777777" w:rsidR="0084583A" w:rsidRDefault="0084583A" w:rsidP="0084583A">
      <w:pPr>
        <w:jc w:val="center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779EEA7D" w14:textId="77777777" w:rsidR="0084583A" w:rsidRDefault="00000000" w:rsidP="0084583A">
      <w:pPr>
        <w:jc w:val="center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611E09">
        <w:rPr>
          <w:rFonts w:ascii="Arial" w:hAnsi="Arial" w:cs="Arial"/>
          <w:b/>
          <w:bCs/>
          <w:color w:val="000000" w:themeColor="text1"/>
          <w:sz w:val="16"/>
          <w:szCs w:val="16"/>
        </w:rPr>
        <w:t>ODDELEK ZA DRUGO OBDAVČITEV</w:t>
      </w:r>
    </w:p>
    <w:p w14:paraId="2696B9B8" w14:textId="77777777" w:rsidR="0084583A" w:rsidRPr="00611E09" w:rsidRDefault="0084583A" w:rsidP="0084583A">
      <w:pPr>
        <w:jc w:val="center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7F5F8881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1778"/>
        <w:gridCol w:w="2549"/>
        <w:gridCol w:w="990"/>
        <w:gridCol w:w="1268"/>
      </w:tblGrid>
      <w:tr w:rsidR="007E02F7" w14:paraId="5A38293B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B3B4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26EB72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2C7597A2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DF5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F7D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7D2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7016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1CADFFB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67C1CE8A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2B226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Borut Horjak</w:t>
            </w:r>
          </w:p>
          <w:p w14:paraId="11C91CFF" w14:textId="77777777" w:rsidR="0084583A" w:rsidRPr="00936A9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1729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76665" w14:textId="77777777" w:rsidR="0084583A" w:rsidRPr="00936A9E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01D1E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B502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1194EE25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628C" w14:textId="77777777" w:rsidR="0084583A" w:rsidRPr="003015D7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15D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Jasna Bolko, </w:t>
            </w:r>
          </w:p>
          <w:p w14:paraId="2F5A433E" w14:textId="77777777" w:rsidR="0084583A" w:rsidRPr="003015D7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15D7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65B6" w14:textId="77777777" w:rsidR="0084583A" w:rsidRPr="003015D7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15D7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4B5D6" w14:textId="77777777" w:rsidR="0084583A" w:rsidRPr="003015D7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15D7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dediščine in darila ter odloga ugotavljanja davčne obveznosti pri podaritvi kapitala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0877F" w14:textId="77777777" w:rsidR="0084583A" w:rsidRPr="003015D7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F2AC1D2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15D7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A4EFC" w14:textId="77777777" w:rsidR="0084583A" w:rsidRPr="00936A9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4F18C90E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B7B1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Klementina Kljun,      mag. upravnih ved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C841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66657" w14:textId="77777777" w:rsidR="0084583A" w:rsidRPr="00CA095C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0F3D7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B576FF2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E8608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5F3F4B2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60A83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Kovač, dipl. upravni organizator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F0B3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7C3D7" w14:textId="77777777" w:rsidR="0084583A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3EA0ED84" w14:textId="77777777" w:rsidR="0084583A" w:rsidRPr="00936A9E" w:rsidRDefault="0084583A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4B5B3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5837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7486F4D4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2BC7" w14:textId="77777777" w:rsidR="0084583A" w:rsidRPr="00E1119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119D">
              <w:rPr>
                <w:rFonts w:ascii="Arial" w:hAnsi="Arial" w:cs="Arial"/>
                <w:color w:val="000000" w:themeColor="text1"/>
                <w:sz w:val="16"/>
                <w:szCs w:val="16"/>
              </w:rPr>
              <w:t>Karmen Lukančič,</w:t>
            </w:r>
          </w:p>
          <w:p w14:paraId="0A3F4657" w14:textId="77777777" w:rsidR="0084583A" w:rsidRPr="00E1119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119D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A314D" w14:textId="77777777" w:rsidR="0084583A" w:rsidRPr="00E1119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119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22B91" w14:textId="77777777" w:rsidR="0084583A" w:rsidRPr="00CA095C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095C">
              <w:rPr>
                <w:rFonts w:ascii="Arial" w:hAnsi="Arial" w:cs="Arial"/>
                <w:sz w:val="16"/>
                <w:szCs w:val="16"/>
              </w:rPr>
              <w:t xml:space="preserve">po skrajšanem postopku v zadevah odmere davka na dediščine in darila – odmera oprostitve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E364A" w14:textId="77777777" w:rsidR="0084583A" w:rsidRPr="00E1119D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2457BD6" w14:textId="77777777" w:rsidR="0084583A" w:rsidRPr="00E1119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119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C177" w14:textId="77777777" w:rsidR="0084583A" w:rsidRPr="00E1119D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7354DBF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B59EE" w14:textId="48198B16" w:rsidR="0084583A" w:rsidRPr="00BC787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C787C">
              <w:rPr>
                <w:rFonts w:ascii="Arial" w:hAnsi="Arial" w:cs="Arial"/>
                <w:color w:val="000000" w:themeColor="text1"/>
                <w:sz w:val="16"/>
                <w:szCs w:val="16"/>
              </w:rPr>
              <w:t>Darja Marinč,</w:t>
            </w:r>
          </w:p>
          <w:p w14:paraId="4965F579" w14:textId="77777777" w:rsidR="0084583A" w:rsidRPr="00BC787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C787C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  <w:p w14:paraId="67870017" w14:textId="77777777" w:rsidR="0084583A" w:rsidRPr="00BC787C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6A17" w14:textId="25A18C64" w:rsidR="0084583A" w:rsidRPr="00BC787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C787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BC787C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D83C" w14:textId="5C140AD2" w:rsidR="0084583A" w:rsidRPr="00CA095C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 xml:space="preserve">po skrajšanem postopku v zadevah odmere davka na dediščine in darila ter odloga </w:t>
            </w:r>
            <w:r w:rsidRPr="00936A9E">
              <w:rPr>
                <w:rFonts w:ascii="Arial" w:hAnsi="Arial" w:cs="Arial"/>
                <w:sz w:val="16"/>
                <w:szCs w:val="16"/>
              </w:rPr>
              <w:lastRenderedPageBreak/>
              <w:t>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5481" w14:textId="61B94809" w:rsidR="0084583A" w:rsidRPr="00BC787C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C787C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3C97B" w14:textId="77777777" w:rsidR="0084583A" w:rsidRPr="00BC787C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52EF186A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7EF8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Monika Niderl Klemenčič,</w:t>
            </w:r>
          </w:p>
          <w:p w14:paraId="78B796C1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F5FD4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C2034" w14:textId="77777777" w:rsidR="0084583A" w:rsidRPr="00936A9E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 xml:space="preserve">a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6314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B73A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45782913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8D60" w14:textId="77777777" w:rsidR="0084583A" w:rsidRPr="00A13F5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13F5B">
              <w:rPr>
                <w:rFonts w:ascii="Arial" w:hAnsi="Arial" w:cs="Arial"/>
                <w:color w:val="000000" w:themeColor="text1"/>
                <w:sz w:val="16"/>
                <w:szCs w:val="16"/>
              </w:rPr>
              <w:t>Bibijana Rant, višji upravni delavec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60CF" w14:textId="77777777" w:rsidR="0084583A" w:rsidRPr="00A13F5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13F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C33C" w14:textId="77777777" w:rsidR="0084583A" w:rsidRPr="00CA095C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AD0F" w14:textId="77777777" w:rsidR="0084583A" w:rsidRPr="00A13F5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504179B" w14:textId="77777777" w:rsidR="0084583A" w:rsidRPr="00A13F5B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790A5239" w14:textId="77777777" w:rsidR="0084583A" w:rsidRPr="00A13F5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C014866" w14:textId="77777777" w:rsidR="0084583A" w:rsidRPr="00E1119D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335E9" w14:textId="77777777" w:rsidR="0084583A" w:rsidRPr="00E1119D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CB95670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C9A71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Bernarda Šebenik, dipl. ekonomist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A10B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DB1E" w14:textId="77777777" w:rsidR="0084583A" w:rsidRPr="00936A9E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DE99D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AC7EC19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608A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46063354" w14:textId="77777777" w:rsidTr="007F7538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EB65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Igor Vuk,</w:t>
            </w:r>
          </w:p>
          <w:p w14:paraId="389439F7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07C05" w14:textId="77777777" w:rsidR="0084583A" w:rsidRPr="00936A9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83A3" w14:textId="77777777" w:rsidR="0084583A" w:rsidRPr="00936A9E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A9E">
              <w:rPr>
                <w:rFonts w:ascii="Arial" w:hAnsi="Arial" w:cs="Arial"/>
                <w:sz w:val="16"/>
                <w:szCs w:val="16"/>
              </w:rPr>
              <w:t>po skrajšanem postopku v zadevah odmere davka na dediščine in darila ter odloga ugotavljanja davčne obveznosti pri podaritvi kapital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0EA6A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DCDDB6B" w14:textId="77777777" w:rsidR="0084583A" w:rsidRPr="00936A9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36A9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77BD3" w14:textId="77777777" w:rsidR="0084583A" w:rsidRPr="00936A9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6EC0A02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848EF87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119F12D" w14:textId="77777777" w:rsidR="0084583A" w:rsidRPr="00754052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754052">
        <w:rPr>
          <w:rFonts w:ascii="Arial" w:hAnsi="Arial" w:cs="Arial"/>
          <w:b/>
          <w:color w:val="000000" w:themeColor="text1"/>
          <w:sz w:val="16"/>
          <w:szCs w:val="16"/>
        </w:rPr>
        <w:t>ODDELEK ZA NPREMIČNINE 1</w:t>
      </w:r>
    </w:p>
    <w:p w14:paraId="5B460ABC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916C1C4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1782"/>
        <w:gridCol w:w="2356"/>
        <w:gridCol w:w="1183"/>
        <w:gridCol w:w="1268"/>
      </w:tblGrid>
      <w:tr w:rsidR="007E02F7" w14:paraId="4B3907A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379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7A6AA2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FDB4AE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4F7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6AD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954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807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B12CC6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77AA1E7E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6E8C" w14:textId="77777777" w:rsidR="0084583A" w:rsidRPr="00DE62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E626E">
              <w:rPr>
                <w:rFonts w:ascii="Arial" w:hAnsi="Arial" w:cs="Arial"/>
                <w:color w:val="000000" w:themeColor="text1"/>
                <w:sz w:val="16"/>
                <w:szCs w:val="16"/>
              </w:rPr>
              <w:t>Darija Zadrgal, dipl. upravni organizator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E080" w14:textId="77777777" w:rsidR="0084583A" w:rsidRPr="00DE62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E62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8111" w14:textId="435C1058" w:rsidR="0084583A" w:rsidRPr="00DE62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E626E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DE62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3899" w14:textId="77777777" w:rsidR="0084583A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6AC3419" w14:textId="77777777" w:rsidR="0084583A" w:rsidRPr="00DE62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   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AAF0" w14:textId="77777777" w:rsidR="004856D2" w:rsidRDefault="004856D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757A036" w14:textId="0A9BDECF" w:rsidR="0084583A" w:rsidRPr="00DE626E" w:rsidRDefault="0084583A" w:rsidP="004856D2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5E942AF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B0BF" w14:textId="77777777" w:rsidR="0084583A" w:rsidRPr="00307E3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7E3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Matjaž Baler, </w:t>
            </w:r>
          </w:p>
          <w:p w14:paraId="1C697BA9" w14:textId="77777777" w:rsidR="0084583A" w:rsidRPr="00307E3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07E3E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9C7EE" w14:textId="77777777" w:rsidR="0084583A" w:rsidRPr="00307E3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307E3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Pr="00307E3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BE85" w14:textId="0BD67820" w:rsidR="0084583A" w:rsidRPr="00307E3E" w:rsidRDefault="00122D61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 zadevah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odmere davka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AB9D" w14:textId="77777777" w:rsidR="0084583A" w:rsidRPr="00307E3E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881D2" w14:textId="77777777" w:rsidR="0084583A" w:rsidRPr="00307E3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F84B813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014E8" w14:textId="77777777" w:rsidR="0084583A" w:rsidRPr="00904C2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Blatnik, učitelj razrednega pouka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E03F" w14:textId="3B4F7BA2" w:rsidR="0084583A" w:rsidRPr="00904C26" w:rsidRDefault="007D15BF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DB42B" w14:textId="77777777" w:rsidR="0084583A" w:rsidRPr="00904C2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A2F2" w14:textId="77777777" w:rsidR="0084583A" w:rsidRPr="00904C2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E890923" w14:textId="77777777" w:rsidR="0084583A" w:rsidRPr="00904C2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A305ADB" w14:textId="77777777" w:rsidR="0084583A" w:rsidRPr="00904C2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66EB" w14:textId="77777777" w:rsidR="0084583A" w:rsidRPr="00904C2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BEAF34D" w14:textId="77777777" w:rsidR="0084583A" w:rsidRPr="00904C2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4E5EEFDB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70D5" w14:textId="2672EA19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Karin Erjavec, diplomirani ekonomist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858E" w14:textId="218B97DA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5AD3" w14:textId="034D46B6" w:rsidR="00462938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76A7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83AC9E6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0B31A02" w14:textId="1260563F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991E6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1771255F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49374" w14:textId="750F1F64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Marjana Grujić, ekonomist za analize in planiranje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99C63" w14:textId="4D9BCB91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DB96" w14:textId="77777777" w:rsidR="00462938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</w:t>
            </w:r>
          </w:p>
          <w:p w14:paraId="7E31543C" w14:textId="6679B553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E9C0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5A23010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28E3203" w14:textId="3A1A89F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9581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53CD19DD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6721" w14:textId="4CB5B2FE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Simon Klavs, univ. dipl. pravnik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850F9" w14:textId="3722BC6F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C793E" w14:textId="072351DE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C0075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 in  kapitalski dobiček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EDD2" w14:textId="688FA024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B703A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5B0914E2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2758" w14:textId="2C94F93F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Senka</w:t>
            </w:r>
            <w:proofErr w:type="spellEnd"/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Kumro</w:t>
            </w:r>
            <w:proofErr w:type="spellEnd"/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, univ. dipl. socialni antropolog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6909" w14:textId="0105028C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40BC" w14:textId="706221A4" w:rsidR="00462938" w:rsidRPr="005C0075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480E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27F3333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C222431" w14:textId="44DC1DDE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AE88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4D358F9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19853AB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066F" w14:textId="1D9F38BE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Simona Mrkun, univ. dipl. organizator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8C1F" w14:textId="2F816B6F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E32CA" w14:textId="03AA905D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5E0B" w14:textId="77777777" w:rsidR="00462938" w:rsidRPr="00770B6B" w:rsidRDefault="00462938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D8EC605" w14:textId="08F1F2E0" w:rsidR="00462938" w:rsidRPr="00904C26" w:rsidRDefault="00462938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0C868" w14:textId="77777777" w:rsidR="00462938" w:rsidRPr="00904C26" w:rsidRDefault="0046293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62938" w14:paraId="01AE5ED3" w14:textId="77777777" w:rsidTr="00E90BDC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43FC" w14:textId="67FB0946" w:rsidR="00462938" w:rsidRPr="00770B6B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43889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Maruša Puš, diplomant upravnih ved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F069" w14:textId="1F5F5982" w:rsidR="00462938" w:rsidRPr="00770B6B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27E" w14:textId="2EC7ADD1" w:rsidR="00462938" w:rsidRPr="00770B6B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0009" w14:textId="77777777" w:rsidR="00462938" w:rsidRDefault="00462938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9939EA9" w14:textId="44FF384B" w:rsidR="00462938" w:rsidRPr="00904C26" w:rsidRDefault="00462938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7BDA" w14:textId="77777777" w:rsidR="00462938" w:rsidRPr="00904C26" w:rsidRDefault="0046293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78121CB7" w14:textId="77777777" w:rsidTr="00E90BDC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6540" w14:textId="4C7F9425" w:rsidR="004F3514" w:rsidRPr="00F43889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Miha Sever, diplomant upravnih ved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FC41" w14:textId="5ACE62D3" w:rsidR="004F3514" w:rsidRPr="00F43889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A1656" w14:textId="5CDDF90C" w:rsidR="004F3514" w:rsidRPr="00F43889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0A429" w14:textId="3016AEF5" w:rsidR="004F3514" w:rsidRPr="00F43889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9941" w14:textId="77777777" w:rsidR="004F3514" w:rsidRPr="00F43889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1782D2EC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7E79" w14:textId="77777777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B5B0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Smrekar, </w:t>
            </w:r>
          </w:p>
          <w:p w14:paraId="69E48AF8" w14:textId="7274BBCD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</w:t>
            </w:r>
            <w:r w:rsidRPr="009B5B01">
              <w:rPr>
                <w:rFonts w:ascii="Arial" w:hAnsi="Arial" w:cs="Arial"/>
                <w:color w:val="000000" w:themeColor="text1"/>
                <w:sz w:val="16"/>
                <w:szCs w:val="16"/>
              </w:rPr>
              <w:t>ipl. organizator  m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</w:t>
            </w:r>
            <w:r w:rsidRPr="009B5B01">
              <w:rPr>
                <w:rFonts w:ascii="Arial" w:hAnsi="Arial" w:cs="Arial"/>
                <w:color w:val="000000" w:themeColor="text1"/>
                <w:sz w:val="16"/>
                <w:szCs w:val="16"/>
              </w:rPr>
              <w:t>nedžer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3AE9" w14:textId="03C73AF2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EF49" w14:textId="15692082" w:rsidR="004F3514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C9A10" w14:textId="0C71578D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29C9" w14:textId="77777777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2D53DC2E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657A" w14:textId="5A0D5613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Andrejka Šepec, mag. javne uprave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BC692" w14:textId="7B9B768E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B34B" w14:textId="67C165DF" w:rsidR="004F3514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41F6E" w14:textId="778823CC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C157" w14:textId="77777777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4DC57269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ADD4E" w14:textId="68EC0F70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Maja Štrubelj, višji upravni delavec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ABB0" w14:textId="3697B3FB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F5B2D" w14:textId="61137796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6E93E" w14:textId="77777777" w:rsidR="004F3514" w:rsidRPr="004816F0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299AED4" w14:textId="794E9B0E" w:rsidR="004F3514" w:rsidRPr="009B5B01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16F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E0EB" w14:textId="77777777" w:rsidR="004F3514" w:rsidRPr="009B5B01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3A70F8FE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F439" w14:textId="16C1AF77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Ana Anita Švigelj, diplomant upravnih ved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EC87" w14:textId="6E833495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1A4E7" w14:textId="215962E0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770B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EBB0" w14:textId="269020DB" w:rsidR="004F3514" w:rsidRPr="004816F0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9A81" w14:textId="77777777" w:rsidR="004F3514" w:rsidRPr="0027689A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4424B0B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CEF9C" w14:textId="4F5D2B0E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Trontelj, računovodja za manjše družbe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E426" w14:textId="57A3806C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73A6" w14:textId="4CD3A168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C0075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 in  kapitalski dobiček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CE74F" w14:textId="59E5995C" w:rsidR="004F3514" w:rsidRPr="0027689A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87E8" w14:textId="77777777" w:rsidR="004F3514" w:rsidRPr="0027689A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3D1B8BE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B2EDF" w14:textId="2566FD11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Ksenija Weitzer, dipl. upravni organizator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002C" w14:textId="5F9ABEB7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65AF" w14:textId="043FB354" w:rsidR="004F3514" w:rsidRPr="00770B6B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C0075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 in  kapitalski dobiček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CFB1" w14:textId="77777777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1A58774" w14:textId="77777777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B22D247" w14:textId="064A31EE" w:rsidR="004F3514" w:rsidRPr="004816F0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A2132" w14:textId="77777777" w:rsidR="004F3514" w:rsidRPr="00904C26" w:rsidRDefault="004F3514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1E9B041" w14:textId="77777777" w:rsidR="004F3514" w:rsidRPr="0027689A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2E9DCBB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D72E" w14:textId="2331AD87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Mitja Žagar, dipl. ekonomist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F280" w14:textId="3D9D6E89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FCD4" w14:textId="1986F5CF" w:rsidR="004F3514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po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skrajšanem postopku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zadevah odmere davka 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na promet nepremičnin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kapitalski dobiček</w:t>
            </w:r>
            <w:r w:rsidRPr="00904C2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332C" w14:textId="72B3D68C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AF6E0" w14:textId="77777777" w:rsidR="004F3514" w:rsidRPr="00904C26" w:rsidRDefault="004F3514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4F3514" w14:paraId="070A68BD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F062" w14:textId="7F6D3178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Ingrid Žajdela, mag. prava in managementa nepremičnin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CA73" w14:textId="490CBB0B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7884" w14:textId="5D86ABD5" w:rsidR="004F3514" w:rsidRPr="00904C26" w:rsidRDefault="004F3514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C0075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 na promet nepremičnin in  kapitalski dobiček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C432" w14:textId="13A57B13" w:rsidR="004F3514" w:rsidRPr="00904C26" w:rsidRDefault="004F3514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470C" w14:textId="77777777" w:rsidR="004F3514" w:rsidRPr="00904C26" w:rsidRDefault="004F3514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312767A4" w14:textId="77777777" w:rsidR="00044D98" w:rsidRDefault="00044D98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2650808" w14:textId="77777777" w:rsidR="00044D98" w:rsidRDefault="00044D98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5A7CD9B" w14:textId="1D189050" w:rsidR="0084583A" w:rsidRPr="00754052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754052">
        <w:rPr>
          <w:rFonts w:ascii="Arial" w:hAnsi="Arial" w:cs="Arial"/>
          <w:b/>
          <w:color w:val="000000" w:themeColor="text1"/>
          <w:sz w:val="16"/>
          <w:szCs w:val="16"/>
        </w:rPr>
        <w:t>ODDELEK ZA NEPREMIČNINE 2</w:t>
      </w:r>
    </w:p>
    <w:p w14:paraId="41879EAE" w14:textId="77777777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ADF5E4B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1782"/>
        <w:gridCol w:w="2356"/>
        <w:gridCol w:w="1183"/>
        <w:gridCol w:w="1268"/>
      </w:tblGrid>
      <w:tr w:rsidR="007E02F7" w14:paraId="59926955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117F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147266A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03DA014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88A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9802" w14:textId="084BCAEB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64BA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252F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B849D4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05FE51AD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D917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Medved, dipl. upravni organizator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20D3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ED7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675AD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608F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9072721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19EA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Lijana Bajda, ekonomski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E51A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7C7A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BA3F0B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F84A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EA74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39216B9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DF4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Nataša Beganović, ekonomist za analize in planiranje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75D4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FBAA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D4E12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F3EA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3FF7E86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9253" w14:textId="453CFAC8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Ines Bojkić, dipl. organizator </w:t>
            </w:r>
            <w:r w:rsidR="0087684A">
              <w:rPr>
                <w:rFonts w:ascii="Arial" w:hAnsi="Arial" w:cs="Arial"/>
                <w:color w:val="000000" w:themeColor="text1"/>
                <w:sz w:val="16"/>
                <w:szCs w:val="16"/>
              </w:rPr>
              <w:t>–</w:t>
            </w: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menedžer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28D5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5370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448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DAC5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887947B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B50B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Lidija Burger, ekonomsko komercialni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F4315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5F89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DB9F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15DC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2C11FBE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FA64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Katarina Gavranovič, naravoslovno matematični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A1A5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F368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5938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BAAB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EFF7EF5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8BF9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Horvat, upravni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A207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C6D3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BA3F0B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97627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866C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CB4256B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2670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Samo Horvat, dipl. upravni organizator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81B0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FF1A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4AD6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2A4AB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085D606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1F8F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Zinka </w:t>
            </w:r>
            <w:proofErr w:type="spellStart"/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Huremagić</w:t>
            </w:r>
            <w:proofErr w:type="spellEnd"/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univ. dipl. inženir agronomije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98CD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C105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C0C5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2B3F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83DEDC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5842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Barbara </w:t>
            </w:r>
            <w:proofErr w:type="spellStart"/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Janaškovič</w:t>
            </w:r>
            <w:proofErr w:type="spellEnd"/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dietetik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698AB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C267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EFB1" w14:textId="77777777" w:rsidR="0084583A" w:rsidRPr="00A75A6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1FF6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3709835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CD206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Zdenka Mihovec, višji upravni delavec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0AEB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B1F0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C127E" w14:textId="77777777" w:rsidR="0084583A" w:rsidRPr="00A75A6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1821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678052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0A84" w14:textId="77777777" w:rsidR="0084583A" w:rsidRPr="000410B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10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Neža Može,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diplomant javne uprave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1496" w14:textId="77777777" w:rsidR="0084583A" w:rsidRPr="000410B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10B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A5E5" w14:textId="77777777" w:rsidR="0084583A" w:rsidRPr="000410BC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F1AAF" w14:textId="77777777" w:rsidR="0084583A" w:rsidRPr="000410BC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72E7" w14:textId="604134FE" w:rsidR="0084583A" w:rsidRPr="000410BC" w:rsidRDefault="00CA5A9C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D684000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642E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Nives Novak, ekonomski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52476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7DFC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62C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1273" w14:textId="77777777" w:rsidR="0084583A" w:rsidRPr="00A75A6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A0D1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04CAD82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242E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Rus, gimnazijski maturant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4CD01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98678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12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nalogah iz pristojnosti </w:t>
            </w:r>
            <w:r w:rsidRPr="00BA3F0B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5AAD" w14:textId="77777777" w:rsidR="0084583A" w:rsidRPr="00A75A6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515A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D5DF703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921F8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Leonida Sambol, ekonomski tehnik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8D8BB" w14:textId="77777777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77E2" w14:textId="77777777" w:rsidR="0084583A" w:rsidRPr="00A75A6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CD6D127" w14:textId="29B16E7E" w:rsidR="0084583A" w:rsidRPr="00A75A6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enostavnih upravnih postopkih iz pristojnosti </w:t>
            </w:r>
            <w:r w:rsidR="00C96C98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2738C" w14:textId="77777777" w:rsidR="0084583A" w:rsidRPr="00A75A6E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AC68" w14:textId="77777777" w:rsidR="0084583A" w:rsidRPr="00A75A6E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EC01EE" w14:paraId="2057D572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C6D5" w14:textId="5D69ED38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Sabina Štirn, dipl. ekonomist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C653" w14:textId="27E14E58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4A6D" w14:textId="276DF127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64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 w:rsidRPr="00E427F6">
              <w:rPr>
                <w:rFonts w:ascii="Arial" w:hAnsi="Arial" w:cs="Arial"/>
                <w:color w:val="000000" w:themeColor="text1"/>
                <w:sz w:val="16"/>
                <w:szCs w:val="16"/>
              </w:rPr>
              <w:t>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FFD22" w14:textId="77777777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CA68" w14:textId="22A06E26" w:rsidR="00EC01EE" w:rsidRPr="00A75A6E" w:rsidRDefault="00EC01EE" w:rsidP="00EC01E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EC01EE" w14:paraId="7B5D5266" w14:textId="77777777" w:rsidTr="007F7538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F0C6" w14:textId="77777777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Sabina Tomc, univ. dipl. ekonomist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CF19" w14:textId="77777777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AC87" w14:textId="77777777" w:rsidR="00EC01EE" w:rsidRPr="00A75A6E" w:rsidRDefault="00EC01EE" w:rsidP="00EC01EE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647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 za obdavčitev fizičnih oseb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8497" w14:textId="77777777" w:rsidR="00EC01EE" w:rsidRPr="00A75A6E" w:rsidRDefault="00EC01EE" w:rsidP="00EC01E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94FC" w14:textId="77777777" w:rsidR="00EC01EE" w:rsidRPr="00A75A6E" w:rsidRDefault="00EC01EE" w:rsidP="00EC01E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5A6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462EFE80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2B424CB" w14:textId="477DAA4C" w:rsidR="0084583A" w:rsidRDefault="0084583A" w:rsidP="0084583A">
      <w:pPr>
        <w:pStyle w:val="podpisi"/>
        <w:tabs>
          <w:tab w:val="clear" w:pos="3402"/>
          <w:tab w:val="center" w:pos="7371"/>
        </w:tabs>
        <w:rPr>
          <w:rFonts w:ascii="Arial" w:hAnsi="Arial" w:cs="Arial"/>
          <w:color w:val="000000" w:themeColor="text1"/>
          <w:lang w:val="sl-SI"/>
        </w:rPr>
      </w:pPr>
    </w:p>
    <w:p w14:paraId="3AFAF3FC" w14:textId="77777777" w:rsidR="006A5B3F" w:rsidRDefault="006A5B3F" w:rsidP="0084583A">
      <w:pPr>
        <w:pStyle w:val="podpisi"/>
        <w:tabs>
          <w:tab w:val="clear" w:pos="3402"/>
          <w:tab w:val="center" w:pos="7371"/>
        </w:tabs>
        <w:rPr>
          <w:rFonts w:ascii="Arial" w:hAnsi="Arial" w:cs="Arial"/>
          <w:color w:val="000000" w:themeColor="text1"/>
          <w:lang w:val="sl-SI"/>
        </w:rPr>
      </w:pPr>
    </w:p>
    <w:p w14:paraId="13F46461" w14:textId="77777777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  <w:r w:rsidRPr="0066349E">
        <w:rPr>
          <w:rFonts w:ascii="Arial" w:hAnsi="Arial" w:cs="Arial"/>
          <w:b/>
          <w:color w:val="000000" w:themeColor="text1"/>
        </w:rPr>
        <w:t>SEKTOR ZA OBDAVČITEV GOSPODARSKIH SUBJEKTOV</w:t>
      </w:r>
    </w:p>
    <w:p w14:paraId="21BB8E8B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35831E7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1"/>
        <w:gridCol w:w="1780"/>
        <w:gridCol w:w="2356"/>
        <w:gridCol w:w="1183"/>
        <w:gridCol w:w="1268"/>
      </w:tblGrid>
      <w:tr w:rsidR="007E02F7" w14:paraId="6E3B4617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F48B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315F14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BD6AF65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BE2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22CA3" w14:textId="3B8336DD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705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03C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57A4F44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2BFCFCB6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CD072" w14:textId="0E2EA54E" w:rsidR="0084583A" w:rsidRPr="002C056F" w:rsidRDefault="00F43F9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Marija Vilhar Hegler, univ. dipl. ekonomist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59B6D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svetnik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81BD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upravnih zadevah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5DAAC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B600" w14:textId="77777777" w:rsidR="0084583A" w:rsidRPr="002C056F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23779C60" w14:textId="77777777" w:rsidR="0084583A" w:rsidRPr="001D7466" w:rsidRDefault="0084583A" w:rsidP="0084583A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3EB6C293" w14:textId="77777777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812A269" w14:textId="77777777" w:rsidR="00357E8E" w:rsidRDefault="00357E8E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86C8E0A" w14:textId="77777777" w:rsidR="00357E8E" w:rsidRDefault="00357E8E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39A1246" w14:textId="77777777" w:rsidR="00357E8E" w:rsidRDefault="00357E8E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136BBE5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DC56921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93B92D9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9E41CAD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1ADC7E2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E28E652" w14:textId="77777777" w:rsidR="006A5B3F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45367FC" w14:textId="42D9F215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DAVKE OD DOHODKOV IZ POSLOVANJA</w:t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</w:p>
    <w:p w14:paraId="0EC8D537" w14:textId="77777777" w:rsidR="0084583A" w:rsidRPr="00EE62A5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9A847F7" w14:textId="77777777" w:rsidR="0084583A" w:rsidRPr="001D7466" w:rsidRDefault="0084583A" w:rsidP="0084583A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6"/>
        <w:gridCol w:w="1784"/>
        <w:gridCol w:w="2357"/>
        <w:gridCol w:w="1183"/>
        <w:gridCol w:w="1268"/>
      </w:tblGrid>
      <w:tr w:rsidR="007E02F7" w14:paraId="7078149D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B648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6FA6C30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6B95637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EB8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7A07E" w14:textId="2DA3BBE3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4EFE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E4A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4CA4FC8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5D40EBE9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BC1D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Mojca Vadnov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96526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A342D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ostopkih iz pristojnosti </w:t>
            </w: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>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0863B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3DC7" w14:textId="77777777" w:rsidR="0084583A" w:rsidRPr="002C056F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15EAE9B6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23B6" w14:textId="77777777" w:rsidR="0084583A" w:rsidRPr="00910A0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>Urška Berden,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BD56" w14:textId="347B62C0" w:rsidR="0084583A" w:rsidRPr="00910A0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AA2BE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32E7" w14:textId="77777777" w:rsidR="0084583A" w:rsidRPr="00910A0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BDA2" w14:textId="77777777" w:rsidR="0084583A" w:rsidRPr="00910A04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B11D" w14:textId="77777777" w:rsidR="0084583A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FA48764" w14:textId="77777777" w:rsidR="0084583A" w:rsidRPr="00910A0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    </w:t>
            </w:r>
            <w:r w:rsidRPr="00910A0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DB0C9F5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B19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Bobnar,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1E0A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05A72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A812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A084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FEB9BC9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0AC53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Danijela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Davidović,</w:t>
            </w:r>
          </w:p>
          <w:p w14:paraId="061FAA6C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A28B" w14:textId="184C3E0A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AA44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6689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35B42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BC7C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AF7D07" w14:paraId="26D7410E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7778" w14:textId="77777777" w:rsidR="00AF7D07" w:rsidRPr="002C056F" w:rsidRDefault="00AF7D07" w:rsidP="00AF7D0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Danijela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Davidović,</w:t>
            </w:r>
          </w:p>
          <w:p w14:paraId="35362E1E" w14:textId="3428051F" w:rsidR="00AF7D07" w:rsidRPr="002C056F" w:rsidRDefault="00AF7D07" w:rsidP="00AF7D0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01C6" w14:textId="7545F74C" w:rsidR="00AF7D07" w:rsidRPr="002C056F" w:rsidRDefault="00AF7D0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F0B5" w14:textId="3C22DBE9" w:rsidR="00AF7D07" w:rsidRPr="002C056F" w:rsidRDefault="00AF7D07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0272F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 znižanja, oprostitve in vračila davčnega odtegljaja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1943" w14:textId="694B5CFA" w:rsidR="00AF7D07" w:rsidRPr="002C056F" w:rsidRDefault="00AF7D07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DA16" w14:textId="77777777" w:rsidR="00AF7D07" w:rsidRPr="002C056F" w:rsidRDefault="00AF7D07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D9D0FAF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7DC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Tina Felc Stan,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378D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15C1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7EC8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68730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D513ECC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7ED8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Katarina Finžgar Malovrh, diplomant javne uprave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0F3E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9139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E70F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22DD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B346585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C8AA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Matjaž Gajšek, ekonomist za analize in planiranje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F036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01E9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2D9F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0EC5" w14:textId="77777777" w:rsidR="0084583A" w:rsidRPr="00344A3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52FDEA9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783DE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Tadeja Gorup, dipl.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D2B5" w14:textId="7F384C80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D177E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5BA5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A661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9E1E" w14:textId="77777777" w:rsidR="0084583A" w:rsidRPr="00344A30" w:rsidRDefault="00000000" w:rsidP="00E9759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5953D68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B351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Nadja Hauptman,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ED90" w14:textId="39D1F859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67120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7D90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C566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837D" w14:textId="77777777" w:rsidR="0084583A" w:rsidRPr="00344A30" w:rsidRDefault="00000000" w:rsidP="00E9759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59AB62A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A74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Hotujec, ekonomist za analize in planiranje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4417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D749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D674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DCD5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C0A0DDB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3A8E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0272F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Hotujec, ekonomist za analize in planiranje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367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0272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88F9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0272F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 znižanja, oprostitve in vračila davčnega odtegljaja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05C0C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0272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1CEA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46280E6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6406" w14:textId="77777777" w:rsidR="0084583A" w:rsidRPr="0040272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David Jeseničnik,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0F60" w14:textId="37553C62" w:rsidR="0084583A" w:rsidRPr="0040272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D1492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</w:t>
            </w:r>
            <w:r w:rsidR="00D1492D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9D82" w14:textId="77777777" w:rsidR="0084583A" w:rsidRPr="0040272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D5094" w14:textId="77777777" w:rsidR="0084583A" w:rsidRPr="00657249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1B20" w14:textId="77777777" w:rsidR="0084583A" w:rsidRPr="00657249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D5B9174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F56F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Klopčič, višji upravni delavec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8329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77B95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EC1A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8DB7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0D2FF9E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DF3D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Urška Knez,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07AB" w14:textId="4E6E7885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E84DC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  <w:r w:rsidR="00E84DCC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032A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2624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22A6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D51E1F8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048D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Manca Logar,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C58E3" w14:textId="18CF3B79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8815D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</w:p>
          <w:p w14:paraId="10DABC3B" w14:textId="1805B058" w:rsidR="0084583A" w:rsidRPr="00344A30" w:rsidRDefault="008815D1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ED04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8742B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548F" w14:textId="77777777" w:rsidR="0084583A" w:rsidRPr="00344A3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EBA7F98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AFDA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Matija Magajna, univ. dipl. upravni organizator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FFFB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2C74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4A0B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82AAF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F8D73BE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EC85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Medved, univ. dipl. politolog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7F5C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CC7A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5F47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0367" w14:textId="77777777" w:rsidR="0084583A" w:rsidRPr="00344A3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A3436DA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F406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>Jana Mittoni,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76645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219B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2E85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7DC8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A326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9387E13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10D4" w14:textId="77777777" w:rsidR="0084583A" w:rsidRPr="00BA326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Simon Ostanek, diplomant upravnih ved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615E" w14:textId="77777777" w:rsidR="0084583A" w:rsidRPr="00BA326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III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3083" w14:textId="77777777" w:rsidR="0084583A" w:rsidRPr="00BA326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D182" w14:textId="77777777" w:rsidR="0084583A" w:rsidRPr="00BA326B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1960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E0A8F" w14:paraId="681D056B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960A" w14:textId="1E0D6ABF" w:rsidR="00FE0A8F" w:rsidRPr="00344A30" w:rsidRDefault="00FE0A8F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Danijela Osvald Mičanović,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A652" w14:textId="5D266FE9" w:rsidR="00FE0A8F" w:rsidRPr="00344A30" w:rsidRDefault="00FE0A8F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6378" w14:textId="6B2D2193" w:rsidR="00FE0A8F" w:rsidRPr="00344A30" w:rsidRDefault="00FE0A8F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B79A" w14:textId="77777777" w:rsidR="00FE0A8F" w:rsidRPr="00BA326B" w:rsidRDefault="00FE0A8F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073F4" w14:textId="3D60A656" w:rsidR="00FE0A8F" w:rsidRPr="00344A30" w:rsidRDefault="00FE0A8F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52D5CEE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5EAA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Olga Oven,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8FB4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AE1B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00BF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8F68" w14:textId="77777777" w:rsidR="0084583A" w:rsidRPr="00344A3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3D4CE08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C943" w14:textId="2C063721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Tanja Perčič, dipl. organizator </w:t>
            </w:r>
            <w:r w:rsidR="0087684A">
              <w:rPr>
                <w:rFonts w:ascii="Arial" w:hAnsi="Arial" w:cs="Arial"/>
                <w:color w:val="000000" w:themeColor="text1"/>
                <w:sz w:val="16"/>
                <w:szCs w:val="16"/>
              </w:rPr>
              <w:t>–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menedžer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EF06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914C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DB77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2950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0E5B72E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FF4B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Lidija Pugelj, univ.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EB9C9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302F" w14:textId="77777777" w:rsidR="0084583A" w:rsidRPr="00344A3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3E96" w14:textId="77777777" w:rsidR="0084583A" w:rsidRPr="00344A3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CD39" w14:textId="77777777" w:rsidR="0084583A" w:rsidRPr="00344A3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6831BD5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57BE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Karmen Šuštaršič Drašlar, dipl. ekonomist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13C7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8784" w14:textId="77777777" w:rsidR="0084583A" w:rsidRPr="002C056F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C513" w14:textId="77777777" w:rsidR="0084583A" w:rsidRPr="002C056F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0F84" w14:textId="77777777" w:rsidR="0084583A" w:rsidRPr="002C056F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D6385" w14:paraId="729A8E96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B543" w14:textId="37AECCFD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Vehar, dipl. upravni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A0FC" w14:textId="7E2D1D01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1AEA1" w14:textId="662B565E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0A1E" w14:textId="77777777" w:rsidR="00CD6385" w:rsidRPr="002C056F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1DA25" w14:textId="57B74984" w:rsidR="00CD6385" w:rsidRPr="002C056F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4A3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D6385" w14:paraId="381BCAF8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05D5" w14:textId="75F81D0F" w:rsidR="00CD6385" w:rsidRPr="00A01E63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Marta Vesel, višji upravni delavec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813D" w14:textId="23A05C13" w:rsidR="00CD6385" w:rsidRPr="00A01E63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D839" w14:textId="41E9F58E" w:rsidR="00CD6385" w:rsidRPr="00A01E63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0576" w14:textId="77777777" w:rsidR="00CD6385" w:rsidRPr="00A01E63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31FE" w14:textId="4AB3FB86" w:rsidR="00CD6385" w:rsidRPr="00A01E63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D6385" w14:paraId="51DB6302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662F0" w14:textId="24DC7692" w:rsidR="00CD6385" w:rsidRPr="00344A30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Polona Vrečar, univ. dipl.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58AC" w14:textId="586BB1C7" w:rsidR="00CD6385" w:rsidRPr="00344A30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7CE6" w14:textId="4D46D429" w:rsidR="00CD6385" w:rsidRPr="00344A30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davke od dohodkov iz poslovanja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06929" w14:textId="77777777" w:rsidR="00CD6385" w:rsidRPr="00344A30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090E" w14:textId="65AFFA4B" w:rsidR="00CD6385" w:rsidRPr="00344A30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C056F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D6385" w14:paraId="247B96E9" w14:textId="77777777" w:rsidTr="007F7538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268E" w14:textId="5444859F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14197">
              <w:rPr>
                <w:rFonts w:ascii="Arial" w:hAnsi="Arial" w:cs="Arial"/>
                <w:color w:val="000000" w:themeColor="text1"/>
                <w:sz w:val="16"/>
                <w:szCs w:val="16"/>
              </w:rPr>
              <w:t>Polona Vrečar, univ. dipl. organizator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05D3" w14:textId="65C5D8BC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14197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739A" w14:textId="326C4237" w:rsidR="00CD6385" w:rsidRPr="002C056F" w:rsidRDefault="00CD6385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14197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 znižanja, oprostitve in vračila davčnega odtegljaja iz pristojnosti urada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AFD7" w14:textId="7E34F472" w:rsidR="00CD6385" w:rsidRPr="002C056F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14197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9D39" w14:textId="5092A9A8" w:rsidR="00CD6385" w:rsidRPr="002C056F" w:rsidRDefault="00CD6385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5C2DB8A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D527881" w14:textId="77777777" w:rsidR="0084583A" w:rsidRPr="001D7466" w:rsidRDefault="0084583A" w:rsidP="0084583A">
      <w:pPr>
        <w:jc w:val="center"/>
        <w:rPr>
          <w:rFonts w:ascii="Arial" w:hAnsi="Arial" w:cs="Arial"/>
          <w:b/>
          <w:color w:val="000000" w:themeColor="text1"/>
        </w:rPr>
      </w:pPr>
    </w:p>
    <w:p w14:paraId="4FE5BC70" w14:textId="77777777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PRISPEVKE</w:t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1</w:t>
      </w:r>
    </w:p>
    <w:p w14:paraId="3B7AEAC8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</w:rPr>
      </w:pPr>
    </w:p>
    <w:p w14:paraId="758DC92E" w14:textId="77777777" w:rsidR="0084583A" w:rsidRPr="001D7466" w:rsidRDefault="0084583A" w:rsidP="0084583A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0"/>
        <w:gridCol w:w="28"/>
        <w:gridCol w:w="1762"/>
        <w:gridCol w:w="2358"/>
        <w:gridCol w:w="1183"/>
        <w:gridCol w:w="1267"/>
      </w:tblGrid>
      <w:tr w:rsidR="007E02F7" w14:paraId="36A98FD3" w14:textId="77777777" w:rsidTr="007F7538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D15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524AB22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16A22B5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5448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3CBE8" w14:textId="43E89435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278B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1057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4F8C4F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790B23C3" w14:textId="77777777" w:rsidTr="007F7538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F65CD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Mateja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Hernec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, mag.  ekonomskih in poslovnih ved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11C46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6891E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6F5A7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D286" w14:textId="77777777" w:rsidR="0084583A" w:rsidRPr="00A01E63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4E1D89D1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DBD0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Maja Čučnik,      ekonomist za analize in planiranje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8AA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55E7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56F6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DF42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B6FAFFF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028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Majda Fink, </w:t>
            </w:r>
          </w:p>
          <w:p w14:paraId="6596A239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A52DA" w14:textId="403DB52C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FA0E2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4F7B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1D2B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ABB49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7A65690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F8043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Damjana Gerl, </w:t>
            </w:r>
          </w:p>
          <w:p w14:paraId="1BA84DC7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910E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7DAF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73DF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0EED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063B5FA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C28F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Darja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Gotar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5F5B9F2B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62FCD" w14:textId="7705EC31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44114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BCFC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316DF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1E48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1F7309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218B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Alenka Kavčič,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8B6A6" w14:textId="336F62A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31071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E08A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C6A1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E6AE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493AC22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CE13B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Tjaša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Kezele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, poslovni sekretar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80C7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454E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BA92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348FB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E00A59C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C8C1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Marija Košir,</w:t>
            </w:r>
          </w:p>
          <w:p w14:paraId="6DC547BD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FD4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1136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39F5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30B7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E2EEB2D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E364D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Tatjana Kračman, 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FFB7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DDDB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F440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FEFC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6D86146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1130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Marija Lavtižar, </w:t>
            </w:r>
          </w:p>
          <w:p w14:paraId="48FD313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komercialno dejavnost,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999F" w14:textId="77777777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45E5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59EE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BD20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AF1B856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87C98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Jožica Lukančič, 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959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329A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08F4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254C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741C73B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B274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Anita Mav,</w:t>
            </w:r>
          </w:p>
          <w:p w14:paraId="7E7FE5AD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2060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C689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506E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83EB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1851578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4FBC0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Tanja Ostanek, 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ABC02" w14:textId="06EB6DB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0E273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6899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8A78D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8A43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D75252E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54A13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Simona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Ošlovnik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1F479E8F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A938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 svetovalec specialist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A97F1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E724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542E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F975C1D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01F97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Milena Rotar, </w:t>
            </w:r>
          </w:p>
          <w:p w14:paraId="3568C171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E0DF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962B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AA38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DB77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B17AB31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B659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Rozman</w:t>
            </w:r>
          </w:p>
          <w:p w14:paraId="1221713E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2033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DE1E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2B3F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EDD96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A86B18" w14:paraId="35D5CB5F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4864" w14:textId="71C4D629" w:rsidR="00A86B18" w:rsidRPr="00A01E63" w:rsidRDefault="00A86B18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Mojca Rožanc, dipl.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2F998" w14:textId="35279E2A" w:rsidR="00A86B18" w:rsidRPr="00A01E63" w:rsidRDefault="001A34FE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</w:t>
            </w:r>
            <w:r w:rsidR="00A86B18">
              <w:rPr>
                <w:rFonts w:ascii="Arial" w:hAnsi="Arial" w:cs="Arial"/>
                <w:color w:val="000000" w:themeColor="text1"/>
                <w:sz w:val="16"/>
                <w:szCs w:val="16"/>
              </w:rPr>
              <w:t>vetovalec</w:t>
            </w:r>
            <w:r w:rsidR="0062074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="00A86B1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E312F" w14:textId="6AA7A802" w:rsidR="00A86B18" w:rsidRPr="00A01E63" w:rsidRDefault="00A86B18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A04D" w14:textId="77777777" w:rsidR="00A86B18" w:rsidRPr="00A01E63" w:rsidRDefault="00A86B1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FAE13" w14:textId="40C7D05F" w:rsidR="00A86B18" w:rsidRPr="00A01E63" w:rsidRDefault="00A86B18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A64BC04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F5FA0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Marinka Sever, administrativni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45B62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ABC6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976F" w14:textId="77777777" w:rsidR="0084583A" w:rsidRPr="00462A6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4243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5DA943F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D975B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Judita Škoda, </w:t>
            </w:r>
          </w:p>
          <w:p w14:paraId="33F456D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4A60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Finančni kontrolor višji svetovalec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93FE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4041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D44D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F751F9C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FB8A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Tanja Udovč, </w:t>
            </w:r>
          </w:p>
          <w:p w14:paraId="323FE85A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8B0D" w14:textId="67D7D8C0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2326A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06112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9FDE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9E78F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DBAF66E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622A" w14:textId="21D2820D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Martina Vidic, </w:t>
            </w:r>
            <w:r w:rsidR="00A90DC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dipl. </w:t>
            </w: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organizator </w:t>
            </w:r>
            <w:r w:rsidR="00A90DC0">
              <w:rPr>
                <w:rFonts w:ascii="Arial" w:hAnsi="Arial" w:cs="Arial"/>
                <w:color w:val="000000" w:themeColor="text1"/>
                <w:sz w:val="16"/>
                <w:szCs w:val="16"/>
              </w:rPr>
              <w:t>trajnostnega turizma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AB78" w14:textId="734557C5" w:rsidR="0084583A" w:rsidRPr="00A01E63" w:rsidRDefault="002D688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D5A3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AD27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169F7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1C563FD" w14:textId="77777777" w:rsidTr="007F7538"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C1A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Danuta Vidmar, </w:t>
            </w:r>
          </w:p>
          <w:p w14:paraId="6AEE5938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979A" w14:textId="0BAF483A" w:rsidR="0084583A" w:rsidRPr="0012158D" w:rsidRDefault="00EA48C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DC43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F711" w14:textId="77777777" w:rsidR="0084583A" w:rsidRPr="0012158D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2369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2C99A984" w14:textId="77777777" w:rsidR="0084583A" w:rsidRPr="001D7466" w:rsidRDefault="0084583A" w:rsidP="0084583A">
      <w:pPr>
        <w:pStyle w:val="podpisi"/>
        <w:tabs>
          <w:tab w:val="clear" w:pos="3402"/>
          <w:tab w:val="center" w:pos="7371"/>
        </w:tabs>
        <w:jc w:val="center"/>
        <w:rPr>
          <w:rFonts w:ascii="Arial" w:hAnsi="Arial" w:cs="Arial"/>
          <w:b/>
          <w:color w:val="000000" w:themeColor="text1"/>
          <w:lang w:val="sl-SI"/>
        </w:rPr>
      </w:pPr>
    </w:p>
    <w:p w14:paraId="5B64CAC5" w14:textId="77777777" w:rsidR="0084583A" w:rsidRDefault="0084583A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4C3D2B7" w14:textId="77777777" w:rsidR="0084583A" w:rsidRPr="0066349E" w:rsidRDefault="00000000" w:rsidP="0084583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ODDELEK ZA PRISPEVKE 2</w:t>
      </w:r>
    </w:p>
    <w:p w14:paraId="27778695" w14:textId="77777777" w:rsidR="0084583A" w:rsidRPr="001D7466" w:rsidRDefault="0084583A" w:rsidP="0084583A">
      <w:pPr>
        <w:pStyle w:val="podpisi"/>
        <w:tabs>
          <w:tab w:val="clear" w:pos="3402"/>
          <w:tab w:val="center" w:pos="7371"/>
        </w:tabs>
        <w:jc w:val="center"/>
        <w:rPr>
          <w:rFonts w:ascii="Arial" w:hAnsi="Arial" w:cs="Arial"/>
          <w:b/>
          <w:color w:val="000000" w:themeColor="text1"/>
          <w:lang w:val="sl-SI"/>
        </w:rPr>
      </w:pPr>
    </w:p>
    <w:p w14:paraId="2F72BC46" w14:textId="77777777" w:rsidR="0084583A" w:rsidRPr="001D7466" w:rsidRDefault="0084583A" w:rsidP="0084583A">
      <w:pPr>
        <w:pStyle w:val="podpisi"/>
        <w:tabs>
          <w:tab w:val="clear" w:pos="3402"/>
          <w:tab w:val="center" w:pos="7371"/>
        </w:tabs>
        <w:jc w:val="center"/>
        <w:rPr>
          <w:rFonts w:ascii="Arial" w:hAnsi="Arial" w:cs="Arial"/>
          <w:b/>
          <w:color w:val="000000" w:themeColor="text1"/>
          <w:lang w:val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8"/>
        <w:gridCol w:w="1762"/>
        <w:gridCol w:w="2358"/>
        <w:gridCol w:w="1183"/>
        <w:gridCol w:w="1267"/>
      </w:tblGrid>
      <w:tr w:rsidR="007E02F7" w14:paraId="4DD4F374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A178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231862D8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994C1A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CF15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2C2C" w14:textId="79EE2568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822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066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E9E66A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4CB1C00B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C7A6F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Jasna Platovšek, univerzitetni diplomirani politolog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1F79A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8B6A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2B63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E528E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733B0604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3126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Sonja Boc,</w:t>
            </w:r>
          </w:p>
          <w:p w14:paraId="46675FC3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poslovni sekretar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9755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430A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A215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FC77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0117C8C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CEC6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Barbara </w:t>
            </w:r>
            <w:proofErr w:type="spellStart"/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Ferenčina</w:t>
            </w:r>
            <w:proofErr w:type="spellEnd"/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7BA35D90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6322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CF914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330F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822B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9EB9599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C0EE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Brigita Golob,</w:t>
            </w:r>
          </w:p>
          <w:p w14:paraId="716D3B88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CC6B" w14:textId="2B406FF3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461B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</w:t>
            </w:r>
            <w:r w:rsidR="00461B6B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C9AA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395A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0D2E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8B64306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DA0A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Mariana Gosar Kocutar, ekonomski tehnik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61BC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5AAA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FEC6" w14:textId="77777777" w:rsidR="0084583A" w:rsidRPr="00462A6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9FC05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C437233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3D02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Bernarda Jagodic, organizator dela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F4AE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075E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96D80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AA4DD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FB7CAC" w14:paraId="7BBF8654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C8C6" w14:textId="5DE6BAF8" w:rsidR="00FB7CAC" w:rsidRPr="00A01E63" w:rsidRDefault="00FB7CAC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Janja Japeelj, dipl. organizator manager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A3677" w14:textId="34B1A411" w:rsidR="00FB7CAC" w:rsidRDefault="00FB7CAC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213C" w14:textId="2C2415F2" w:rsidR="00FB7CAC" w:rsidRPr="00A01E63" w:rsidRDefault="00FB7CAC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FE8DD" w14:textId="77777777" w:rsidR="00FB7CAC" w:rsidRPr="00A01E63" w:rsidRDefault="00FB7CAC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55FF8" w14:textId="7391C863" w:rsidR="00FB7CAC" w:rsidRPr="00A01E63" w:rsidRDefault="00FB7CAC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2DA01ED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E60B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Alenka Jovanović, ekonomsko komercialni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13D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I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9212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77F27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C101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95A447A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D4A3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Križ, </w:t>
            </w:r>
          </w:p>
          <w:p w14:paraId="0C524EA7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238D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AB9E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AC9C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98D7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4B94BD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CF7D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Kristina Ličen, </w:t>
            </w:r>
          </w:p>
          <w:p w14:paraId="1B81E014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27DF" w14:textId="2D053600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0731B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7039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A2F38" w14:textId="77777777" w:rsidR="0084583A" w:rsidRPr="00462A60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2627E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D836080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8A86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 xml:space="preserve">Manja Malovrh,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EE85B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4D54F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00E7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78984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06C5AE3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D647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Matejka Molan,</w:t>
            </w:r>
          </w:p>
          <w:p w14:paraId="1E3E6272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849B" w14:textId="77777777" w:rsidR="0084583A" w:rsidRPr="00462A6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2A6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1C4D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A8B0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454C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57BB1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8DF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Pejović, administrativni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B60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99D81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46D6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6BF1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1A5FBE0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23B13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Maja Pirman, </w:t>
            </w:r>
          </w:p>
          <w:p w14:paraId="53913C31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FA0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5476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3EBE4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4612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E7B4EC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CAA52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Plečnik, 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05D9" w14:textId="30D95CE8" w:rsidR="0084583A" w:rsidRPr="00A01E63" w:rsidRDefault="00885CC3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2B8D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9245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36EF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F7EFD0B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B28D3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Jana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Purkart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04AA0764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278D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03BE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80B7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CD83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65FAE5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82C3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Sonja Seničar, </w:t>
            </w:r>
          </w:p>
          <w:p w14:paraId="18AB3EAC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F910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Referent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DDF0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nalogah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153C" w14:textId="77777777" w:rsidR="0084583A" w:rsidRPr="00DC71C8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587F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3B47D90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28C2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Mateja Sluga, </w:t>
            </w:r>
          </w:p>
          <w:p w14:paraId="2A7587C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7778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 svetovalec 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390B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3DF9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77A4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CA71B78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AC85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Marienka Struhar, </w:t>
            </w:r>
          </w:p>
          <w:p w14:paraId="78842E6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E9B6" w14:textId="5B3B8E33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CC20C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3A3FD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F595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295A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8BA4CD7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7FC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Lidija Suhadolnik, dipl. upravni organizator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673C" w14:textId="77777777" w:rsidR="0084583A" w:rsidRPr="00A01E6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567F" w14:textId="77777777" w:rsidR="0084583A" w:rsidRPr="00A01E6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0DB2" w14:textId="77777777" w:rsidR="0084583A" w:rsidRPr="00A01E6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2B0D" w14:textId="77777777" w:rsidR="0084583A" w:rsidRPr="00A01E6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CF5462" w14:paraId="65D92163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4DAA" w14:textId="6BE225B2" w:rsidR="00CF5462" w:rsidRPr="00A01E63" w:rsidRDefault="00CF546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Svoljšak, profesor biologije in gospodinjstva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487A" w14:textId="0E177FC0" w:rsidR="00CF5462" w:rsidRPr="00A01E63" w:rsidRDefault="00CF546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461B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425E" w14:textId="44F6ADE4" w:rsidR="00CF5462" w:rsidRPr="00A01E63" w:rsidRDefault="00CF5462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E603" w14:textId="77777777" w:rsidR="00CF5462" w:rsidRPr="00A01E63" w:rsidRDefault="00CF5462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B0770" w14:textId="4D872BCA" w:rsidR="00CF5462" w:rsidRPr="00A01E63" w:rsidRDefault="00CF5462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9517DB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BA02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Mojca Štibernik, </w:t>
            </w:r>
          </w:p>
          <w:p w14:paraId="0546B9C5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6248" w14:textId="39F6542B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50036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21F9" w14:textId="77777777" w:rsidR="0084583A" w:rsidRPr="0012158D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21AD" w14:textId="77777777" w:rsidR="0084583A" w:rsidRPr="0012158D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0C9FB" w14:textId="77777777" w:rsidR="0084583A" w:rsidRPr="0012158D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2158D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1611BB" w14:paraId="06291FC2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F6F8" w14:textId="77777777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Alenka </w:t>
            </w:r>
            <w:proofErr w:type="spellStart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Zalta</w:t>
            </w:r>
            <w:proofErr w:type="spellEnd"/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4651E0E1" w14:textId="220B7B30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CDF25" w14:textId="52D71996" w:rsidR="001611BB" w:rsidRPr="00A01E63" w:rsidRDefault="002D79AC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6C41" w14:textId="5721EF2B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BCFA" w14:textId="77777777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0819C" w14:textId="19FDBCA4" w:rsidR="001611BB" w:rsidRPr="00A01E63" w:rsidRDefault="001611BB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1611BB" w14:paraId="7F006727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39B3" w14:textId="0136859B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Maruška Zgonec, 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C7F89" w14:textId="3AC47DEF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A030" w14:textId="2E5E2E5C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prispevke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F6D5" w14:textId="77777777" w:rsidR="001611BB" w:rsidRPr="00A01E63" w:rsidRDefault="001611B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EEFF" w14:textId="26465A66" w:rsidR="001611BB" w:rsidRPr="00A01E63" w:rsidRDefault="001611BB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01E6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2EAA98B5" w14:textId="77777777" w:rsidR="0084583A" w:rsidRDefault="0084583A" w:rsidP="0084583A">
      <w:pPr>
        <w:pStyle w:val="podpisi"/>
        <w:tabs>
          <w:tab w:val="clear" w:pos="3402"/>
          <w:tab w:val="center" w:pos="7371"/>
        </w:tabs>
        <w:rPr>
          <w:rFonts w:ascii="Arial" w:hAnsi="Arial" w:cs="Arial"/>
          <w:color w:val="000000" w:themeColor="text1"/>
          <w:lang w:val="sl-SI"/>
        </w:rPr>
      </w:pPr>
    </w:p>
    <w:p w14:paraId="5727439A" w14:textId="77777777" w:rsidR="00122D61" w:rsidRDefault="00122D61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02DF459" w14:textId="63949BBB" w:rsidR="0084583A" w:rsidRPr="0066349E" w:rsidRDefault="00D05118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O</w:t>
      </w: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DDELEK ZA DDV</w:t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1</w:t>
      </w:r>
    </w:p>
    <w:p w14:paraId="6E03BAC5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020F980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1"/>
        <w:gridCol w:w="1777"/>
        <w:gridCol w:w="2549"/>
        <w:gridCol w:w="993"/>
        <w:gridCol w:w="1268"/>
      </w:tblGrid>
      <w:tr w:rsidR="007E02F7" w14:paraId="3C191D9A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669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C3B6B9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E9B726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68A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E38D" w14:textId="58F95A92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6EF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C6C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5DAF5E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56EC0239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15FA2" w14:textId="77777777" w:rsidR="0084583A" w:rsidRPr="00B01BB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01BBB">
              <w:rPr>
                <w:rFonts w:ascii="Arial" w:hAnsi="Arial" w:cs="Arial"/>
                <w:color w:val="000000" w:themeColor="text1"/>
                <w:sz w:val="16"/>
                <w:szCs w:val="16"/>
              </w:rPr>
              <w:t>Jerneja Rajar,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E96A8" w14:textId="77777777" w:rsidR="0084583A" w:rsidRPr="00B01BB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01BB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657A" w14:textId="77777777" w:rsidR="0084583A" w:rsidRPr="00B01BB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01BB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Oddelka za DDV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C6DF" w14:textId="77777777" w:rsidR="0084583A" w:rsidRPr="00B01BB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D5D32C6" w14:textId="77777777" w:rsidR="0084583A" w:rsidRPr="00CB5724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01BB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C6FE" w14:textId="77777777" w:rsidR="0084583A" w:rsidRPr="00CB5724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77D8C88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E199A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Katarina </w:t>
            </w:r>
            <w:proofErr w:type="spellStart"/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Ait</w:t>
            </w:r>
            <w:proofErr w:type="spellEnd"/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Si Mohamed,      ekonomist za analize in planiranje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8FB12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9802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6F3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E0CCB" w14:textId="77777777" w:rsidR="0084583A" w:rsidRPr="000835DB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B88C47D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50D82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Katarina </w:t>
            </w:r>
            <w:proofErr w:type="spellStart"/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Ait</w:t>
            </w:r>
            <w:proofErr w:type="spellEnd"/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Si Mohamed,      ekonomist za analize in planiranje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EE60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8A8D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2D79" w14:textId="77777777" w:rsidR="0084583A" w:rsidRPr="000835DB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442A" w14:textId="77777777" w:rsidR="0084583A" w:rsidRPr="000835DB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B383482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E951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mag. Maja Bajde </w:t>
            </w:r>
          </w:p>
          <w:p w14:paraId="5D91B6A5" w14:textId="77777777" w:rsidR="0084583A" w:rsidRPr="00FC1913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B933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5AA86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BE14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F894" w14:textId="77777777" w:rsidR="0084583A" w:rsidRPr="00FC1913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470D2E2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34B0C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Damjana Benedik,</w:t>
            </w:r>
          </w:p>
          <w:p w14:paraId="3EA2F3E2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30DDB" w14:textId="526D14F9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 w:rsidR="001F22A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</w:t>
            </w:r>
            <w:r w:rsidR="001F22AE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3B7D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1F557" w14:textId="77777777" w:rsidR="0084583A" w:rsidRPr="008E0554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DD6A8" w14:textId="77777777" w:rsidR="0084583A" w:rsidRPr="008E0554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230C586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6F881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Marija  Bovha, </w:t>
            </w:r>
          </w:p>
          <w:p w14:paraId="7E881C84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E1DF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813D6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BAD4" w14:textId="77777777" w:rsidR="0084583A" w:rsidRPr="008E0554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538CC" w14:textId="77777777" w:rsidR="0084583A" w:rsidRPr="008E0554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BE5E4C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6703C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Urška Dežman, univ.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7D5F" w14:textId="0B1E3C71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="00CC5EE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7B9B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CB7D5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4E02" w14:textId="77777777" w:rsidR="0084583A" w:rsidRPr="000835DB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D38C428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4C98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Urška Dežman, univ.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B4BE6" w14:textId="61E10F73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="00CC5EE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B6084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757C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27700" w14:textId="77777777" w:rsidR="0084583A" w:rsidRPr="000835DB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2D0A" w14:textId="77777777" w:rsidR="0084583A" w:rsidRPr="000835DB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0A099751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FF2F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Urška Dežman, univ.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F80F1" w14:textId="283AEC67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="00CC5EE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299B6" w14:textId="77777777" w:rsidR="0084583A" w:rsidRPr="004A4E15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8DD7" w14:textId="77777777" w:rsidR="0084583A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1702E" w14:textId="77777777" w:rsidR="0084583A" w:rsidRPr="000835DB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7050FAF2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EA29E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Katja Erjavec,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156F9" w14:textId="77777777" w:rsidR="0084583A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2648E" w14:textId="5319007E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 w:rsidR="001E744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843C0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DE03" w14:textId="77777777" w:rsidR="0084583A" w:rsidRPr="000835DB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F1FEDFA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F84B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Gantar,</w:t>
            </w:r>
          </w:p>
          <w:p w14:paraId="45BD421E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E4FE5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B33F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546D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B9996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C79CDC2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6B89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Gantar,</w:t>
            </w:r>
          </w:p>
          <w:p w14:paraId="799F26D4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19ED4" w14:textId="7448A473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291E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58A3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23F0D" w14:textId="77777777" w:rsidR="0084583A" w:rsidRPr="008E0554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18E79B43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76504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Veronika Habjan, dipl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omant 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upravnih ved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B269D" w14:textId="01547AB4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3354C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53EE9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B3D73" w14:textId="77777777" w:rsidR="0084583A" w:rsidRPr="008E0554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1F38" w14:textId="77777777" w:rsidR="0084583A" w:rsidRPr="008E0554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C0B54EF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0CBF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Milena Jerman, </w:t>
            </w:r>
          </w:p>
          <w:p w14:paraId="02C19FBB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8014" w14:textId="2E5147E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C177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737B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21BF7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783E3" w14:textId="77777777" w:rsidR="0084583A" w:rsidRPr="000835DB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99391D0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63AE1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Ana Kecman,</w:t>
            </w:r>
          </w:p>
          <w:p w14:paraId="64CD8C59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E1E87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605F9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stopkih iz pristojnosti Oddelka za DDV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FEEA2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EC29A23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01006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0F89B06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DE63" w14:textId="77777777" w:rsidR="0084583A" w:rsidRPr="00387D0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87D0B">
              <w:rPr>
                <w:rFonts w:ascii="Arial" w:hAnsi="Arial" w:cs="Arial"/>
                <w:color w:val="000000" w:themeColor="text1"/>
                <w:sz w:val="16"/>
                <w:szCs w:val="16"/>
              </w:rPr>
              <w:t>Ana Kecman,</w:t>
            </w:r>
          </w:p>
          <w:p w14:paraId="1F593F54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87D0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384E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87D0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EA6B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757C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DBCB" w14:textId="77777777" w:rsidR="0084583A" w:rsidRPr="00387D0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60CDB2E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87D0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44C9" w14:textId="77777777" w:rsidR="0084583A" w:rsidRPr="00441896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3BC5320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245F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Martin Kodrič, </w:t>
            </w:r>
          </w:p>
          <w:p w14:paraId="3F603FA1" w14:textId="77777777" w:rsidR="0084583A" w:rsidRPr="00387D0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EBB6" w14:textId="77777777" w:rsidR="0084583A" w:rsidRPr="00387D0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0985B" w14:textId="77777777" w:rsidR="0084583A" w:rsidRPr="00387D0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1C2D5" w14:textId="77777777" w:rsidR="0084583A" w:rsidRPr="00387D0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C552C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6B0C968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DB9CF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Maja Oven, </w:t>
            </w:r>
          </w:p>
          <w:p w14:paraId="115E031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9F28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2F70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ostopkih iz pristojnosti Oddelka za DDV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AA1F8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8F78" w14:textId="77777777" w:rsidR="0084583A" w:rsidRPr="00FC1913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6EB8F7F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B7A52" w14:textId="77777777" w:rsidR="0084583A" w:rsidRPr="003646E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646E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Maja Oven, </w:t>
            </w:r>
          </w:p>
          <w:p w14:paraId="2A003F9B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F067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646E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3646E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78A1D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757C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A6D8D" w14:textId="77777777" w:rsidR="0084583A" w:rsidRPr="003646E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BA98D2C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646E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98763" w14:textId="77777777" w:rsidR="0084583A" w:rsidRPr="00441896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7829E106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CD43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Sonja Simić, </w:t>
            </w:r>
          </w:p>
          <w:p w14:paraId="088B50D2" w14:textId="77777777" w:rsidR="0084583A" w:rsidRPr="003646E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834B8" w14:textId="77777777" w:rsidR="0084583A" w:rsidRPr="003646E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6C08" w14:textId="77777777" w:rsidR="0084583A" w:rsidRPr="003646E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4C0B" w14:textId="77777777" w:rsidR="0084583A" w:rsidRPr="003646E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135E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6874149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A853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Sonja Simić, </w:t>
            </w:r>
          </w:p>
          <w:p w14:paraId="23086FD1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5B8D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F3A9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6028" w14:textId="77777777" w:rsidR="0084583A" w:rsidRPr="003646E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9620" w14:textId="77777777" w:rsidR="0084583A" w:rsidRPr="00441896" w:rsidRDefault="0084583A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F522F40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6A81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Renata Škrbec,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C0AA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FF84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48EA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20A4D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74BDCF8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B66B7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Bernardka Škufca,</w:t>
            </w:r>
          </w:p>
          <w:p w14:paraId="27D06ABA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18F2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8B84F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719C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5AD8" w14:textId="77777777" w:rsidR="0084583A" w:rsidRPr="00FC1913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B3A9579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0164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Tome, višji upravni delavec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375D" w14:textId="49F3F862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5F08C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C30E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A283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5ECD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B2F003B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502DF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Robert Tonin,      univ. dipl. sociolog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BFC87" w14:textId="2ABDF19E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530A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</w:t>
            </w:r>
            <w:r w:rsidR="00530AC8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A6E0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C56E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CF92" w14:textId="77777777" w:rsidR="0084583A" w:rsidRPr="00FC1913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835D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810D06F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8E2B9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Mateja </w:t>
            </w:r>
            <w:proofErr w:type="spellStart"/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Weisseisen</w:t>
            </w:r>
            <w:proofErr w:type="spellEnd"/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Pušnik, univ. dipl. ekonomist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EC6D3" w14:textId="562289AF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5103D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</w:t>
            </w:r>
            <w:r w:rsidR="005103DD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E4A8B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91B0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7C295" w14:textId="77777777" w:rsidR="0084583A" w:rsidRPr="000835DB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48FF88" w14:textId="77777777" w:rsidTr="007F7538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8E102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Katerina Katja Zotler, </w:t>
            </w:r>
          </w:p>
          <w:p w14:paraId="3D7CC36C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1DAD3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4D3A1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8E71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085C7" w14:textId="77777777" w:rsidR="0084583A" w:rsidRPr="00441896" w:rsidRDefault="00000000" w:rsidP="00044D9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2A7FCEE3" w14:textId="77777777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430A313" w14:textId="77777777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8ECC3C0" w14:textId="77777777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ODDELEK ZA DDV 2</w:t>
      </w:r>
    </w:p>
    <w:p w14:paraId="0E1E9144" w14:textId="4218B7B3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94C14AF" w14:textId="77777777" w:rsidR="006A5B3F" w:rsidRPr="001D7466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1843"/>
        <w:gridCol w:w="2549"/>
        <w:gridCol w:w="990"/>
        <w:gridCol w:w="1268"/>
      </w:tblGrid>
      <w:tr w:rsidR="007E02F7" w14:paraId="1E13A78C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A27D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0E16582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2000CBC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605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DAD7D" w14:textId="3A8A43EA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Obseg pooblastila </w:t>
            </w:r>
            <w:r w:rsidR="0087684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 področje dela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583F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F97E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7F4314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231BBAB7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5A2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Tanja Meznarič,</w:t>
            </w:r>
          </w:p>
          <w:p w14:paraId="2F02A87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BC46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17C61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82D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201C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87684A" w14:paraId="4157538A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06A4" w14:textId="068B189D" w:rsidR="0087684A" w:rsidRPr="00FC1913" w:rsidRDefault="0087684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Dolinar Irena</w:t>
            </w:r>
            <w:r w:rsidR="00317662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A349" w14:textId="2D9BA2FD" w:rsidR="0087684A" w:rsidRPr="00FC1913" w:rsidRDefault="0031766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AFBF6" w14:textId="3FFDAC48" w:rsidR="0087684A" w:rsidRPr="00FC1913" w:rsidRDefault="0031766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0168" w14:textId="77777777" w:rsidR="0087684A" w:rsidRDefault="0087684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C221" w14:textId="13D35D44" w:rsidR="0087684A" w:rsidRDefault="00317662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3BC0632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BC85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Gostiša,</w:t>
            </w:r>
          </w:p>
          <w:p w14:paraId="3E0B2371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B79E5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29D8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233A3" w14:textId="77777777" w:rsidR="0084583A" w:rsidRPr="00441896" w:rsidRDefault="0084583A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3CAE8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2DB77B8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4C75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Borislava Hočevar Kovač, </w:t>
            </w:r>
          </w:p>
          <w:p w14:paraId="26F0095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3D4A1" w14:textId="24550759" w:rsidR="0084583A" w:rsidRPr="00FC1913" w:rsidRDefault="0031766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105E5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0120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07C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1328378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CB59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Pauluša Kečkeš, </w:t>
            </w:r>
          </w:p>
          <w:p w14:paraId="79205E43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D37CF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2E9A1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6868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729F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2BDFB4D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A8FCD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Andreja Klemenčič,</w:t>
            </w:r>
          </w:p>
          <w:p w14:paraId="769B730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BF4A" w14:textId="2C857CDB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 w:rsidR="00B66A8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</w:t>
            </w:r>
            <w:r w:rsidR="00B66A83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F5B84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6A46E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E2C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EF9655B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961B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Lidija Košmrl,</w:t>
            </w:r>
          </w:p>
          <w:p w14:paraId="10B1818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9561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6295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0DEBF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E1F7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C26094B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2116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Ajda Kračun, </w:t>
            </w:r>
          </w:p>
          <w:p w14:paraId="5CAC1857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EA928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3E6C" w14:textId="77777777" w:rsidR="0084583A" w:rsidRPr="00441896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7560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A9EF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AB081E4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F696D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Kristan, </w:t>
            </w:r>
          </w:p>
          <w:p w14:paraId="0DBC32A6" w14:textId="77777777" w:rsidR="0084583A" w:rsidRPr="00A9043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FB8B0" w14:textId="77777777" w:rsidR="0084583A" w:rsidRPr="00A9043E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CFC20" w14:textId="77777777" w:rsidR="0084583A" w:rsidRPr="00A9043E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1657" w14:textId="77777777" w:rsidR="0084583A" w:rsidRPr="00A9043E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E2B8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CD94971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C186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Kristan, </w:t>
            </w:r>
          </w:p>
          <w:p w14:paraId="03D4064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880A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CD4F3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26F14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3565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A7580" w14:paraId="4418F29D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27172" w14:textId="77777777" w:rsidR="00DA7580" w:rsidRPr="00FC1913" w:rsidRDefault="00DA7580" w:rsidP="00DA758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Irena Kristan, </w:t>
            </w:r>
          </w:p>
          <w:p w14:paraId="72256047" w14:textId="4096FEE0" w:rsidR="00DA7580" w:rsidRPr="00FC1913" w:rsidRDefault="00DA7580" w:rsidP="00DA758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7D67" w14:textId="7734E7F7" w:rsidR="00DA7580" w:rsidRPr="00FC1913" w:rsidRDefault="00DA758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6AAC4" w14:textId="5EBB4CA2" w:rsidR="00DA7580" w:rsidRPr="004A4E15" w:rsidRDefault="00DA758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3B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EC96" w14:textId="658C5F0E" w:rsidR="00DA7580" w:rsidRDefault="00DA758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DFA0" w14:textId="77777777" w:rsidR="00DA7580" w:rsidRPr="00FC1913" w:rsidRDefault="00DA758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22A518A6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367AB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Milena Kristan, </w:t>
            </w:r>
          </w:p>
          <w:p w14:paraId="2D0CC903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8534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A6CE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08C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68E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13E1191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4AA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Ksenija Levstek, dipl. upravni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EB46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1808D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437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0672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0C89B7F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AC7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Zdravko Mandić, dipl. upravni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FAF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B63D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1A34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00C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2ECD544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242B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Zdravko Mandić, dipl. upravni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F9D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9B40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E33B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FC08A" w14:textId="77777777" w:rsidR="0084583A" w:rsidRDefault="00000000" w:rsidP="007F7538">
            <w:pPr>
              <w:jc w:val="center"/>
            </w:pPr>
            <w:r>
              <w:t xml:space="preserve"> </w:t>
            </w:r>
          </w:p>
          <w:p w14:paraId="5DFA434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1281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D54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62E65280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E6EB0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Alenka Mrak, dipl. upravni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93FBD" w14:textId="77777777" w:rsidR="0084583A" w:rsidRPr="008E0554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FB6A" w14:textId="77777777" w:rsidR="0084583A" w:rsidRPr="008E0554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015D5" w14:textId="77777777" w:rsidR="0084583A" w:rsidRPr="008E0554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5DD4" w14:textId="77777777" w:rsidR="0084583A" w:rsidRPr="008E0554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B67F05A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D31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Simona </w:t>
            </w:r>
            <w:proofErr w:type="spellStart"/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Nadrah</w:t>
            </w:r>
            <w:proofErr w:type="spellEnd"/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E3FD" w14:textId="286D8A2C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B166D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1116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stopkih iz pristojnosti Oddelka za DDV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87154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729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AA91D50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9811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Simona </w:t>
            </w:r>
            <w:proofErr w:type="spellStart"/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>Nadrah</w:t>
            </w:r>
            <w:proofErr w:type="spellEnd"/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A942" w14:textId="626A6185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 w:rsidR="00B166D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3FDBB" w14:textId="77777777" w:rsidR="0084583A" w:rsidRDefault="00000000" w:rsidP="007F7538">
            <w:r w:rsidRPr="006757C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 promet nepremičnin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99D9D" w14:textId="77777777" w:rsidR="0084583A" w:rsidRDefault="00000000" w:rsidP="007F7538">
            <w:pPr>
              <w:jc w:val="center"/>
            </w:pPr>
            <w:r w:rsidRPr="004A7EBE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7019" w14:textId="77777777" w:rsidR="0084583A" w:rsidRDefault="0084583A" w:rsidP="007F7538"/>
        </w:tc>
      </w:tr>
      <w:tr w:rsidR="007E02F7" w14:paraId="230A0D67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662A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Ogrinc,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44DC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9B233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62A9D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ABF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6CBD1C6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DB85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Ogrinc,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25283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3338" w14:textId="77777777" w:rsidR="0084583A" w:rsidRPr="00441896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DE10" w14:textId="77777777" w:rsidR="0084583A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22CC2E2" w14:textId="77777777" w:rsidR="0084583A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6A3D4558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A3ABA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759DADC7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A1D4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Božidara Papež, 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F01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BDC3" w14:textId="77777777" w:rsidR="0084583A" w:rsidRPr="00FC1913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8AD4" w14:textId="77777777" w:rsidR="0084583A" w:rsidRPr="00441896" w:rsidRDefault="0084583A" w:rsidP="007F753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CA83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5E9755B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9613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5299">
              <w:rPr>
                <w:rFonts w:ascii="Arial" w:hAnsi="Arial" w:cs="Arial"/>
                <w:color w:val="000000" w:themeColor="text1"/>
                <w:sz w:val="16"/>
                <w:szCs w:val="16"/>
              </w:rPr>
              <w:t>Aleksander Recer, organizator poslovanj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63529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 gostinstvu in turizmu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74F50" w14:textId="0A694168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529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="00473536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</w:t>
            </w:r>
            <w:r w:rsidRPr="0063529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85EE" w14:textId="77777777" w:rsidR="0084583A" w:rsidRPr="000835DB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5299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ddelka za DDV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DB72" w14:textId="77777777" w:rsidR="0084583A" w:rsidRPr="00635299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09F720B" w14:textId="77777777" w:rsidR="0084583A" w:rsidRPr="00635299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FE6CA5D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3EBB" w14:textId="77777777" w:rsidR="0084583A" w:rsidRPr="000835DB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306A678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13B4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Aleksander Recer, organizator poslovanj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 gostinstvu in turizmu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ACBF" w14:textId="047CD6E9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="00473536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</w:t>
            </w: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D262" w14:textId="77777777" w:rsidR="0084583A" w:rsidRPr="00441896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757CA">
              <w:rPr>
                <w:rFonts w:ascii="Arial" w:hAnsi="Arial" w:cs="Arial"/>
                <w:color w:val="000000" w:themeColor="text1"/>
                <w:sz w:val="16"/>
                <w:szCs w:val="16"/>
              </w:rPr>
              <w:t>po skrajšanem postopku v zadevah odmere davka na motorna vozila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DFE1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96F9241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896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A773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52C841C5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D0C35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Sodec, 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1316" w14:textId="77777777" w:rsidR="0084583A" w:rsidRPr="000835DB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17EC" w14:textId="77777777" w:rsidR="0084583A" w:rsidRPr="000835DB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85EA" w14:textId="77777777" w:rsidR="0084583A" w:rsidRPr="000835DB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18EE" w14:textId="77777777" w:rsidR="0084583A" w:rsidRPr="000835DB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055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B4B470B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FE34" w14:textId="77777777" w:rsidR="0084583A" w:rsidRPr="00635299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Danijela Souček,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7F05A" w14:textId="0C1F0173" w:rsidR="0084583A" w:rsidRPr="00635299" w:rsidRDefault="00D24A8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6FE8" w14:textId="77777777" w:rsidR="0084583A" w:rsidRPr="00635299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DDV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EE80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36876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C5525FF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321C" w14:textId="77777777" w:rsidR="0084583A" w:rsidRPr="00441896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Danijela Souček,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3018" w14:textId="366989EE" w:rsidR="0084583A" w:rsidRPr="00441896" w:rsidRDefault="00D24A8B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CCFB" w14:textId="77777777" w:rsidR="0084583A" w:rsidRPr="00441896" w:rsidRDefault="00000000" w:rsidP="007F75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A4E15">
              <w:rPr>
                <w:rFonts w:ascii="Arial" w:hAnsi="Arial" w:cs="Arial"/>
                <w:sz w:val="16"/>
                <w:szCs w:val="16"/>
              </w:rPr>
              <w:t>v postopkih prenehanje identifikacije za namene DDV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7EDD" w14:textId="77777777" w:rsidR="0084583A" w:rsidRPr="00441896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8E1A3" w14:textId="77777777" w:rsidR="0084583A" w:rsidRPr="00441896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99F842C" w14:textId="77777777" w:rsidR="0084583A" w:rsidRDefault="0084583A" w:rsidP="0084583A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779E7255" w14:textId="77777777" w:rsidR="0084583A" w:rsidRDefault="0084583A" w:rsidP="0084583A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14952BE1" w14:textId="77777777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TUJCE</w:t>
      </w:r>
    </w:p>
    <w:p w14:paraId="39C11A19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013163C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1843"/>
        <w:gridCol w:w="2549"/>
        <w:gridCol w:w="990"/>
        <w:gridCol w:w="1268"/>
      </w:tblGrid>
      <w:tr w:rsidR="007E02F7" w14:paraId="21BE44BA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DDE1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174D1AA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99C20D3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361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E3E7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DCC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792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7441F76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32A5ECEF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6086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Marta Vavpetič, Urbanija, dipl. upravni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BD1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D41F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83C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3D12CF5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6674E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EB2F8A6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F5F3F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Tatjana Gartner, inženir strojništva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C63D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B72D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08D8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3BF6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EA05562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DF8E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Jadranka Gruden,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22FF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E75A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6529F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C590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F0C3440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86365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Gorazd Iskra, 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A0EE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9AADF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24D2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A773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2EC1D42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48BA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Špela Oblak,</w:t>
            </w:r>
          </w:p>
          <w:p w14:paraId="741BDA5D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diplomirani</w:t>
            </w:r>
          </w:p>
          <w:p w14:paraId="6B9516F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2B9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37AA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5F9A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C97E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A5B1F1D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B4A7C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Tanja Pate, dipl. upr.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6B4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0B8B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1F7D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D94C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B9C77C0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619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Ines Radelj, organizator poslovanja v turizmu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D7B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carinik 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621C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D0F2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BFBC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47831AC8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BC2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Mirjana Selan, specialist managementa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9909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8B8D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463A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DF52A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455B95D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5249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Zinajda Selman, inženir logistike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C7604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83378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B6F65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D1F46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2785C73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0537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Eva Sklepič,</w:t>
            </w:r>
          </w:p>
          <w:p w14:paraId="7696066A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FF06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4866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B85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191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32103ADE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4EE3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Sonja </w:t>
            </w:r>
            <w:proofErr w:type="spellStart"/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Svetanič</w:t>
            </w:r>
            <w:proofErr w:type="spellEnd"/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53A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06F4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92B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2251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76F16" w14:paraId="4CE43889" w14:textId="77777777" w:rsidTr="007F753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F2D3" w14:textId="0B04A6CF" w:rsidR="00D76F16" w:rsidRPr="00FC1913" w:rsidRDefault="00D76F1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Sergeja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Šurlan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pravnik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85BF9" w14:textId="3C29DDF7" w:rsidR="00D76F16" w:rsidRPr="00FC1913" w:rsidRDefault="00D76F1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38B2" w14:textId="2828B9C3" w:rsidR="00D76F16" w:rsidRPr="00FC1913" w:rsidRDefault="00D76F1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tujce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EB50" w14:textId="77777777" w:rsidR="00D76F16" w:rsidRPr="00FC1913" w:rsidRDefault="00D76F1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566C" w14:textId="5542A28F" w:rsidR="00D76F16" w:rsidRPr="00FC1913" w:rsidRDefault="00D76F16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33AF2E64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629380B4" w14:textId="77777777" w:rsidR="0084583A" w:rsidRPr="0066349E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FBD5314" w14:textId="77777777" w:rsidR="0084583A" w:rsidRPr="0066349E" w:rsidRDefault="00000000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REGISTER</w:t>
      </w:r>
    </w:p>
    <w:p w14:paraId="2D29105E" w14:textId="06C2626E" w:rsidR="0084583A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</w:rPr>
      </w:pPr>
    </w:p>
    <w:p w14:paraId="6A46DC2B" w14:textId="77777777" w:rsidR="006A5B3F" w:rsidRPr="001D7466" w:rsidRDefault="006A5B3F" w:rsidP="0084583A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8"/>
        <w:gridCol w:w="1763"/>
        <w:gridCol w:w="2550"/>
        <w:gridCol w:w="990"/>
        <w:gridCol w:w="1267"/>
      </w:tblGrid>
      <w:tr w:rsidR="007E02F7" w14:paraId="10ECBD07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A16B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24EE5359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6600502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D0D0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98B4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7DC66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F18EF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20C6788" w14:textId="77777777" w:rsidR="0084583A" w:rsidRPr="00083030" w:rsidRDefault="00000000" w:rsidP="007F7538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7E02F7" w14:paraId="55648339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693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Jana Štirn,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specialist javne uprave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61B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višji svetovalec 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F07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214E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94F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E02F7" w14:paraId="56F930B1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041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Sanda Bilić,      dipl. organizator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-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menedžer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8ACCA" w14:textId="7DEC44F0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 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  <w:r w:rsidR="007430D8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99154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3C74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E836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855666C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D550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Dragana Dragišić,</w:t>
            </w:r>
          </w:p>
          <w:p w14:paraId="637D1DD3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konomist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1798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C0A4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C48E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81EE0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3ADD213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F80D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Irma Gradišek, ekonomski tehnik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FB1E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30E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6D307" w14:textId="77777777" w:rsidR="0084583A" w:rsidRPr="00843FA0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7F99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F0ABA97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CCF0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Livija</w:t>
            </w:r>
            <w:proofErr w:type="spellEnd"/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Gubanec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Lesjak, poslovni sekretar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E935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5DCF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B9F2" w14:textId="77777777" w:rsidR="0084583A" w:rsidRPr="00843FA0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5A65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D0243C4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53443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Momirka</w:t>
            </w:r>
            <w:proofErr w:type="spellEnd"/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Kosić, komercialni tehnik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29621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34C6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6008" w14:textId="77777777" w:rsidR="0084583A" w:rsidRPr="00843FA0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CD0D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161122E2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9117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Natalija Nataša </w:t>
            </w:r>
            <w:proofErr w:type="spellStart"/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Lampelj</w:t>
            </w:r>
            <w:proofErr w:type="spellEnd"/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, administrativni tehnik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05D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8EF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06A8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81BD9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74C27F3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03C8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Marjeta Mahkovec, diplomant poslovne administracije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D4AA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III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62C4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1A6FB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EAB6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649E7587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7B55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Marta Mencin, višji upravni delavec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2E7E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kontrolor specialist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5D9C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E83D" w14:textId="77777777" w:rsidR="0084583A" w:rsidRPr="00843FA0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23957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50C17ADB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9B5B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Janja Mramor Košir, gimnazijski maturant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B2CC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3138D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E116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F32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027FC51E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1347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Tina Šijanec, diplomirani ekonomist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75DF8" w14:textId="1A7C02F7" w:rsidR="0084583A" w:rsidRPr="00843FA0" w:rsidRDefault="009E3342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III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9808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C191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 za register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159CC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EE0B8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7427E42F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9D44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Helena Škrlj, dipl. upravni organizator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2AE52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kontrolor svetovalec specialist III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6659E" w14:textId="77777777" w:rsidR="0084583A" w:rsidRPr="00FC1913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Oddelka za register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3278" w14:textId="77777777" w:rsidR="0084583A" w:rsidRPr="00FC1913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F7CB" w14:textId="77777777" w:rsidR="0084583A" w:rsidRPr="00FC1913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7E02F7" w14:paraId="290E3399" w14:textId="77777777" w:rsidTr="007F7538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DD2E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Janja Zupan, dipl. kulturolog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FC2A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</w:t>
            </w: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inančni kontrolor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918C" w14:textId="77777777" w:rsidR="0084583A" w:rsidRPr="00843FA0" w:rsidRDefault="00000000" w:rsidP="007F753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vseh upravnih postopkih iz pristojnosti Oddelka za register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B434" w14:textId="77777777" w:rsidR="0084583A" w:rsidRPr="00843FA0" w:rsidRDefault="0084583A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EA9C" w14:textId="77777777" w:rsidR="0084583A" w:rsidRPr="00843FA0" w:rsidRDefault="00000000" w:rsidP="007F753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43FA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20DE2EA7" w14:textId="77777777" w:rsidR="0084583A" w:rsidRPr="001D7466" w:rsidRDefault="0084583A" w:rsidP="0084583A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853AAAC" w14:textId="08171B18" w:rsidR="00AE3167" w:rsidRDefault="00AE3167" w:rsidP="00801A8F">
      <w:pPr>
        <w:pStyle w:val="datumtevilka"/>
        <w:spacing w:line="260" w:lineRule="exact"/>
        <w:rPr>
          <w:rFonts w:ascii="Arial" w:hAnsi="Arial" w:cs="Arial"/>
        </w:rPr>
      </w:pPr>
    </w:p>
    <w:p w14:paraId="1D44EAC8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D5ABE1F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62896D9F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0534A4F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DF67B36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C383AD7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A532080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3DEC01A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77EFCB6D" w14:textId="7212BCB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  <w:r w:rsidRPr="001D7466">
        <w:rPr>
          <w:rFonts w:ascii="Arial" w:hAnsi="Arial" w:cs="Arial"/>
          <w:b/>
          <w:color w:val="000000" w:themeColor="text1"/>
        </w:rPr>
        <w:lastRenderedPageBreak/>
        <w:t>SEKTOR ZA CARINE</w:t>
      </w:r>
    </w:p>
    <w:p w14:paraId="455C0D75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777D1AE4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7"/>
        <w:gridCol w:w="6"/>
        <w:gridCol w:w="1768"/>
        <w:gridCol w:w="2376"/>
        <w:gridCol w:w="7"/>
        <w:gridCol w:w="1163"/>
        <w:gridCol w:w="1261"/>
      </w:tblGrid>
      <w:tr w:rsidR="00DE71A5" w:rsidRPr="000B2F9C" w14:paraId="44B5DB08" w14:textId="77777777" w:rsidTr="00FA6DEF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916B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D4081A1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7EB9A319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FD54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541D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092C8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BEFFA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3D822442" w14:textId="77777777" w:rsidR="00DE71A5" w:rsidRPr="000B2F9C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B2F9C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0B2F9C" w14:paraId="02B77A01" w14:textId="77777777" w:rsidTr="00FA6DEF"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0A0B2" w14:textId="77777777" w:rsidR="00DE71A5" w:rsidRPr="000B2F9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B2F9C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 Habič,</w:t>
            </w:r>
          </w:p>
          <w:p w14:paraId="20417786" w14:textId="77777777" w:rsidR="00DE71A5" w:rsidRPr="000B2F9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B2F9C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325A0" w14:textId="77777777" w:rsidR="00DE71A5" w:rsidRPr="000B2F9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B2F9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svetnik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72BB7" w14:textId="77777777" w:rsidR="00DE71A5" w:rsidRPr="000B2F9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B2F9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iz pristojnosti Sektorja za carine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4D4FB" w14:textId="77777777" w:rsidR="00DE71A5" w:rsidRPr="000B2F9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C9BA8A7" w14:textId="77777777" w:rsidR="00DE71A5" w:rsidRPr="000B2F9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B2F9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F818" w14:textId="77777777" w:rsidR="00DE71A5" w:rsidRPr="000B2F9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8DE7431" w14:textId="77777777" w:rsidR="002E4ABF" w:rsidRDefault="002E4AB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2390A90" w14:textId="237C7698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CARINJENJE LJUBLJANA</w:t>
      </w:r>
    </w:p>
    <w:p w14:paraId="3156EDD6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EEEF512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1762"/>
        <w:gridCol w:w="2358"/>
        <w:gridCol w:w="6"/>
        <w:gridCol w:w="1177"/>
        <w:gridCol w:w="1266"/>
      </w:tblGrid>
      <w:tr w:rsidR="00DE71A5" w:rsidRPr="00214467" w14:paraId="627AD83D" w14:textId="77777777" w:rsidTr="00FA6DEF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9492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F1C8793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489C068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43DA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D585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0231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F874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48FE6523" w14:textId="77777777" w:rsidR="00DE71A5" w:rsidRPr="00214467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1446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14467" w14:paraId="3D7C56E0" w14:textId="77777777" w:rsidTr="00FA6DEF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84EA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Dejan Marolt, dipl. ekonomist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B5EF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svetovalec inšpektor III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1831D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E1F3" w14:textId="77777777" w:rsidR="00DE71A5" w:rsidRPr="00214467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FDC0F34" w14:textId="77777777" w:rsidR="00DE71A5" w:rsidRPr="00214467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1542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14467" w14:paraId="3874974C" w14:textId="77777777" w:rsidTr="00FA6DEF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D974E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 Hrovat,</w:t>
            </w:r>
          </w:p>
          <w:p w14:paraId="18427390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kemijske tehnologije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2830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A136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8469" w14:textId="77777777" w:rsidR="00DE71A5" w:rsidRPr="00214467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1FF8A49" w14:textId="77777777" w:rsidR="00DE71A5" w:rsidRPr="00214467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D9B4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6BDD0E55" w14:textId="77777777" w:rsidR="00DE71A5" w:rsidRPr="001D7466" w:rsidRDefault="00DE71A5" w:rsidP="00DE71A5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A7BB6E9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724CF01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ODDELEK ZA CARINJENJE POŠTNIH POŠILJK</w:t>
      </w:r>
    </w:p>
    <w:p w14:paraId="7A262257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40060AA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1843"/>
        <w:gridCol w:w="2215"/>
        <w:gridCol w:w="6"/>
        <w:gridCol w:w="1177"/>
        <w:gridCol w:w="1267"/>
      </w:tblGrid>
      <w:tr w:rsidR="00DE71A5" w:rsidRPr="00083030" w14:paraId="70045294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9136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EB93DDD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3387280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70E6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3CF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B3E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9FC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76492B0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5B3A90" w14:paraId="545C8D36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0EA0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Dobravec,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F0EE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B46E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AD791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77CA78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9A76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DA243A1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50970B9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6363F26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CARINJENJE LETALIŠČE BRNIK</w:t>
      </w:r>
    </w:p>
    <w:p w14:paraId="4A217BC2" w14:textId="77777777" w:rsidR="00DE71A5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01958AFC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1843"/>
        <w:gridCol w:w="2215"/>
        <w:gridCol w:w="6"/>
        <w:gridCol w:w="1177"/>
        <w:gridCol w:w="1267"/>
      </w:tblGrid>
      <w:tr w:rsidR="00DE71A5" w:rsidRPr="00083030" w14:paraId="00D8FB39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A04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166F205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40374B7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6189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A8AA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508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B604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7C59171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5B3A90" w14:paraId="2F91D82A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A7008" w14:textId="77777777" w:rsidR="00DE71A5" w:rsidRPr="00214467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Peter Ilc, univ. dipl. inž. agronomije</w:t>
            </w:r>
          </w:p>
          <w:p w14:paraId="3A18B0D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4BD1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14467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8396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F413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556C80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4B2F2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876A9E6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8C7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Janko Hočevar,</w:t>
            </w:r>
          </w:p>
          <w:p w14:paraId="73FF767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organizator menedžer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86C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482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FBB1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FA825D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F5D9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4BF0D664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0A4E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Zvonko Perovšek,</w:t>
            </w:r>
          </w:p>
          <w:p w14:paraId="55A4507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diplomirani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0F2A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B453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D52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46A177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C3D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390E70BE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A3C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Jana Andrejc,</w:t>
            </w:r>
          </w:p>
          <w:p w14:paraId="305FEC6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org. poslovanja v turizmu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AB0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A25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637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3BC719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F5DF2F6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AA0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28F3138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EF7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Anton Bergelj, </w:t>
            </w:r>
          </w:p>
          <w:p w14:paraId="1D7A427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elektrotehnik energetik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44C28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A899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skrajšanih upravnih postopkih na I. stopnji, v okviru postopkov carinskega nadzora iz pristojnosti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CADB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221DD4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32369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3F16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6148E3D5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FFF5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Simon Bernik,</w:t>
            </w:r>
          </w:p>
          <w:p w14:paraId="6FD3B02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strojni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AD0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AB8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4CA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97F231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3307A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B6C7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5A68CDB8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3FD1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Janez Blatnik,</w:t>
            </w:r>
          </w:p>
          <w:p w14:paraId="2EF1FBC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inženir strojništva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079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326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622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56E605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6737147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D920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262004E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F34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Martin Čufer, dipl.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84D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CF47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C302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6714D9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3B9B35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715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429FB0A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2559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Štefan Dežman,</w:t>
            </w:r>
          </w:p>
          <w:p w14:paraId="4889CCC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inženir kmetijstva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FAF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vodja izmene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446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BEA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E09B0D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4D2B77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6593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63AB20C6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508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Mojca Drašček Kuntarič,</w:t>
            </w:r>
          </w:p>
          <w:p w14:paraId="106D1C3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0C8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668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F7D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53BEDE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F8B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243CE34C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258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Vesna Grintal,</w:t>
            </w:r>
          </w:p>
          <w:p w14:paraId="414E28A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upravni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67E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EFD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 skrajšanih upravnih postopkih na I. stopnji, v okviru postopkov carinskega nadzora iz pristojnosti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E18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B62AF8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3F4F1E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15AF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49B8C87A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9B6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Romeo Hmeljak,</w:t>
            </w:r>
          </w:p>
          <w:p w14:paraId="4C9F5CA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strojni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FAB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AF61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E85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30E2CC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1D943C2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9456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730B863A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FC96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Aleksander Iskra,</w:t>
            </w:r>
          </w:p>
          <w:p w14:paraId="1A0E99D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organizator dela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692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vodja izmene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146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6F7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0AF9BE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BFC94B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A88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2EE12945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65F2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Lidija Jereb,</w:t>
            </w:r>
          </w:p>
          <w:p w14:paraId="7B38A69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</w:t>
            </w: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D91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AA2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0E06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14EA74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173A43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650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2202719D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900A1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Borut Jerman,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gimn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 maturant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DBB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8F1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EF8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A7C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51595430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D5D7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Metka Knaus,</w:t>
            </w:r>
          </w:p>
          <w:p w14:paraId="2B87785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dm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inistrativno </w:t>
            </w: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upravni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19BB3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C492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E4C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0FFF0E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5C8614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62A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42258475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9AE3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Marta Kogoj, ekonomski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F46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3C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EF5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3A9889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9EAFA5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35C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4A038CB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57B1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Rok Koncilja,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politolog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FD51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1C20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C4EF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592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2295299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F799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Klemen Kosmač,</w:t>
            </w:r>
          </w:p>
          <w:p w14:paraId="23D9933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inženir prometa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27A2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1E3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7F0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6E18DC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01C2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69B62E76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90C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Iztok Kovač,</w:t>
            </w:r>
          </w:p>
          <w:p w14:paraId="4641F2B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lesarski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6C69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0E3B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  <w:p w14:paraId="487DC391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7FD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C68759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E7383E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75C21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58168C06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41D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Boštjan Kržišnik, dipl.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831F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C96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05A7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836A8F6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3FCE8A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5BE6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3B9C4984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9FE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Miran Lindič,</w:t>
            </w:r>
          </w:p>
          <w:p w14:paraId="3D31B6C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upr. organizator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4044" w14:textId="61D36F21" w:rsidR="00DE71A5" w:rsidRPr="005B3A90" w:rsidRDefault="000E2263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="00DE71A5"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svetovalec inšpektor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39F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44C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DD2492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74E0B8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C2AA2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90E17CC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1D6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Nebojiša</w:t>
            </w:r>
            <w:proofErr w:type="spellEnd"/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Lugonjić</w:t>
            </w:r>
            <w:proofErr w:type="spellEnd"/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731EBB9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F2D0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vodja izmene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4C2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C82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696E19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559803A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FC2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3B049F18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A66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Mencinger,</w:t>
            </w:r>
          </w:p>
          <w:p w14:paraId="1304A21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AA41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FE5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61F1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4B22A9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2183094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C7C2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01B066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1FE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Martin Mirtič, univ. dipl. 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C5F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A2C0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474C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16FC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50DFD23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86A5" w14:textId="77777777" w:rsidR="00DE71A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Branko Oštir, strojni tehnik</w:t>
            </w:r>
          </w:p>
          <w:p w14:paraId="62845C3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19A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DE4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95C1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E743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C60952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EB4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Gregor Podkrižnik,</w:t>
            </w:r>
          </w:p>
          <w:p w14:paraId="2BB3BCAB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inženir prometa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C1D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vodja izmene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272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D90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3F30E67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E7C60F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55A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58EB3FF8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DC8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Praznik,</w:t>
            </w:r>
          </w:p>
          <w:p w14:paraId="1FE4FB12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strojni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9FF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393F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1E50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6ED024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D7D66F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4C1C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03CB0472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1E1FD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Martin Slobodnik, strojni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7908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04BE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C8E3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7A7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E1F744A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3B6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Robert Šiler, organizator informatik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6215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vodja izmene 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C866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D33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CED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23FE1EF4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EE5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 Tokič, strojni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1117" w14:textId="77777777" w:rsidR="00DE71A5" w:rsidRPr="005B3A90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9F1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9C366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EF9EBCF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4D8302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0F3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10A0EE1D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4C48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Borut Tušar,</w:t>
            </w:r>
          </w:p>
          <w:p w14:paraId="11D9579A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organizator socialne mreže</w:t>
            </w:r>
          </w:p>
          <w:p w14:paraId="5A026292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5AA6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vodja izmene II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637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281E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2A1CB9C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40CE8CD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BE51B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5B3A90" w14:paraId="6562F0C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95F2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Darko Vaupotič,</w:t>
            </w:r>
          </w:p>
          <w:p w14:paraId="6B141C5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DF24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Carinik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73AC" w14:textId="77777777" w:rsidR="00DE71A5" w:rsidRPr="005B3A9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v skrajšanih upravnih postopkih na I. stopnji, v okviru postopkov carinskega nadzora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5040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DA254A9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7968DB8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3A9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99C5" w14:textId="77777777" w:rsidR="00DE71A5" w:rsidRPr="005B3A9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1FBD11AA" w14:textId="77777777" w:rsidR="00DE71A5" w:rsidRPr="005B3A90" w:rsidRDefault="00DE71A5" w:rsidP="00DE71A5">
      <w:pPr>
        <w:pStyle w:val="datumtevilka"/>
        <w:spacing w:line="260" w:lineRule="exact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35B5FC8" w14:textId="77777777" w:rsidR="00DE71A5" w:rsidRPr="001D7466" w:rsidRDefault="00DE71A5" w:rsidP="00DE71A5">
      <w:pPr>
        <w:pStyle w:val="datumtevilka"/>
        <w:spacing w:line="260" w:lineRule="exact"/>
        <w:jc w:val="both"/>
        <w:rPr>
          <w:rFonts w:ascii="Arial" w:hAnsi="Arial" w:cs="Arial"/>
          <w:b/>
          <w:color w:val="000000" w:themeColor="text1"/>
        </w:rPr>
      </w:pPr>
    </w:p>
    <w:p w14:paraId="537637E6" w14:textId="77777777" w:rsidR="00DE71A5" w:rsidRPr="0066349E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TROŠARINE</w:t>
      </w:r>
    </w:p>
    <w:p w14:paraId="794B4DE4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</w:rPr>
      </w:pPr>
    </w:p>
    <w:p w14:paraId="58F80DC7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7"/>
        <w:gridCol w:w="1936"/>
        <w:gridCol w:w="2219"/>
        <w:gridCol w:w="6"/>
        <w:gridCol w:w="1177"/>
        <w:gridCol w:w="1263"/>
      </w:tblGrid>
      <w:tr w:rsidR="00DE71A5" w:rsidRPr="00083030" w14:paraId="2E2481E3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5F2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7D8FA55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0AC7F75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B51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C1FC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0ED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CC6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1841C4B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E2485" w14:paraId="4CDCBD5E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7C066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Gregor Mešič,</w:t>
            </w:r>
          </w:p>
          <w:p w14:paraId="5DBCE836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sanitarni inženir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53AF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21EA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9D078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F69DB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2485" w14:paraId="5BCF2D4E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8B9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Ivan Adamič</w:t>
            </w:r>
          </w:p>
          <w:p w14:paraId="454C6ABB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76A1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 svetovalec inšpektor II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CC3E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6932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D9AFA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2C8F4930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E3E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Robert Banič,</w:t>
            </w:r>
          </w:p>
          <w:p w14:paraId="3479C5BA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varnostni inženir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471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F582" w14:textId="77777777" w:rsidR="00DE71A5" w:rsidRPr="002E2485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64B21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EEBA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15F1BDD9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745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Damjan Batista,</w:t>
            </w:r>
          </w:p>
          <w:p w14:paraId="233695B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mag. </w:t>
            </w:r>
            <w:proofErr w:type="spellStart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varstvoslovja</w:t>
            </w:r>
            <w:proofErr w:type="spellEnd"/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F66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A95A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3DD07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33C6C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7DACF62B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F3AA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Bernjak,</w:t>
            </w:r>
          </w:p>
          <w:p w14:paraId="69ECA5AF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D1E31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FBB1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907D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E76D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7FCF2122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CAF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Mojca Čibej,</w:t>
            </w:r>
          </w:p>
          <w:p w14:paraId="3BB2CBE1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organizator menedžer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5D77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7932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1B03A4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8515D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A1656FE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43200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2485" w14:paraId="348CB3A0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70E5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Leja Gerbec, </w:t>
            </w:r>
          </w:p>
          <w:p w14:paraId="032EC6C1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79B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EDC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AD6A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6A1D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3687D820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3D9D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Pavel Godina,</w:t>
            </w:r>
          </w:p>
          <w:p w14:paraId="1E58E95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elektrotehnike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C9F72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C76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6D4D0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2414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0C9CD33B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1AB2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Jožica Gombač,</w:t>
            </w:r>
          </w:p>
          <w:p w14:paraId="51BBD4B0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univ. dipl. sociolog kadrovsko menedžerske smeri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3C5B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finančni  svetovalec inšpektor </w:t>
            </w:r>
            <w:proofErr w:type="spellStart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2F6C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31D32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F4A3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4BF2BB70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32E1" w14:textId="508C5AA5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Vinko Hočevar, </w:t>
            </w:r>
            <w:r w:rsidR="007B3F83">
              <w:rPr>
                <w:rFonts w:ascii="Arial" w:hAnsi="Arial" w:cs="Arial"/>
                <w:color w:val="000000" w:themeColor="text1"/>
                <w:sz w:val="16"/>
                <w:szCs w:val="16"/>
              </w:rPr>
              <w:t>mag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 biotehnolog</w:t>
            </w:r>
            <w:r w:rsidR="007B3F83">
              <w:rPr>
                <w:rFonts w:ascii="Arial" w:hAnsi="Arial" w:cs="Arial"/>
                <w:color w:val="000000" w:themeColor="text1"/>
                <w:sz w:val="16"/>
                <w:szCs w:val="16"/>
              </w:rPr>
              <w:t>ije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E7A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2277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2FA9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26C3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3FF1BCC4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A529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David Kenda,</w:t>
            </w:r>
          </w:p>
          <w:p w14:paraId="3885D7D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kemijske tehnologije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DA3A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1A05D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FF1D997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6379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0F33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2A48CC1A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38F9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Sonja Klemenčič,</w:t>
            </w:r>
          </w:p>
          <w:p w14:paraId="3009166F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741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9968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F8B5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0DFF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5239FEB9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BA77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Tanja Krenker,</w:t>
            </w:r>
          </w:p>
          <w:p w14:paraId="0D6049D7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7214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5337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38AD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A1A91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569D9C1F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DD514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Sonja Lavrič,</w:t>
            </w:r>
          </w:p>
          <w:p w14:paraId="601419E2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1E716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B3E16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9BF04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BAF1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6EAC203B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B32BE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Saša Majdič</w:t>
            </w:r>
          </w:p>
          <w:p w14:paraId="4C5688E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C72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57CA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E8FC490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9C9C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0A8CD6A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36DD0C96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8AF5B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2485" w14:paraId="3B4EB683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600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Mirjana </w:t>
            </w:r>
            <w:proofErr w:type="spellStart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Majerr</w:t>
            </w:r>
            <w:proofErr w:type="spellEnd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053A02A1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 za analize in planiranje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874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39E9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8E8B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1761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24DEB7D1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8400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Ivan </w:t>
            </w:r>
            <w:proofErr w:type="spellStart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Obranovič</w:t>
            </w:r>
            <w:proofErr w:type="spellEnd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3C20C79F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organizator menedžer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ED8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90C2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837F8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089A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2485" w14:paraId="71384C64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856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Matjaž Pečnik,</w:t>
            </w:r>
          </w:p>
          <w:p w14:paraId="6C91586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učitelj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1F6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3332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F182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FB3E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0AC391FD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947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Stanka Sodec,</w:t>
            </w:r>
          </w:p>
          <w:p w14:paraId="4468322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poslovni sekretar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416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carinik specialist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F533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7016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A534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7D1440E4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43F13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Suzana Ščavničar,</w:t>
            </w:r>
          </w:p>
          <w:p w14:paraId="02B47D2B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2961D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Carinik specialist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B8EA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ECCF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8827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3FA16F50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A6D4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Katja Špendl,</w:t>
            </w:r>
          </w:p>
          <w:p w14:paraId="640F1FC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kemijskega inženirstva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C6BF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62BB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7580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0A799F9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CAC392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70E9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2485" w14:paraId="43E763E2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33A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Janja Tavčar,</w:t>
            </w:r>
          </w:p>
          <w:p w14:paraId="1A2203C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upravnih ved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408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3F79" w14:textId="77777777" w:rsidR="00DE71A5" w:rsidRPr="002E248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D341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05DB3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2485" w14:paraId="64B87FA7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B65C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Dardo</w:t>
            </w:r>
            <w:proofErr w:type="spellEnd"/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Topolovec,</w:t>
            </w:r>
          </w:p>
          <w:p w14:paraId="6D33B86B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politolog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C845" w14:textId="77777777" w:rsidR="00DE71A5" w:rsidRPr="002E248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F261" w14:textId="77777777" w:rsidR="00DE71A5" w:rsidRPr="002E2485" w:rsidRDefault="00DE71A5" w:rsidP="00FA6DEF">
            <w:pPr>
              <w:pStyle w:val="Telobesedila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8620E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E16A5CE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248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86D5" w14:textId="77777777" w:rsidR="00DE71A5" w:rsidRPr="002E248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1506278D" w14:textId="77777777" w:rsidR="00DE71A5" w:rsidRPr="001D7466" w:rsidRDefault="00DE71A5" w:rsidP="00DE71A5">
      <w:pPr>
        <w:pStyle w:val="datumtevilka"/>
        <w:spacing w:line="260" w:lineRule="exact"/>
        <w:jc w:val="both"/>
        <w:rPr>
          <w:rFonts w:ascii="Arial" w:hAnsi="Arial" w:cs="Arial"/>
          <w:b/>
          <w:color w:val="000000" w:themeColor="text1"/>
        </w:rPr>
      </w:pPr>
    </w:p>
    <w:p w14:paraId="282805B2" w14:textId="77777777" w:rsidR="00DE71A5" w:rsidRPr="0066349E" w:rsidRDefault="00DE71A5" w:rsidP="00DE71A5">
      <w:pPr>
        <w:pStyle w:val="datumtevilka"/>
        <w:spacing w:line="260" w:lineRule="exact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26F3D5B" w14:textId="77777777" w:rsidR="00DE71A5" w:rsidRPr="0066349E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66349E">
        <w:rPr>
          <w:rFonts w:ascii="Arial" w:hAnsi="Arial" w:cs="Arial"/>
          <w:b/>
          <w:color w:val="000000" w:themeColor="text1"/>
          <w:sz w:val="16"/>
          <w:szCs w:val="16"/>
        </w:rPr>
        <w:t>ODDELEK ZA POENOSTAVITVE</w:t>
      </w:r>
    </w:p>
    <w:p w14:paraId="20918EAC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B1B2252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7"/>
        <w:gridCol w:w="1936"/>
        <w:gridCol w:w="2219"/>
        <w:gridCol w:w="6"/>
        <w:gridCol w:w="1177"/>
        <w:gridCol w:w="1263"/>
      </w:tblGrid>
      <w:tr w:rsidR="00DE71A5" w:rsidRPr="00083030" w14:paraId="6E883078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0625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8CA0A3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09F77D1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66DE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6BD4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5D2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C49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553BB47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3D22BA" w14:paraId="282A4E43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85E9B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Andrejka Gantar Cvetko</w:t>
            </w:r>
          </w:p>
          <w:p w14:paraId="3112599E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univ. dipl. inženir tekstilne tehnologije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DF3D" w14:textId="35D50F45" w:rsidR="00DE71A5" w:rsidRPr="003D22BA" w:rsidRDefault="001B3311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Finančni svetnik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DCA8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20D66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B8E7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3D22BA" w14:paraId="506FCB19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919BB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Rok Markun</w:t>
            </w:r>
          </w:p>
          <w:p w14:paraId="4A2D2061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organizator menedžer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1669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8692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F735E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BF61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3D22BA" w14:paraId="5455DAE5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5645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Denis Perše</w:t>
            </w:r>
          </w:p>
          <w:p w14:paraId="0C2D8D41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inženir tehnologije prometa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B793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6EC0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8841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EA8C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3D22BA" w14:paraId="457BC8A7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5B74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 Plut, dipl. inženir strojništva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0704B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D087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985E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3960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3D22BA" w14:paraId="49A450A2" w14:textId="77777777" w:rsidTr="00FA6DEF"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D9206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Igor Zupan</w:t>
            </w:r>
          </w:p>
          <w:p w14:paraId="4167C479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ž</w:t>
            </w: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ivilske tehnologije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3D0F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 svetovalec inšpektor I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3FE4" w14:textId="77777777" w:rsidR="00DE71A5" w:rsidRPr="003D22B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E6B1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9FE7A" w14:textId="77777777" w:rsidR="00DE71A5" w:rsidRPr="003D22B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D22B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3FB6272D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28341AC" w14:textId="77777777" w:rsidR="00611EDB" w:rsidRDefault="00611EDB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1F3ECBB" w14:textId="5E84AA39" w:rsidR="00DE71A5" w:rsidRPr="009D0F7F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0F7F">
        <w:rPr>
          <w:rFonts w:ascii="Arial" w:hAnsi="Arial" w:cs="Arial"/>
          <w:b/>
          <w:color w:val="000000" w:themeColor="text1"/>
          <w:sz w:val="16"/>
          <w:szCs w:val="16"/>
        </w:rPr>
        <w:t>SEKTOR ZA NADZOR</w:t>
      </w:r>
    </w:p>
    <w:p w14:paraId="35CDAD4F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E7E6E6A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6"/>
        <w:gridCol w:w="1917"/>
        <w:gridCol w:w="2234"/>
        <w:gridCol w:w="1171"/>
        <w:gridCol w:w="1260"/>
      </w:tblGrid>
      <w:tr w:rsidR="00DE71A5" w:rsidRPr="00083030" w14:paraId="0776B301" w14:textId="77777777" w:rsidTr="00FA6DEF"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B39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231DAFC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44EE51E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92C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405A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DEC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85A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34BA14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D71875" w14:paraId="064B96B4" w14:textId="77777777" w:rsidTr="00FA6DEF"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CA19" w14:textId="77777777" w:rsidR="00DE71A5" w:rsidRPr="00D7187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1875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Romana Ažman,</w:t>
            </w:r>
          </w:p>
          <w:p w14:paraId="28E4F1B5" w14:textId="77777777" w:rsidR="00DE71A5" w:rsidRPr="00D7187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1875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javne uprave</w:t>
            </w:r>
          </w:p>
          <w:p w14:paraId="72197150" w14:textId="77777777" w:rsidR="00DE71A5" w:rsidRPr="00D7187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EB9E" w14:textId="77777777" w:rsidR="00DE71A5" w:rsidRPr="00D7187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1875"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F96B" w14:textId="77777777" w:rsidR="00DE71A5" w:rsidRPr="00D71875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1875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62B9" w14:textId="77777777" w:rsidR="00DE71A5" w:rsidRPr="00D7187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1875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3FC7" w14:textId="77777777" w:rsidR="00DE71A5" w:rsidRPr="00D7187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0D566634" w14:textId="77777777" w:rsidTr="00FA6DEF"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8C4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Margaret Moretti, prof. jezika s književnostjo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647F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3AC5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8137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1F951" w14:textId="77777777" w:rsidR="00DE71A5" w:rsidRPr="0052226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469BA132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B83DFDE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6D302648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>ODDELEK ZA FINANČNI NADZOR 1</w:t>
      </w:r>
    </w:p>
    <w:p w14:paraId="6B3981CE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8359A2C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2060"/>
        <w:gridCol w:w="2074"/>
        <w:gridCol w:w="1183"/>
        <w:gridCol w:w="1267"/>
      </w:tblGrid>
      <w:tr w:rsidR="00DE71A5" w:rsidRPr="00083030" w14:paraId="0636F47A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57D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4CFE7C04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9E8860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AE64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17E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825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1F2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5B026704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C86062" w14:paraId="6CC0DB49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D8EA4" w14:textId="77777777" w:rsidR="00DE71A5" w:rsidRPr="00C8606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6062">
              <w:rPr>
                <w:rFonts w:ascii="Arial" w:hAnsi="Arial" w:cs="Arial"/>
                <w:color w:val="000000" w:themeColor="text1"/>
                <w:sz w:val="16"/>
                <w:szCs w:val="16"/>
              </w:rPr>
              <w:t>Jasna Skrinar, univ. 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E466" w14:textId="77777777" w:rsidR="00DE71A5" w:rsidRPr="00C8606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6062"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7E715" w14:textId="77777777" w:rsidR="00DE71A5" w:rsidRPr="00C8606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606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8FC26" w14:textId="77777777" w:rsidR="00DE71A5" w:rsidRPr="00C86062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606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30BF" w14:textId="77777777" w:rsidR="00DE71A5" w:rsidRPr="00C8606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A13E8" w:rsidRPr="00C86062" w14:paraId="48F347FB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78DE" w14:textId="41CB8404" w:rsidR="00BA13E8" w:rsidRPr="00C86062" w:rsidRDefault="00BA13E8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Furar Teja, 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ABC6" w14:textId="70B5C1F7" w:rsidR="00BA13E8" w:rsidRPr="00C86062" w:rsidRDefault="00BA13E8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9D94" w14:textId="12960F55" w:rsidR="00BA13E8" w:rsidRPr="00C86062" w:rsidRDefault="00BA13E8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606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F7A8" w14:textId="4B6CDC46" w:rsidR="00BA13E8" w:rsidRPr="00C86062" w:rsidRDefault="00BA13E8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A70C" w14:textId="77777777" w:rsidR="00BA13E8" w:rsidRPr="00C86062" w:rsidRDefault="00BA13E8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2B589178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7FCC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mag. Maja </w:t>
            </w:r>
            <w:proofErr w:type="spellStart"/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Goltes</w:t>
            </w:r>
            <w:proofErr w:type="spellEnd"/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2A988DC0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D405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C926A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DB1A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7522D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71B6669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6BA7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Romana Gričar,            univ. 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BD550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2A6A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01DE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87ED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2F855775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A02C1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Marija Lavrač,</w:t>
            </w:r>
          </w:p>
          <w:p w14:paraId="35F872B1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4BC35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F0CE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E77A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B0896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78C1F75D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EBD0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Špela Mak Koren, univ.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48E8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8A48E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9EE0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AF33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44397C3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A1B2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Damjana Peklar, univ.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0DB2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2BF3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CB49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B0B2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5E7930AD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E7AB4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Julita</w:t>
            </w:r>
            <w:proofErr w:type="spellEnd"/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Pilih, dipl. upr. organizator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44D9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239B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EC502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88D14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21DB3ECF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32CA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Polak, univ.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5656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6EAC0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827E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30532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3EE36A1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5766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Vanja Zavrl,</w:t>
            </w:r>
          </w:p>
          <w:p w14:paraId="2EF6D9D8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FBA0" w14:textId="77777777" w:rsidR="00DE71A5" w:rsidRPr="0053536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4FFE5" w14:textId="77777777" w:rsidR="00DE71A5" w:rsidRPr="00535368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4B5" w14:textId="77777777" w:rsidR="00DE71A5" w:rsidRPr="00535368" w:rsidRDefault="00DE71A5" w:rsidP="00BA13E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3536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464B" w14:textId="77777777" w:rsidR="00DE71A5" w:rsidRPr="00535368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356A9D39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66693C08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0097E06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2825C76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2409446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E5328AB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6A9D1EE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B9BA9FF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E30F2D1" w14:textId="4BE7830F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ODDELEK ZA FINANČNI NADZOR 2</w:t>
      </w:r>
    </w:p>
    <w:p w14:paraId="66E03C0D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36CAFF0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6"/>
        <w:gridCol w:w="2048"/>
        <w:gridCol w:w="2074"/>
        <w:gridCol w:w="1183"/>
        <w:gridCol w:w="1267"/>
      </w:tblGrid>
      <w:tr w:rsidR="00DE71A5" w:rsidRPr="00083030" w14:paraId="474FC108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75A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7BFBB3D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022E75A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476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7D2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D358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A598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5FC9445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53DE1" w14:paraId="29DC081B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1A4F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Marija Stanovnik, univ. dipl. ekonomist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30B3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215D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BA90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EE9F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6A2089BE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AC14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Leo Friedl,  univ. dipl. org.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64EA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14357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54BF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EBD8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36458896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3AC7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Karmen </w:t>
            </w:r>
            <w:proofErr w:type="spellStart"/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Füle</w:t>
            </w:r>
            <w:proofErr w:type="spellEnd"/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Mavrič, univ. dipl.  org.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CEB1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Inšpektor svetnik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3371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5968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30ABF3A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E2C0" w14:textId="77777777" w:rsidR="00DE71A5" w:rsidRPr="00253DE1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253DE1" w14:paraId="78A8A5F8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BC1C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Katja Kokalj,</w:t>
            </w:r>
          </w:p>
          <w:p w14:paraId="1F5E3AF1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poslovnih ved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EEF0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60A7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BD0F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D2D8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6D2CBD06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24E2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Marko Kramar,</w:t>
            </w:r>
          </w:p>
          <w:p w14:paraId="4937F3CD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biolog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E980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87CE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9513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BBCF4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669DA81D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C8710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Jadranka Marić, mag. prava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62A1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290F5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FD203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869BE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6D01F334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57BF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Maja Močnik,  dipl. ekonomist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13DA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6764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2EF6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5FB8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00690F2C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BF82A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Samo </w:t>
            </w:r>
            <w:proofErr w:type="spellStart"/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Nečimer</w:t>
            </w:r>
            <w:proofErr w:type="spellEnd"/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ekonomist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6136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3B7E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39AC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60B6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5BA64185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B16C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Jožef Selan,</w:t>
            </w:r>
          </w:p>
          <w:p w14:paraId="5FDE5D0B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upr. organizator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4AEE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87CA" w14:textId="77777777" w:rsidR="00DE71A5" w:rsidRPr="00253DE1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4FFD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A5D33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41272" w14:paraId="348FD461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7CE9" w14:textId="77777777" w:rsidR="00DE71A5" w:rsidRPr="0094684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4684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Jure </w:t>
            </w:r>
            <w:proofErr w:type="spellStart"/>
            <w:r w:rsidRPr="00946843">
              <w:rPr>
                <w:rFonts w:ascii="Arial" w:hAnsi="Arial" w:cs="Arial"/>
                <w:color w:val="000000" w:themeColor="text1"/>
                <w:sz w:val="16"/>
                <w:szCs w:val="16"/>
              </w:rPr>
              <w:t>Štrumbl</w:t>
            </w:r>
            <w:proofErr w:type="spellEnd"/>
            <w:r w:rsidRPr="00946843">
              <w:rPr>
                <w:rFonts w:ascii="Arial" w:hAnsi="Arial" w:cs="Arial"/>
                <w:color w:val="000000" w:themeColor="text1"/>
                <w:sz w:val="16"/>
                <w:szCs w:val="16"/>
              </w:rPr>
              <w:t>, mag. ekon. in posl. ved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0B836" w14:textId="77777777" w:rsidR="00DE71A5" w:rsidRPr="0094684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A09F" w14:textId="77777777" w:rsidR="00DE71A5" w:rsidRPr="0094684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C5A9" w14:textId="77777777" w:rsidR="00DE71A5" w:rsidRPr="0094684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0AC54" w14:textId="77777777" w:rsidR="00DE71A5" w:rsidRPr="00946843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3341DBB5" w14:textId="77777777" w:rsidTr="00FA6DEF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35A1E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Marjan Vratar, dipl. ekonomist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F250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0B07E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ABE9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2F730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00967E8F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881D239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76A96DF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>ODDELEK ZA FINANČNI NADZOR 3</w:t>
      </w:r>
    </w:p>
    <w:p w14:paraId="6F2AB6E6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4B77B7E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2059"/>
        <w:gridCol w:w="2074"/>
        <w:gridCol w:w="1183"/>
        <w:gridCol w:w="1267"/>
      </w:tblGrid>
      <w:tr w:rsidR="00DE71A5" w:rsidRPr="00083030" w14:paraId="1405CB61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9829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6DE3B15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316882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239A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99D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F004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B833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6555E0D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D55F91" w14:paraId="352E916B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7F39F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Silvana Ahlin, univ. dipl. upravni organizator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FB1E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39E5D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5F9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4859" w14:textId="77777777" w:rsidR="00DE71A5" w:rsidRPr="00D55F9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741E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D55F91" w14:paraId="3F49D134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8CA3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5F91">
              <w:rPr>
                <w:rFonts w:ascii="Arial" w:hAnsi="Arial" w:cs="Arial"/>
                <w:color w:val="000000" w:themeColor="text1"/>
                <w:sz w:val="16"/>
                <w:szCs w:val="16"/>
              </w:rPr>
              <w:t>Ajda Balantič, dipl. upravni organizator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3018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5F9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6CB41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5F9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61D8" w14:textId="77777777" w:rsidR="00DE71A5" w:rsidRPr="00D55F9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55F9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65E3C" w14:textId="77777777" w:rsidR="00DE71A5" w:rsidRPr="00D55F9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06C4E151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9495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Majda Bregar dipl. ekonomist,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BFB1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BF8A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613F6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87D89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7A4AC018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8D28" w14:textId="7C859CBC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Eva Frančič</w:t>
            </w:r>
            <w:r w:rsidR="004712D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Jalšovec</w:t>
            </w: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, mag. poslovnih ved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223B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5FE15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64DC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483B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253DE1" w14:paraId="605A29CC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84F8F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Ivan Gubenšek,</w:t>
            </w:r>
          </w:p>
          <w:p w14:paraId="59D0D7B8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A594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02A6" w14:textId="77777777" w:rsidR="00DE71A5" w:rsidRPr="00253DE1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B52A8" w14:textId="77777777" w:rsidR="00DE71A5" w:rsidRPr="00253DE1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53DE1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9AED" w14:textId="77777777" w:rsidR="00DE71A5" w:rsidRPr="00253DE1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4492EB6B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6C0D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Tamara Korbar </w:t>
            </w:r>
            <w:proofErr w:type="spellStart"/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Blažon</w:t>
            </w:r>
            <w:proofErr w:type="spellEnd"/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, univ. dipl. ekonomist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252F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5CA7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780A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BFDC2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182D1A" w:rsidRPr="001C1CA2" w14:paraId="1ED78CAC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8327B" w14:textId="77777777" w:rsidR="00182D1A" w:rsidRPr="001C1CA2" w:rsidRDefault="00182D1A" w:rsidP="00182D1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Boštjan Korenčan,</w:t>
            </w:r>
          </w:p>
          <w:p w14:paraId="210810E6" w14:textId="1325650A" w:rsidR="00182D1A" w:rsidRPr="001C1CA2" w:rsidRDefault="00182D1A" w:rsidP="00182D1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org.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FD5A" w14:textId="522AC3B8" w:rsidR="00182D1A" w:rsidRPr="001C1CA2" w:rsidRDefault="00182D1A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4F92" w14:textId="20EA5555" w:rsidR="00182D1A" w:rsidRPr="001C1CA2" w:rsidRDefault="00182D1A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960C4" w14:textId="7E345C09" w:rsidR="00182D1A" w:rsidRPr="001C1CA2" w:rsidRDefault="00182D1A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190B" w14:textId="77777777" w:rsidR="00182D1A" w:rsidRPr="001C1CA2" w:rsidRDefault="00182D1A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7046A088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5018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Metka Laznik Hrovat, univ. dipl. ekonomist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9BF5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EDC8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8DB16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B522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083948F2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70AC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Helena Miklavec, mag. prava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46CA6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E0F1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3FB6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11DF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0059FA5A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107B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Jolanda Sila,</w:t>
            </w:r>
          </w:p>
          <w:p w14:paraId="35750ABD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B625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A033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C0E8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07235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544320F6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10CA" w14:textId="77777777" w:rsidR="00DE71A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Urban Tavčar, univ. dipl. pravnik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C170" w14:textId="77777777" w:rsidR="00DE71A5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A7C7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38B7" w14:textId="77777777" w:rsidR="00DE71A5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7987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C1CA2" w14:paraId="2DC7CEE4" w14:textId="77777777" w:rsidTr="00FA6DE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4CF1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Vrenčur, mag. upravnih ved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8FA4" w14:textId="77777777" w:rsidR="00DE71A5" w:rsidRPr="001C1C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7B78" w14:textId="77777777" w:rsidR="00DE71A5" w:rsidRPr="001C1CA2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1CA2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C6BDB" w14:textId="77777777" w:rsidR="00DE71A5" w:rsidRPr="001C1C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926A" w14:textId="77777777" w:rsidR="00DE71A5" w:rsidRPr="001C1CA2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6558C742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9E1254A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E53DA29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FD935FD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BFFBCD0" w14:textId="61E52C16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ODDELEK ZA FINANČNI NADZOR 4</w:t>
      </w:r>
    </w:p>
    <w:p w14:paraId="3CFB286B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color w:val="000000" w:themeColor="text1"/>
        </w:rPr>
      </w:pPr>
    </w:p>
    <w:p w14:paraId="0A4A54D6" w14:textId="77777777" w:rsidR="00DE71A5" w:rsidRPr="001D7466" w:rsidRDefault="00DE71A5" w:rsidP="00DE71A5">
      <w:pPr>
        <w:jc w:val="center"/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2"/>
        <w:gridCol w:w="1901"/>
        <w:gridCol w:w="2215"/>
        <w:gridCol w:w="6"/>
        <w:gridCol w:w="1177"/>
        <w:gridCol w:w="1267"/>
      </w:tblGrid>
      <w:tr w:rsidR="00DE71A5" w:rsidRPr="00083030" w14:paraId="216D44BA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3F8D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E83EBB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65F605F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EFF8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E16D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E26E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7DAC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0A3153E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3C7AEB" w14:paraId="047841FF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4BB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Robert </w:t>
            </w:r>
            <w:proofErr w:type="spellStart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Verček</w:t>
            </w:r>
            <w:proofErr w:type="spellEnd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254EA10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D68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96B6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4C60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BF50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6EC82A0C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96A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Darinka Dobnikar,</w:t>
            </w:r>
          </w:p>
          <w:p w14:paraId="57073A6F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tekstilne tehnologije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AB03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612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56DC1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0707C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E015A" w14:paraId="76E8AB79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08DF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Janez Erman,</w:t>
            </w:r>
          </w:p>
          <w:p w14:paraId="391B05E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politolog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BC1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9EE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826C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2ACC" w14:textId="77777777" w:rsidR="00DE71A5" w:rsidRPr="003E015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3C7AEB" w14:paraId="689567DB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393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Aleksander Ličof,</w:t>
            </w:r>
          </w:p>
          <w:p w14:paraId="4B2AE159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elektrotehnike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028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Inšpektor svetnik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BDCC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2342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8741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72184F54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32F3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 Rozman,</w:t>
            </w:r>
          </w:p>
          <w:p w14:paraId="09B55E76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profesor zgodovine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819A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B54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C57CF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7312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1BDB7985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48E5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Tomaž Starin,</w:t>
            </w:r>
          </w:p>
          <w:p w14:paraId="38014AF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spec. javne uprave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B98C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F9F6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44DB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7461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10D87B2C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935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Božidarka</w:t>
            </w:r>
            <w:proofErr w:type="spellEnd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Vidic,</w:t>
            </w:r>
          </w:p>
          <w:p w14:paraId="7C0E815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CA4A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E5C5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4454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0722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51F3CDDC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F5F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Žani Vračun, spec. managementa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DDA4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C801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83BE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C8E5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61D9393D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D5481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Stanislav Zgonc,</w:t>
            </w:r>
          </w:p>
          <w:p w14:paraId="130F9BB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inž. strojništva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FCC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1C3C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2ADE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95972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DE71A5" w:rsidRPr="003C7AEB" w14:paraId="5F9EDA3E" w14:textId="77777777" w:rsidTr="00FA6DEF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B64B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Zoran Zidarević,</w:t>
            </w:r>
          </w:p>
          <w:p w14:paraId="6FDF52FB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4B1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F839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55CE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095C7" w14:textId="77777777" w:rsidR="00DE71A5" w:rsidRPr="003C7AEB" w:rsidRDefault="00DE71A5" w:rsidP="00FA6DEF">
            <w:pPr>
              <w:spacing w:line="260" w:lineRule="atLeas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C276C64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F761970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0BAA0C0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>ODDELEK ZA FINANČNI NADZOR 5</w:t>
      </w:r>
    </w:p>
    <w:p w14:paraId="02B5AF09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F08921D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2"/>
        <w:gridCol w:w="1911"/>
        <w:gridCol w:w="2215"/>
        <w:gridCol w:w="1183"/>
        <w:gridCol w:w="1267"/>
      </w:tblGrid>
      <w:tr w:rsidR="00DE71A5" w:rsidRPr="00083030" w14:paraId="5D2BBDCE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A0B9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05FBCBB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27C405B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71E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BA1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7C1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855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1B7E73C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1D7466" w14:paraId="32DB9ADC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69F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Mateja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Eberl</w:t>
            </w: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6D780D29" w14:textId="06CE6634" w:rsidR="00DE71A5" w:rsidRPr="003C7AEB" w:rsidRDefault="007C051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mag. upr. ved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E0A5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F26F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53A8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2AE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64E8DDC1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A85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Katarina Hegler,</w:t>
            </w:r>
          </w:p>
          <w:p w14:paraId="38D6D0D9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ekonomskih ved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D400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BC33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ACD9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ABCC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1550AD33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2F8C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Sabina Hribar, dipl. org. - menedžer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E00E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5CE3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6E91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A56B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566D82DC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4143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Aleš </w:t>
            </w:r>
            <w:proofErr w:type="spellStart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Kovačec</w:t>
            </w:r>
            <w:proofErr w:type="spellEnd"/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580188F8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85EF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EF49F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4696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C5A1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0A7E5BC3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215C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Erika Lemut, univ.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382E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2D53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C9A7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F949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382672C5" w14:textId="77777777" w:rsidTr="00FA6DEF">
        <w:trPr>
          <w:trHeight w:val="493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ED15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mag. Helena Popelar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FCAC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1540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E5A9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3AB7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418B3EDA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C5CF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Petra Rebolj,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72A9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D9CC8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60E5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632E5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04AEA876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0BDD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Janko Verstovšek,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C885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F68BD" w14:textId="77777777" w:rsidR="00DE71A5" w:rsidRPr="003C7AEB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1ED01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311A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2C7341D7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16DA4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Tadeja Zbašnik,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FDF3" w14:textId="373397AE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inšpektor I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3729" w14:textId="77777777" w:rsidR="00DE71A5" w:rsidRPr="003C7AE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Pooblastilo na podlagi 18. člena ZIN-a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D850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16D6CA6" w14:textId="77777777" w:rsidR="00DE71A5" w:rsidRPr="003C7AE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C7AE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F23E" w14:textId="77777777" w:rsidR="00DE71A5" w:rsidRPr="003C7AEB" w:rsidRDefault="00DE71A5" w:rsidP="00FA6DEF">
            <w:pPr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CB19EC2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25246786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7C32A2B2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157EEEE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641B97C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870125D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D50A102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A997BCB" w14:textId="77777777" w:rsidR="000855E3" w:rsidRDefault="000855E3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0A43A81" w14:textId="393D9568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>MOBILNI ODDELEK</w:t>
      </w:r>
    </w:p>
    <w:p w14:paraId="37650A88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A51C891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2"/>
        <w:gridCol w:w="1911"/>
        <w:gridCol w:w="2217"/>
        <w:gridCol w:w="1183"/>
        <w:gridCol w:w="1265"/>
      </w:tblGrid>
      <w:tr w:rsidR="00DE71A5" w:rsidRPr="00083030" w14:paraId="60866B81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3AB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7B4168B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175B974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C52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554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AFC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2C5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9BF074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1D55B0" w14:paraId="584664F2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72FB9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Darko Pašič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895A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svetovalec inšpektor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7FD90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iz</w:t>
            </w:r>
          </w:p>
          <w:p w14:paraId="0CC75C2D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7DC2D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67C2C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22FEC423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844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Dušan Bajuk,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CAD8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svetovalec inšpektor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856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61C99E74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A07C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6E70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4D1C3AE1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3986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Milan Benkič, dipl. org. - menedžer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961B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svetovalec inšpektor preiskovalec III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6E23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32E316DF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40E7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BA3A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6828A4C2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B496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Darinka Dragovan, upravni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B915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2542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28DA2B85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5F49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68C9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3C175B1B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9A16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Miro </w:t>
            </w:r>
            <w:proofErr w:type="spellStart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Jegovnik</w:t>
            </w:r>
            <w:proofErr w:type="spellEnd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, strojni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489C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6403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031C8AAE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0E28A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C438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53BCFFF2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EE94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 Jerman,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8074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B011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6A46526A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AF56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2F43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4BE1AE55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C241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Ivan Kambič, tekstilno – </w:t>
            </w:r>
            <w:proofErr w:type="spellStart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konf</w:t>
            </w:r>
            <w:proofErr w:type="spellEnd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FB3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4A738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59500B6C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26A4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5DCF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7672D53A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CE71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Janez Kordiš, strojni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19D8B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A4D4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01312FDD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5D267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9E33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76BDE28A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15F2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Matjaž Krošl,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B2C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D87A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5DD8A0E7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19D00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F619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52CA3511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B095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 Kuzma,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B260F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F6E0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44EEB8BB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1B11B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241D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688D026A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A06C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Mirko Lavrič,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12182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3CA4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1AA60CD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3C7E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9AF2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1C8DBCCB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87CF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Robert Malnarič</w:t>
            </w:r>
          </w:p>
          <w:p w14:paraId="6A40C7DE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8E47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129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1E98C15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C699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CAEE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07399D54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714C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Sam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 Mele,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10E8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52C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57E43C23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EC1F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4032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326AEA08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46DA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 Režek, strojni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C00E6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3A04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21BD89B7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F849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9FB50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6342AAF5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0F0B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Rogale,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DAEC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preiskovalec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45AF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0FBB1C0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D6AB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1258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326EE7A0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75EA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Anton Saje, strojni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3D9D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A54C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3CAB38B7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91BC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9730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7FB322D8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C12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Igor Srpčič,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637A7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D6A3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7734044D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FD0E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B7F6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6480302A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A771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Bojan </w:t>
            </w:r>
            <w:proofErr w:type="spellStart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Sumina</w:t>
            </w:r>
            <w:proofErr w:type="spellEnd"/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, elektrotehnik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4DFB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C44F1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736D9236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1874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F748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4B065C41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49F24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Svete, strojni tehnik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9E06D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37FDA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6C0CA842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D28E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D5EB0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73A3B257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E0D0B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Igor Škof, dipl. ekonomist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73A43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svetovalec  inšpektor  preiskovalec II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2D8F4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3DEA06D2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7BA2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CB6B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31569354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B827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Janez Škof, komercialist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E9672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6AEF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31C90C4C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97F4D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6F97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1D55B0" w14:paraId="761CE467" w14:textId="77777777" w:rsidTr="00FA6DEF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EBC15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Srečko Vranešič, inženir strojništva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24A4F" w14:textId="77777777" w:rsidR="00DE71A5" w:rsidRPr="001D55B0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preiskovalec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7E3B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z</w:t>
            </w:r>
          </w:p>
          <w:p w14:paraId="07FC8CDB" w14:textId="77777777" w:rsidR="00DE71A5" w:rsidRPr="001D55B0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delovnega področja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64ED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E137" w14:textId="77777777" w:rsidR="00DE71A5" w:rsidRPr="001D55B0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D55B0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4D733310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77AB92A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A1E5D9F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4C2305D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  <w:r w:rsidRPr="001D7466">
        <w:rPr>
          <w:rFonts w:ascii="Arial" w:hAnsi="Arial" w:cs="Arial"/>
          <w:b/>
          <w:color w:val="000000" w:themeColor="text1"/>
        </w:rPr>
        <w:t>SEKTOR ZA IZVRŠBO</w:t>
      </w:r>
    </w:p>
    <w:p w14:paraId="18C63F9F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08837674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2"/>
        <w:gridCol w:w="1921"/>
        <w:gridCol w:w="2215"/>
        <w:gridCol w:w="1183"/>
        <w:gridCol w:w="1267"/>
      </w:tblGrid>
      <w:tr w:rsidR="00DE71A5" w:rsidRPr="00083030" w14:paraId="05B27DD4" w14:textId="77777777" w:rsidTr="00FA6DE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402C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5CA6BF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319C07D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5B6A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B53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1516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D1E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7FAF5DE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1D7466" w14:paraId="339C5FF6" w14:textId="77777777" w:rsidTr="00FA6DE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1DAE6" w14:textId="77777777" w:rsidR="00DE71A5" w:rsidRPr="00CE352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Mira Gregorka, mag. javne uprave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7BD4" w14:textId="15C6BDC0" w:rsidR="00DE71A5" w:rsidRPr="00CE3523" w:rsidRDefault="002B270A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="00DE71A5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svetnik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6386E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  <w:p w14:paraId="48CF8138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D1018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F3EE3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24199935" w14:textId="77777777" w:rsidTr="00FA6DE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1D83" w14:textId="77777777" w:rsidR="00DE71A5" w:rsidRPr="00CE352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Sabina Pernat Bogataj, univ. dipl. pravnik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AE675" w14:textId="77777777" w:rsidR="00DE71A5" w:rsidRPr="00CE352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svetnik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F55E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FACC8FA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o izrednih pravnih sredstvih</w:t>
            </w:r>
          </w:p>
          <w:p w14:paraId="12A6F0A5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AAE8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B4C43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1D7466" w14:paraId="0EDBCB9C" w14:textId="77777777" w:rsidTr="00FA6DE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4B44" w14:textId="77777777" w:rsidR="00DE71A5" w:rsidRPr="00CE352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Sabina Pernat Bogataj, univ. dipl. pravnik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2E57" w14:textId="77777777" w:rsidR="00DE71A5" w:rsidRPr="00CE3523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svetnik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BA1E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  <w:p w14:paraId="719DC3B2" w14:textId="77777777" w:rsidR="00DE71A5" w:rsidRPr="00CE3523" w:rsidRDefault="00DE71A5" w:rsidP="00FA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89B6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4EEDA" w14:textId="77777777" w:rsidR="00DE71A5" w:rsidRPr="00CE3523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211ECBCF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  <w:b/>
          <w:color w:val="000000" w:themeColor="text1"/>
        </w:rPr>
      </w:pPr>
    </w:p>
    <w:p w14:paraId="357D7727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  <w:b/>
          <w:color w:val="000000" w:themeColor="text1"/>
        </w:rPr>
      </w:pPr>
    </w:p>
    <w:p w14:paraId="1DD85779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>ODDELEK ZA IZVRŠBO 1</w:t>
      </w:r>
    </w:p>
    <w:p w14:paraId="0FA08890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030F7D2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1843"/>
        <w:gridCol w:w="2216"/>
        <w:gridCol w:w="1183"/>
        <w:gridCol w:w="1266"/>
      </w:tblGrid>
      <w:tr w:rsidR="00DE71A5" w:rsidRPr="00083030" w14:paraId="1685DD09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B7A4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B9CF05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0EBDD4D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E04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933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482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F6825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752B3B1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8737C4" w14:paraId="7EA9FA04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5E7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Melita Bajc,</w:t>
            </w:r>
          </w:p>
          <w:p w14:paraId="6C9CC30E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specialist za mednarodno poslovanje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DE28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E77EE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9F4F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55DD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5827A92E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5986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Mašenka Boškovič,</w:t>
            </w:r>
          </w:p>
          <w:p w14:paraId="681C3D13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E21D" w14:textId="2F14A775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6902D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2EB3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83C3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978B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59E25FFB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22F4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Nataša Bukovec,</w:t>
            </w:r>
          </w:p>
          <w:p w14:paraId="7553AAED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upravni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4075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293CE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34BA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BD2F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55CAD5A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0AF4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Nevenka </w:t>
            </w:r>
            <w:proofErr w:type="spellStart"/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Kajtna</w:t>
            </w:r>
            <w:proofErr w:type="spellEnd"/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10762CA1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C4E0" w14:textId="62E9EDD1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B67B0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9B8A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F8FC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E57E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7855EEBD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47C48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Sabina Lupša,</w:t>
            </w:r>
          </w:p>
          <w:p w14:paraId="4CD0B8FC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58BC9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A1F8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7BFC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B6B08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7E7BFFE2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4CAE3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Alenka Oberstar</w:t>
            </w:r>
          </w:p>
          <w:p w14:paraId="19D8349E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ekonomsko komercialni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7562F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192D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8D7D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F2D1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4461921F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477A3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Zlata Podgorelec,</w:t>
            </w:r>
          </w:p>
          <w:p w14:paraId="0A3E8FD8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10D0A" w14:textId="675A95F1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AB4E1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FB9F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AC514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3A3B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28AD85F7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F7AF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Erika Rebolj,</w:t>
            </w:r>
          </w:p>
          <w:p w14:paraId="2E8C349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3707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E2A7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1C13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E4F6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4F58AB23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90AFB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Mirjam Struna,</w:t>
            </w:r>
          </w:p>
          <w:p w14:paraId="24270625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6D72" w14:textId="03E43D71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inančni izterjevalec</w:t>
            </w:r>
            <w:r w:rsidR="001E1E4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6423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0759F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59D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01A75B7C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32E9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Svetlana Trstenjak,</w:t>
            </w:r>
          </w:p>
          <w:p w14:paraId="776FDC46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25C26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D4E0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4829E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3E14E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0DF8C0D0" w14:textId="77777777" w:rsidTr="00FA6DE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D582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 Zupančič,</w:t>
            </w:r>
          </w:p>
          <w:p w14:paraId="59DA8051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8DB7" w14:textId="7013E5DC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0473B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5F07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5633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C761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1B09A69C" w14:textId="77777777" w:rsidR="00DE71A5" w:rsidRPr="008737C4" w:rsidRDefault="00DE71A5" w:rsidP="00DE71A5">
      <w:pPr>
        <w:pStyle w:val="datumtevilka"/>
        <w:spacing w:line="260" w:lineRule="exact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70A94B0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BF6CB47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2</w:t>
      </w:r>
    </w:p>
    <w:p w14:paraId="2933EED1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85D7FD2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1919"/>
        <w:gridCol w:w="2216"/>
        <w:gridCol w:w="1183"/>
        <w:gridCol w:w="1266"/>
      </w:tblGrid>
      <w:tr w:rsidR="00DE71A5" w:rsidRPr="00083030" w14:paraId="125DDE05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887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2A68E34C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14E49894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E219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42D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0E6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CF05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4E2C3E4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E0C5B" w14:paraId="7108604B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3072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Ertl,</w:t>
            </w:r>
          </w:p>
          <w:p w14:paraId="4C1E5BF5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97FA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520B8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516F4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3586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1A7440" w:rsidRPr="002E0C5B" w14:paraId="30A9F31F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DFB6A" w14:textId="77777777" w:rsidR="001A7440" w:rsidRPr="002E0C5B" w:rsidRDefault="001A7440" w:rsidP="001A744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Mateja Ertl,</w:t>
            </w:r>
          </w:p>
          <w:p w14:paraId="0BBE7054" w14:textId="6802C5BB" w:rsidR="001A7440" w:rsidRPr="002E0C5B" w:rsidRDefault="001A7440" w:rsidP="001A744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80528" w14:textId="54CF168C" w:rsidR="001A7440" w:rsidRPr="002E0C5B" w:rsidRDefault="001A7440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8667" w14:textId="0590DB50" w:rsidR="001A7440" w:rsidRPr="00CE3523" w:rsidRDefault="001A7440" w:rsidP="001A7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E3523">
              <w:rPr>
                <w:rFonts w:ascii="Arial" w:hAnsi="Arial" w:cs="Arial"/>
                <w:color w:val="000000" w:themeColor="text1"/>
                <w:sz w:val="16"/>
                <w:szCs w:val="16"/>
              </w:rPr>
              <w:t>o izrednih pravnih sredstvih</w:t>
            </w:r>
          </w:p>
          <w:p w14:paraId="171AA3AE" w14:textId="77777777" w:rsidR="001A7440" w:rsidRPr="002E0C5B" w:rsidRDefault="001A7440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FD02" w14:textId="4862C442" w:rsidR="001A7440" w:rsidRPr="002E0C5B" w:rsidRDefault="001A7440" w:rsidP="001A744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83BC6" w14:textId="77777777" w:rsidR="001A7440" w:rsidRPr="002E0C5B" w:rsidRDefault="001A7440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8737C4" w14:paraId="55329E78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31EF2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Kališnik, 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713F1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B8DB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454CB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2D5C22B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6BDF8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48F82867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0EFC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Dragana </w:t>
            </w:r>
            <w:proofErr w:type="spellStart"/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Klincov</w:t>
            </w:r>
            <w:proofErr w:type="spellEnd"/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Recer,</w:t>
            </w:r>
          </w:p>
          <w:p w14:paraId="2E5A859F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FBC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F088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6DF2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9CE7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02536D05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D321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Bojan Markun,</w:t>
            </w:r>
          </w:p>
          <w:p w14:paraId="7FDA7F69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ekonomist za analize in planiranje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EB08" w14:textId="0CDFC5DC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Finančni izterjevalec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96E8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05A5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249BB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1381FF58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0360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Jožefa Meglen,</w:t>
            </w:r>
          </w:p>
          <w:p w14:paraId="2AB05A50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70C6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413B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6473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7EE6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59AC6F60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D98E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Petra Pintar,</w:t>
            </w:r>
          </w:p>
          <w:p w14:paraId="594EB545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077C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4FDB5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E48B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6F88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F03898" w14:paraId="5E42FD41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8DD7" w14:textId="77777777" w:rsidR="00DE71A5" w:rsidRPr="00F0389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03898">
              <w:rPr>
                <w:rFonts w:ascii="Arial" w:hAnsi="Arial" w:cs="Arial"/>
                <w:color w:val="000000" w:themeColor="text1"/>
                <w:sz w:val="16"/>
                <w:szCs w:val="16"/>
              </w:rPr>
              <w:t>Jelka Povše, univ. dipl. organizator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5464" w14:textId="77777777" w:rsidR="00DE71A5" w:rsidRPr="00F0389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  <w:r w:rsidRPr="00F0389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9274A" w14:textId="77777777" w:rsidR="00DE71A5" w:rsidRPr="00F0389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03898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52D1A" w14:textId="77777777" w:rsidR="00DE71A5" w:rsidRPr="00F0389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3D03BE0" w14:textId="77777777" w:rsidR="00DE71A5" w:rsidRPr="00F03898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5DCC3" w14:textId="77777777" w:rsidR="00DE71A5" w:rsidRPr="00F03898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03898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8737C4" w14:paraId="64DCEE2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A8D57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Mojca Urbanija Kotar,</w:t>
            </w:r>
          </w:p>
          <w:p w14:paraId="090D1D92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3125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E40BF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8CDE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7044E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19F4C997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8B1B3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Tina Vavpetič, 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5D29C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D4F16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FE378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62B0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582A51A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5C8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Tina Vavpetič, 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97DF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33AE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 izrednih pravnih sredstvih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7DAFB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9CF6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8737C4" w14:paraId="25339BC0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C183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Petra Vengust,</w:t>
            </w:r>
          </w:p>
          <w:p w14:paraId="1B88C813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443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svetovalec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C3A0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90F7" w14:textId="77777777" w:rsidR="00DE71A5" w:rsidRPr="008737C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2446" w14:textId="77777777" w:rsidR="00DE71A5" w:rsidRPr="008737C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737C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6E17BBCE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AD437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Nataša Zupanc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60E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C2EC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952C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B718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1F8CAE7F" w14:textId="3B793F0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573CE7A" w14:textId="77777777" w:rsidR="006A5B3F" w:rsidRDefault="006A5B3F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30EFDE6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3</w:t>
      </w:r>
    </w:p>
    <w:p w14:paraId="212F5080" w14:textId="77777777" w:rsidR="00DE71A5" w:rsidRPr="00CA5C26" w:rsidRDefault="00DE71A5" w:rsidP="00DE71A5">
      <w:pPr>
        <w:pStyle w:val="datumtevilka"/>
        <w:spacing w:line="260" w:lineRule="exact"/>
        <w:rPr>
          <w:rFonts w:ascii="Arial" w:hAnsi="Arial" w:cs="Arial"/>
          <w:b/>
          <w:color w:val="000000" w:themeColor="text1"/>
        </w:rPr>
      </w:pPr>
    </w:p>
    <w:p w14:paraId="2F30005D" w14:textId="77777777" w:rsidR="00DE71A5" w:rsidRPr="00CA5C2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76"/>
        <w:gridCol w:w="1843"/>
        <w:gridCol w:w="2216"/>
        <w:gridCol w:w="1183"/>
        <w:gridCol w:w="1266"/>
      </w:tblGrid>
      <w:tr w:rsidR="00DE71A5" w:rsidRPr="00083030" w14:paraId="2205F31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BCA9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6874872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59726C6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F8A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BF7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E75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DE2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3AF34760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E0C5B" w14:paraId="162C2C1D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4CB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Martina Uršič,</w:t>
            </w:r>
          </w:p>
          <w:p w14:paraId="5F27F6A0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diplomant upravnih ved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326B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E1A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9E2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0EA5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09798691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0C5B" w14:paraId="123BDE87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1A4B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Mirjam Blažič,</w:t>
            </w:r>
          </w:p>
          <w:p w14:paraId="53EE8D35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organizator - menedžer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FB8E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2D22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5430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6FF5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78662A8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9053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Alenka Bunc</w:t>
            </w:r>
          </w:p>
          <w:p w14:paraId="7EB18B3A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306B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7EEA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58F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C735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67C33E89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251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Natalija Jakšič,</w:t>
            </w:r>
          </w:p>
          <w:p w14:paraId="494A89F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D14C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2CE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2B2F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6E90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059AEE2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FEC3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Metka Knap,</w:t>
            </w:r>
          </w:p>
          <w:p w14:paraId="4D3463C5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49B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svetovalec III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DB4F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4515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93C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56ABD021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784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Nensi Kovačič,</w:t>
            </w:r>
          </w:p>
          <w:p w14:paraId="7749F5AA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76D6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E82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F61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7720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5F750F01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631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Irena Kunc,</w:t>
            </w:r>
          </w:p>
          <w:p w14:paraId="2B527925" w14:textId="1702CDE4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</w:t>
            </w:r>
            <w:r w:rsidR="001971EB">
              <w:rPr>
                <w:rFonts w:ascii="Arial" w:hAnsi="Arial" w:cs="Arial"/>
                <w:color w:val="000000" w:themeColor="text1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omant</w:t>
            </w: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javne uprave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49B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0A68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2D9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0231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2AD04BAF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874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Mihaela Mihelič,</w:t>
            </w:r>
          </w:p>
          <w:p w14:paraId="6FCBC0E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3F66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1207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9EFC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20E8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B012C" w14:paraId="38C61A08" w14:textId="77777777" w:rsidTr="00FA6DEF"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4587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Andreja Okršlar,</w:t>
            </w:r>
          </w:p>
          <w:p w14:paraId="1D1C146D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5EE8" w14:textId="0E1B05AD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</w:t>
            </w:r>
            <w:r w:rsidR="00EB3C5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C4CB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89C5" w14:textId="77777777" w:rsidR="00DE71A5" w:rsidRPr="00EB012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9253C" w14:textId="77777777" w:rsidR="00DE71A5" w:rsidRPr="00EB012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012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3F08499B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7754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Senta</w:t>
            </w:r>
            <w:proofErr w:type="spellEnd"/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Tarlač,</w:t>
            </w:r>
          </w:p>
          <w:p w14:paraId="3EABA3DD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dipl. </w:t>
            </w:r>
            <w:proofErr w:type="spellStart"/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20A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 </w:t>
            </w: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E94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5819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B017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E0C5B" w14:paraId="09597DAF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A4B0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Neža Završnik Nemec,</w:t>
            </w:r>
          </w:p>
          <w:p w14:paraId="6646C48F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8CDF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289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2F8B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E4C7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272674BF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E0C5B" w14:paraId="1114846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6230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Nina Zupančič Virant,</w:t>
            </w:r>
          </w:p>
          <w:p w14:paraId="6CBEAD71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upravni organizator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B85E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 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D2C8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F3F5" w14:textId="77777777" w:rsidR="00DE71A5" w:rsidRPr="002E0C5B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EBC6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0C5B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3F53E8BE" w14:textId="77777777" w:rsidR="00DE71A5" w:rsidRPr="002E0C5B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5B2788C1" w14:textId="77777777" w:rsidR="00DE71A5" w:rsidRPr="0054326E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FF0000"/>
        </w:rPr>
      </w:pPr>
    </w:p>
    <w:p w14:paraId="16B63632" w14:textId="77777777" w:rsidR="00DE71A5" w:rsidRPr="001D7466" w:rsidRDefault="00DE71A5" w:rsidP="00DE71A5">
      <w:pPr>
        <w:pStyle w:val="datumtevilka"/>
        <w:spacing w:line="260" w:lineRule="exact"/>
        <w:rPr>
          <w:rFonts w:ascii="Arial" w:hAnsi="Arial" w:cs="Arial"/>
          <w:b/>
          <w:color w:val="000000" w:themeColor="text1"/>
        </w:rPr>
      </w:pPr>
    </w:p>
    <w:p w14:paraId="1A19456D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4</w:t>
      </w:r>
    </w:p>
    <w:p w14:paraId="568937AB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929897D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1919"/>
        <w:gridCol w:w="2216"/>
        <w:gridCol w:w="1183"/>
        <w:gridCol w:w="1266"/>
      </w:tblGrid>
      <w:tr w:rsidR="00DE71A5" w:rsidRPr="00083030" w14:paraId="09826B6B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C6F9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1BA2561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3DCC8C0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288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FEB0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4ED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7BC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496D848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B19A2" w14:paraId="536D9B8D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8DB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Renata Jurčević Zilić,</w:t>
            </w:r>
          </w:p>
          <w:p w14:paraId="4BCC4E8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diplomant  upravnih ved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F2A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C76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D45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513F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63E3149E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5CD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Zaviša Baraga,</w:t>
            </w:r>
          </w:p>
          <w:p w14:paraId="15F8990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dipl. </w:t>
            </w:r>
            <w:proofErr w:type="spellStart"/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355FD" w14:textId="0BB85CDD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 w:rsidR="00C15F4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  <w:r w:rsidR="00C15F46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D0C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5F7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BF34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02AB553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CAB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Gregor Brinovec,</w:t>
            </w:r>
          </w:p>
          <w:p w14:paraId="110AB30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diplomant upravnih ved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20ADF" w14:textId="4EC3CF9D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B732C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  <w:r w:rsidR="00B732C6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013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DD5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598D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4CC63432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19E9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Petra Kontelj,</w:t>
            </w:r>
          </w:p>
          <w:p w14:paraId="2D5CC3E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00E7" w14:textId="09B2BA93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</w:t>
            </w:r>
            <w:r w:rsidR="00BD1F4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3728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E83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4D9DA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1C1F0CC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3E4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Matjaž Lipuš,</w:t>
            </w:r>
          </w:p>
          <w:p w14:paraId="5EDA002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CF60" w14:textId="05633672" w:rsidR="00DE71A5" w:rsidRPr="002B19A2" w:rsidRDefault="007C4128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95B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EFB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D4DD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83EC9" w:rsidRPr="002B19A2" w14:paraId="07A91034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B6ABE" w14:textId="11C1FFBE" w:rsidR="00D83EC9" w:rsidRPr="002B19A2" w:rsidRDefault="00D83EC9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Gašper Penko, dipl. upravnih ved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E905" w14:textId="2229E234" w:rsidR="00D83EC9" w:rsidRDefault="00D83EC9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312A" w14:textId="5C9AB62D" w:rsidR="00D83EC9" w:rsidRPr="002B19A2" w:rsidRDefault="00D83EC9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D1BFB" w14:textId="77777777" w:rsidR="00D83EC9" w:rsidRPr="002B19A2" w:rsidRDefault="00D83EC9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529D" w14:textId="13E386BB" w:rsidR="00D83EC9" w:rsidRPr="002B19A2" w:rsidRDefault="00D83EC9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7AF5711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4CA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Aleš Poljšak,</w:t>
            </w:r>
          </w:p>
          <w:p w14:paraId="273ED59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51F2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18F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BB3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88C92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2D314919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962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Barbara Svetličič,</w:t>
            </w:r>
          </w:p>
          <w:p w14:paraId="446E62DA" w14:textId="50C5DBCF" w:rsidR="00DE71A5" w:rsidRPr="002B19A2" w:rsidRDefault="008713DC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307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2FD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F07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BDE06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5EDD877A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116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Tanja Zalokar, </w:t>
            </w:r>
          </w:p>
          <w:p w14:paraId="3A7EAE0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336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DF5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31B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531E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6F565A92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B19A2" w14:paraId="0A5B859D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337A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Boris Zorman, tehnolog prometa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BD7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2FE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C18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479D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79FA1744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74219FE3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8FFCF16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18B85024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5</w:t>
      </w:r>
    </w:p>
    <w:p w14:paraId="71E7440D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02A91CB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1919"/>
        <w:gridCol w:w="2216"/>
        <w:gridCol w:w="1183"/>
        <w:gridCol w:w="1266"/>
      </w:tblGrid>
      <w:tr w:rsidR="00DE71A5" w:rsidRPr="00083030" w14:paraId="303A1972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085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76D3D0A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36F8B6F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036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8E0A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E6C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55A1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6902EC8F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B19A2" w14:paraId="2301F3B4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E8A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Gregor Žirovnik,</w:t>
            </w:r>
          </w:p>
          <w:p w14:paraId="4B6132E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A92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ACE4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69756F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zadevah iz pristojnosti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0739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19009C1" w14:textId="2E2AB09A" w:rsidR="00DE71A5" w:rsidRPr="002B19A2" w:rsidRDefault="00CC1E90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</w:t>
            </w:r>
            <w:r w:rsidR="00DE71A5"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0208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B19A2" w14:paraId="23BC7618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118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Mirjan </w:t>
            </w:r>
            <w:proofErr w:type="spellStart"/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Andreuzzi</w:t>
            </w:r>
            <w:proofErr w:type="spellEnd"/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1A80AA1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strojni tehnik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B8E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7F3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DF1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E407B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7CBEF934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2E2B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Maja Beganović,</w:t>
            </w:r>
          </w:p>
          <w:p w14:paraId="17F6EAF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1845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 specialist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B95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762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7735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353994A2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2EA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Gašper Čavlovič, dipl.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varstvoslovec</w:t>
            </w:r>
            <w:proofErr w:type="spellEnd"/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8E8AD" w14:textId="2459D9C1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</w:t>
            </w:r>
            <w:r w:rsidR="00C8111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F6E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109B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E5CC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01B36382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D64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Primož Keber,</w:t>
            </w:r>
          </w:p>
          <w:p w14:paraId="30B544C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elektrotehnik</w:t>
            </w:r>
          </w:p>
          <w:p w14:paraId="351D5DF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B93D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872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1B3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BE9C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6B879E86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16D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Blaž Miklavž,</w:t>
            </w:r>
          </w:p>
          <w:p w14:paraId="5D6315AB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33BDB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084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EC0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7B6B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46B22AA2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5A2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Edvard Pegan,</w:t>
            </w:r>
          </w:p>
          <w:p w14:paraId="4963DA7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ing. varstva okolja in komunale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FDFD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B1D2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8B5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E28DB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557C213A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50D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Ana Strajnar </w:t>
            </w:r>
            <w:proofErr w:type="spellStart"/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Erpič</w:t>
            </w:r>
            <w:proofErr w:type="spellEnd"/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589CD0C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44D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Višji finančni izterjevalec 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E0C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DE6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1B23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  <w:p w14:paraId="5F40D6C5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B19A2" w14:paraId="7A512203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89D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Andrej Zupanc,</w:t>
            </w:r>
          </w:p>
          <w:p w14:paraId="069C83F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naravoslovno matematični tehnik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08F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8106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E283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AF48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1592CA86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3B702CDA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  <w:b/>
          <w:color w:val="000000" w:themeColor="text1"/>
        </w:rPr>
      </w:pPr>
    </w:p>
    <w:p w14:paraId="0DC41259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6</w:t>
      </w:r>
    </w:p>
    <w:p w14:paraId="360095AF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F7B1AA3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1919"/>
        <w:gridCol w:w="2216"/>
        <w:gridCol w:w="1183"/>
        <w:gridCol w:w="1266"/>
      </w:tblGrid>
      <w:tr w:rsidR="00DE71A5" w:rsidRPr="00083030" w14:paraId="1F1918E5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9C4A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1BAABB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615A4BE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F584D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6B5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117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D28E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30C560A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B19A2" w14:paraId="0638950C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CE3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Tanja Povše,</w:t>
            </w:r>
          </w:p>
          <w:p w14:paraId="51DF5F8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pravnik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B88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D26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FFA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6709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64F70E01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997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Saša Colja,</w:t>
            </w:r>
          </w:p>
          <w:p w14:paraId="689F501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499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DBE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454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664B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32B91D8B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367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Monika Gjurin,</w:t>
            </w:r>
          </w:p>
          <w:p w14:paraId="7EF482D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d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ipl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omant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upravnih ved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BA6A8" w14:textId="2E12AD6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3757D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</w:t>
            </w:r>
            <w:r w:rsidR="003757D7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31F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A3CF2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11E9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073B5DC5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27C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Anica Kalšek,</w:t>
            </w:r>
          </w:p>
          <w:p w14:paraId="1494CAD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gimnazijski maturant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742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specialist I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56D1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79175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F784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7BBD3734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907B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Doris Kosar,</w:t>
            </w:r>
          </w:p>
          <w:p w14:paraId="22FAA7D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mag. poslovnih ved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B63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AD3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56B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8CA14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016D1281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39F7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Nina Ostanek Gale,</w:t>
            </w:r>
          </w:p>
          <w:p w14:paraId="344B8FCC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617F" w14:textId="29897C5C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 w:rsidR="0001323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višji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svetovalec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1D8D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90F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9552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5E4853CF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9CA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Ksenja Peterka, dipl. ekonomist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936E" w14:textId="1C128538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</w:t>
            </w:r>
            <w:r w:rsidR="00073EC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CE8F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177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2AEB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644E7C" w14:paraId="403309E8" w14:textId="77777777" w:rsidTr="00FA6DEF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0F42" w14:textId="77777777" w:rsidR="00DE71A5" w:rsidRPr="00644E7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Polona Retelj Bešič, </w:t>
            </w:r>
            <w:proofErr w:type="spellStart"/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>univ</w:t>
            </w:r>
            <w:proofErr w:type="spellEnd"/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>, dipl. biolog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0F65" w14:textId="77777777" w:rsidR="00DE71A5" w:rsidRPr="00644E7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 III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8D46" w14:textId="77777777" w:rsidR="00DE71A5" w:rsidRPr="00644E7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1B2BC" w14:textId="77777777" w:rsidR="00DE71A5" w:rsidRPr="00644E7C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2BD3F" w14:textId="77777777" w:rsidR="00DE71A5" w:rsidRPr="00644E7C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44E7C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010FD1F7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6F6AB8C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51E558B8" w14:textId="77777777" w:rsidR="00DE71A5" w:rsidRPr="0022349C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22349C">
        <w:rPr>
          <w:rFonts w:ascii="Arial" w:hAnsi="Arial" w:cs="Arial"/>
          <w:b/>
          <w:color w:val="000000" w:themeColor="text1"/>
          <w:sz w:val="16"/>
          <w:szCs w:val="16"/>
        </w:rPr>
        <w:t xml:space="preserve">ODDELEK ZA IZVRŠBO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7</w:t>
      </w:r>
    </w:p>
    <w:p w14:paraId="66896C79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p w14:paraId="411351CC" w14:textId="77777777" w:rsidR="00DE71A5" w:rsidRPr="001D7466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09"/>
        <w:gridCol w:w="2217"/>
        <w:gridCol w:w="1183"/>
        <w:gridCol w:w="1265"/>
      </w:tblGrid>
      <w:tr w:rsidR="00DE71A5" w:rsidRPr="00083030" w14:paraId="26A02C88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D1E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Osebno ime</w:t>
            </w:r>
          </w:p>
          <w:p w14:paraId="34C2801B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in</w:t>
            </w:r>
          </w:p>
          <w:p w14:paraId="24B968F2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znanstveni ali strokovni naslov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DD4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Uradniški naziv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1D67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B0D8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Odločanje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F953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Vodenje postopka</w:t>
            </w:r>
          </w:p>
          <w:p w14:paraId="2052E176" w14:textId="77777777" w:rsidR="00DE71A5" w:rsidRPr="00083030" w:rsidRDefault="00DE71A5" w:rsidP="00FA6DEF">
            <w:pPr>
              <w:spacing w:line="260" w:lineRule="atLeast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83030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pred izdajo odločbe</w:t>
            </w:r>
          </w:p>
        </w:tc>
      </w:tr>
      <w:tr w:rsidR="00DE71A5" w:rsidRPr="002B19A2" w14:paraId="7D338AF7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2DE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Oskar Čas,</w:t>
            </w:r>
          </w:p>
          <w:p w14:paraId="4BC1EDB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univ. dipl. organizator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BC01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višji svetovalec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E5E7B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oddelka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9902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1E9B32D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B89D5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DE71A5" w:rsidRPr="002B19A2" w14:paraId="096E8D3C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16B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Branko Arko,</w:t>
            </w:r>
          </w:p>
          <w:p w14:paraId="36DF8DC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komercialist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D0B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 specialist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D181A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A7EA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08943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5D624BDC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EB9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Iztok Ian Golob, </w:t>
            </w:r>
          </w:p>
          <w:p w14:paraId="63580EC6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letalski mehanik spec.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9DD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 </w:t>
            </w: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229E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E07E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F420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2B19A2" w14:paraId="7267F498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27C4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Katarina Klun,</w:t>
            </w:r>
          </w:p>
          <w:p w14:paraId="23D352D0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upravni delavec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A969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svetovalec specialist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C15A8" w14:textId="77777777" w:rsidR="00DE71A5" w:rsidRPr="002B19A2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B941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C9AF" w14:textId="77777777" w:rsidR="00DE71A5" w:rsidRPr="002B19A2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19A2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0446F4" w14:paraId="63BE02DB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6A00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Roman Kolar,</w:t>
            </w:r>
          </w:p>
          <w:p w14:paraId="6532425D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elektrotehnik elektronik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C4BF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C0DC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79DD" w14:textId="77777777" w:rsidR="00DE71A5" w:rsidRPr="000446F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6C0C4" w14:textId="77777777" w:rsidR="00DE71A5" w:rsidRPr="000446F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0446F4" w14:paraId="59E57D3C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07BBB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Marko Konc,</w:t>
            </w:r>
          </w:p>
          <w:p w14:paraId="5B176530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ekonomski tehnik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1BB61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Finančni izterjevalec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specialist </w:t>
            </w: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4305" w14:textId="77777777" w:rsidR="00DE71A5" w:rsidRPr="000446F4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DD4EE" w14:textId="77777777" w:rsidR="00DE71A5" w:rsidRPr="000446F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9E8D" w14:textId="77777777" w:rsidR="00DE71A5" w:rsidRPr="000446F4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446F4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1650A" w14:paraId="59BB0ECE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43DB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Matjaž Koprivnik,</w:t>
            </w:r>
          </w:p>
          <w:p w14:paraId="75F21953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ekonomsko – komercialni tehnik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6D27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24F81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D5A3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BCE2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1650A" w14:paraId="12738FB6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3D378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Mihec Pečar,</w:t>
            </w:r>
          </w:p>
          <w:p w14:paraId="77448C3D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poslovni sekretar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04DC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Višji finančni izterjevalec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specialist</w:t>
            </w: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III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39C5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D3035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1BA0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1650A" w14:paraId="3C7A2B6E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F0A3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Tomaž Sintič,</w:t>
            </w:r>
          </w:p>
          <w:p w14:paraId="66888DE8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strojni tehnik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DE51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 specialist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58585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00CB8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BAAB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  <w:tr w:rsidR="00DE71A5" w:rsidRPr="00E1650A" w14:paraId="005BC64B" w14:textId="77777777" w:rsidTr="00FA6DE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F7B9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Valter Žnidaršič,</w:t>
            </w:r>
          </w:p>
          <w:p w14:paraId="128C491B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naravoslovno matematični tehnik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3C91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Finančni izterjevalec specialist I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6384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v vseh enostavnih upravnih postopkih iz pristojnosti sektorja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B7473" w14:textId="77777777" w:rsidR="00DE71A5" w:rsidRPr="00E1650A" w:rsidRDefault="00DE71A5" w:rsidP="00FA6D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5424" w14:textId="77777777" w:rsidR="00DE71A5" w:rsidRPr="00E1650A" w:rsidRDefault="00DE71A5" w:rsidP="00FA6D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1650A">
              <w:rPr>
                <w:rFonts w:ascii="Arial" w:hAnsi="Arial" w:cs="Arial"/>
                <w:color w:val="000000" w:themeColor="text1"/>
                <w:sz w:val="16"/>
                <w:szCs w:val="16"/>
              </w:rPr>
              <w:t>DA</w:t>
            </w:r>
          </w:p>
        </w:tc>
      </w:tr>
    </w:tbl>
    <w:p w14:paraId="5BD2DD39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437DB378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485AC9B3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5DF8C053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2AF72A5D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6720EF13" w14:textId="77777777" w:rsidR="00DE71A5" w:rsidRDefault="00DE71A5" w:rsidP="00DE71A5">
      <w:pPr>
        <w:pStyle w:val="datumtevilka"/>
        <w:spacing w:line="260" w:lineRule="exact"/>
        <w:jc w:val="center"/>
        <w:rPr>
          <w:rFonts w:ascii="Arial" w:hAnsi="Arial" w:cs="Arial"/>
          <w:b/>
        </w:rPr>
      </w:pPr>
    </w:p>
    <w:p w14:paraId="75809C11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mag. Zlatko Alibegović,</w:t>
      </w:r>
    </w:p>
    <w:p w14:paraId="61F03528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direktor </w:t>
      </w:r>
    </w:p>
    <w:p w14:paraId="57341878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</w:rPr>
      </w:pPr>
    </w:p>
    <w:p w14:paraId="049BA4BD" w14:textId="77777777" w:rsidR="00DE71A5" w:rsidRDefault="00DE71A5" w:rsidP="00DE71A5">
      <w:pPr>
        <w:pStyle w:val="datumtevilka"/>
        <w:spacing w:line="260" w:lineRule="exact"/>
        <w:rPr>
          <w:rFonts w:ascii="Arial" w:hAnsi="Arial" w:cs="Arial"/>
        </w:rPr>
      </w:pPr>
    </w:p>
    <w:p w14:paraId="79770C5B" w14:textId="77777777" w:rsidR="00DE71A5" w:rsidRPr="00DE71A5" w:rsidRDefault="00DE71A5" w:rsidP="00801A8F">
      <w:pPr>
        <w:pStyle w:val="datumtevilka"/>
        <w:spacing w:line="260" w:lineRule="exact"/>
        <w:rPr>
          <w:rFonts w:ascii="Arial" w:hAnsi="Arial" w:cs="Arial"/>
          <w:b/>
          <w:bCs/>
        </w:rPr>
      </w:pPr>
    </w:p>
    <w:sectPr w:rsidR="00DE71A5" w:rsidRPr="00DE71A5" w:rsidSect="00783310">
      <w:footerReference w:type="default" r:id="rId14"/>
      <w:headerReference w:type="first" r:id="rId15"/>
      <w:footerReference w:type="first" r:id="rId16"/>
      <w:pgSz w:w="11900" w:h="16840" w:code="9"/>
      <w:pgMar w:top="1701" w:right="1701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D08F" w14:textId="77777777" w:rsidR="00D97724" w:rsidRDefault="00D97724">
      <w:r>
        <w:separator/>
      </w:r>
    </w:p>
  </w:endnote>
  <w:endnote w:type="continuationSeparator" w:id="0">
    <w:p w14:paraId="7EAE5117" w14:textId="77777777" w:rsidR="00D97724" w:rsidRDefault="00D9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DB98" w14:textId="77777777" w:rsidR="00102F83" w:rsidRDefault="00000000" w:rsidP="000663A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28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30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8E7D" w14:textId="77777777" w:rsidR="00102F83" w:rsidRDefault="00000000" w:rsidP="000663A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>
      <w:rPr>
        <w:rFonts w:cs="Arial"/>
        <w:noProof/>
        <w:sz w:val="16"/>
      </w:rPr>
      <w:t>30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9BE3" w14:textId="77777777" w:rsidR="00D97724" w:rsidRDefault="00D97724">
      <w:r>
        <w:separator/>
      </w:r>
    </w:p>
  </w:footnote>
  <w:footnote w:type="continuationSeparator" w:id="0">
    <w:p w14:paraId="5BCD5974" w14:textId="77777777" w:rsidR="00D97724" w:rsidRDefault="00D9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7E02F7" w14:paraId="2DC54CA7" w14:textId="77777777">
      <w:trPr>
        <w:cantSplit/>
        <w:trHeight w:hRule="exact" w:val="847"/>
      </w:trPr>
      <w:tc>
        <w:tcPr>
          <w:tcW w:w="567" w:type="dxa"/>
        </w:tcPr>
        <w:p w14:paraId="29ED8763" w14:textId="77777777" w:rsidR="00102F83" w:rsidRDefault="00000000" w:rsidP="00D248DE">
          <w:pPr>
            <w:autoSpaceDE w:val="0"/>
            <w:autoSpaceDN w:val="0"/>
            <w:adjustRightInd w:val="0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</w:rPr>
            <w:t></w:t>
          </w:r>
        </w:p>
        <w:p w14:paraId="186FABE5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0F223C3F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2F6DFE60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29C47946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716D4872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08812B56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5E6847B3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6193867A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739AD819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166138DC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2ACF1A7A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663789E4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7BB1EC48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73C27B0B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06F73CA0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  <w:p w14:paraId="55DD81B1" w14:textId="77777777" w:rsidR="00102F83" w:rsidRPr="006D42D9" w:rsidRDefault="00102F83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14:paraId="051A64FC" w14:textId="77777777" w:rsidR="00102F83" w:rsidRPr="008F3500" w:rsidRDefault="00000000" w:rsidP="00924E3C">
    <w:pPr>
      <w:autoSpaceDE w:val="0"/>
      <w:autoSpaceDN w:val="0"/>
      <w:adjustRightInd w:val="0"/>
      <w:rPr>
        <w:rFonts w:ascii="Republika" w:hAnsi="Republik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48EB55A" wp14:editId="01D02B5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32385" b="190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49" style="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-34pt,283.5pt" to="-14.15pt,283.5pt" o:allowincell="f" strokecolor="#428299" strokeweight="0.5pt"/>
          </w:pict>
        </mc:Fallback>
      </mc:AlternateContent>
    </w:r>
    <w:r w:rsidRPr="008F3500">
      <w:rPr>
        <w:rFonts w:ascii="Republika" w:hAnsi="Republika"/>
      </w:rPr>
      <w:t>REPUBLIKA SLOVENIJA</w:t>
    </w:r>
  </w:p>
  <w:p w14:paraId="60A0C181" w14:textId="77777777" w:rsidR="00102F83" w:rsidRPr="008F3500" w:rsidRDefault="00000000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</w:rPr>
    </w:pPr>
    <w:r>
      <w:rPr>
        <w:rFonts w:ascii="Republika Bold" w:hAnsi="Republika Bold"/>
        <w:b/>
        <w:caps/>
      </w:rPr>
      <w:t>Ministrstvo za finance</w:t>
    </w:r>
  </w:p>
  <w:p w14:paraId="122C6747" w14:textId="77777777" w:rsidR="00102F83" w:rsidRDefault="00000000" w:rsidP="00EC48EE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</w:rPr>
    </w:pPr>
    <w:r>
      <w:rPr>
        <w:rFonts w:ascii="Republika" w:hAnsi="Republika"/>
        <w:caps/>
      </w:rPr>
      <w:t>FINANČNA uprava Republike Slovenije</w:t>
    </w:r>
  </w:p>
  <w:p w14:paraId="4C82DA78" w14:textId="77777777" w:rsidR="00102F83" w:rsidRPr="0039308F" w:rsidRDefault="00000000" w:rsidP="00EC48EE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/>
        <w:caps/>
      </w:rPr>
    </w:pPr>
    <w:r>
      <w:rPr>
        <w:rFonts w:ascii="Republika" w:hAnsi="Republika"/>
      </w:rPr>
      <w:t>Finančni urad Ljubljana</w:t>
    </w:r>
  </w:p>
  <w:p w14:paraId="530418F7" w14:textId="77777777" w:rsidR="00102F83" w:rsidRPr="008F3500" w:rsidRDefault="00000000" w:rsidP="00EC48EE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</w:rPr>
    </w:pPr>
    <w:r>
      <w:rPr>
        <w:rFonts w:cs="Arial"/>
        <w:sz w:val="16"/>
      </w:rPr>
      <w:t xml:space="preserve">Davčna ulica 1, </w:t>
    </w:r>
    <w:proofErr w:type="spellStart"/>
    <w:r>
      <w:rPr>
        <w:rFonts w:cs="Arial"/>
        <w:sz w:val="16"/>
      </w:rPr>
      <w:t>p.p</w:t>
    </w:r>
    <w:proofErr w:type="spellEnd"/>
    <w:r>
      <w:rPr>
        <w:rFonts w:cs="Arial"/>
        <w:sz w:val="16"/>
      </w:rPr>
      <w:t>. 107</w:t>
    </w:r>
    <w:r w:rsidRPr="008F3500">
      <w:rPr>
        <w:rFonts w:cs="Arial"/>
        <w:sz w:val="16"/>
      </w:rPr>
      <w:t xml:space="preserve">, </w:t>
    </w:r>
    <w:r>
      <w:rPr>
        <w:rFonts w:cs="Arial"/>
        <w:sz w:val="16"/>
      </w:rPr>
      <w:t>1001 Ljubljana</w:t>
    </w:r>
    <w:r w:rsidRPr="008F3500">
      <w:rPr>
        <w:rFonts w:cs="Arial"/>
        <w:sz w:val="16"/>
      </w:rPr>
      <w:tab/>
      <w:t xml:space="preserve">T: </w:t>
    </w:r>
    <w:r>
      <w:rPr>
        <w:rFonts w:cs="Arial"/>
        <w:sz w:val="16"/>
      </w:rPr>
      <w:t>01 369 30 00</w:t>
    </w:r>
  </w:p>
  <w:p w14:paraId="5F3EA0BB" w14:textId="77777777" w:rsidR="00102F83" w:rsidRPr="008F3500" w:rsidRDefault="00000000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  <w:t xml:space="preserve">E: </w:t>
    </w:r>
    <w:r>
      <w:rPr>
        <w:rFonts w:cs="Arial"/>
        <w:sz w:val="16"/>
      </w:rPr>
      <w:t>lj.fu@gov.si</w:t>
    </w:r>
  </w:p>
  <w:p w14:paraId="00A92072" w14:textId="77777777" w:rsidR="00102F83" w:rsidRPr="008F3500" w:rsidRDefault="00000000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</w:r>
    <w:r>
      <w:rPr>
        <w:rFonts w:cs="Arial"/>
        <w:sz w:val="16"/>
      </w:rPr>
      <w:t>www.fu.gov.si</w:t>
    </w:r>
  </w:p>
  <w:p w14:paraId="734E6836" w14:textId="77777777" w:rsidR="00102F83" w:rsidRPr="008F3500" w:rsidRDefault="00102F83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5CD1"/>
    <w:multiLevelType w:val="hybridMultilevel"/>
    <w:tmpl w:val="2D24329E"/>
    <w:lvl w:ilvl="0" w:tplc="866C3D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1502DE8" w:tentative="1">
      <w:start w:val="1"/>
      <w:numFmt w:val="lowerLetter"/>
      <w:lvlText w:val="%2."/>
      <w:lvlJc w:val="left"/>
      <w:pPr>
        <w:ind w:left="1800" w:hanging="360"/>
      </w:pPr>
    </w:lvl>
    <w:lvl w:ilvl="2" w:tplc="7528DCC6" w:tentative="1">
      <w:start w:val="1"/>
      <w:numFmt w:val="lowerRoman"/>
      <w:lvlText w:val="%3."/>
      <w:lvlJc w:val="right"/>
      <w:pPr>
        <w:ind w:left="2520" w:hanging="180"/>
      </w:pPr>
    </w:lvl>
    <w:lvl w:ilvl="3" w:tplc="2E46A9AE" w:tentative="1">
      <w:start w:val="1"/>
      <w:numFmt w:val="decimal"/>
      <w:lvlText w:val="%4."/>
      <w:lvlJc w:val="left"/>
      <w:pPr>
        <w:ind w:left="3240" w:hanging="360"/>
      </w:pPr>
    </w:lvl>
    <w:lvl w:ilvl="4" w:tplc="187802CE" w:tentative="1">
      <w:start w:val="1"/>
      <w:numFmt w:val="lowerLetter"/>
      <w:lvlText w:val="%5."/>
      <w:lvlJc w:val="left"/>
      <w:pPr>
        <w:ind w:left="3960" w:hanging="360"/>
      </w:pPr>
    </w:lvl>
    <w:lvl w:ilvl="5" w:tplc="D6807682" w:tentative="1">
      <w:start w:val="1"/>
      <w:numFmt w:val="lowerRoman"/>
      <w:lvlText w:val="%6."/>
      <w:lvlJc w:val="right"/>
      <w:pPr>
        <w:ind w:left="4680" w:hanging="180"/>
      </w:pPr>
    </w:lvl>
    <w:lvl w:ilvl="6" w:tplc="BC580E94" w:tentative="1">
      <w:start w:val="1"/>
      <w:numFmt w:val="decimal"/>
      <w:lvlText w:val="%7."/>
      <w:lvlJc w:val="left"/>
      <w:pPr>
        <w:ind w:left="5400" w:hanging="360"/>
      </w:pPr>
    </w:lvl>
    <w:lvl w:ilvl="7" w:tplc="94784C4C" w:tentative="1">
      <w:start w:val="1"/>
      <w:numFmt w:val="lowerLetter"/>
      <w:lvlText w:val="%8."/>
      <w:lvlJc w:val="left"/>
      <w:pPr>
        <w:ind w:left="6120" w:hanging="360"/>
      </w:pPr>
    </w:lvl>
    <w:lvl w:ilvl="8" w:tplc="547200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5428E4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08FB06" w:tentative="1">
      <w:start w:val="1"/>
      <w:numFmt w:val="lowerLetter"/>
      <w:lvlText w:val="%2."/>
      <w:lvlJc w:val="left"/>
      <w:pPr>
        <w:ind w:left="1080" w:hanging="360"/>
      </w:pPr>
    </w:lvl>
    <w:lvl w:ilvl="2" w:tplc="C37E305C" w:tentative="1">
      <w:start w:val="1"/>
      <w:numFmt w:val="lowerRoman"/>
      <w:lvlText w:val="%3."/>
      <w:lvlJc w:val="right"/>
      <w:pPr>
        <w:ind w:left="1800" w:hanging="180"/>
      </w:pPr>
    </w:lvl>
    <w:lvl w:ilvl="3" w:tplc="8C528F76" w:tentative="1">
      <w:start w:val="1"/>
      <w:numFmt w:val="decimal"/>
      <w:lvlText w:val="%4."/>
      <w:lvlJc w:val="left"/>
      <w:pPr>
        <w:ind w:left="2520" w:hanging="360"/>
      </w:pPr>
    </w:lvl>
    <w:lvl w:ilvl="4" w:tplc="29364524" w:tentative="1">
      <w:start w:val="1"/>
      <w:numFmt w:val="lowerLetter"/>
      <w:lvlText w:val="%5."/>
      <w:lvlJc w:val="left"/>
      <w:pPr>
        <w:ind w:left="3240" w:hanging="360"/>
      </w:pPr>
    </w:lvl>
    <w:lvl w:ilvl="5" w:tplc="F4E81794" w:tentative="1">
      <w:start w:val="1"/>
      <w:numFmt w:val="lowerRoman"/>
      <w:lvlText w:val="%6."/>
      <w:lvlJc w:val="right"/>
      <w:pPr>
        <w:ind w:left="3960" w:hanging="180"/>
      </w:pPr>
    </w:lvl>
    <w:lvl w:ilvl="6" w:tplc="F62ED8F8" w:tentative="1">
      <w:start w:val="1"/>
      <w:numFmt w:val="decimal"/>
      <w:lvlText w:val="%7."/>
      <w:lvlJc w:val="left"/>
      <w:pPr>
        <w:ind w:left="4680" w:hanging="360"/>
      </w:pPr>
    </w:lvl>
    <w:lvl w:ilvl="7" w:tplc="30A45C08" w:tentative="1">
      <w:start w:val="1"/>
      <w:numFmt w:val="lowerLetter"/>
      <w:lvlText w:val="%8."/>
      <w:lvlJc w:val="left"/>
      <w:pPr>
        <w:ind w:left="5400" w:hanging="360"/>
      </w:pPr>
    </w:lvl>
    <w:lvl w:ilvl="8" w:tplc="3C5E6B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30A61"/>
    <w:multiLevelType w:val="hybridMultilevel"/>
    <w:tmpl w:val="D15E8596"/>
    <w:lvl w:ilvl="0" w:tplc="423C8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BEA8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C6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E3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02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6A3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EA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40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86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72372"/>
    <w:multiLevelType w:val="hybridMultilevel"/>
    <w:tmpl w:val="94FE8146"/>
    <w:lvl w:ilvl="0" w:tplc="C074B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980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3E4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5ED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6D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485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F656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C831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965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965ADD"/>
    <w:multiLevelType w:val="hybridMultilevel"/>
    <w:tmpl w:val="DAF48218"/>
    <w:lvl w:ilvl="0" w:tplc="BB74CA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7A462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059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2E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68F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AC74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EB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619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45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3229"/>
    <w:multiLevelType w:val="hybridMultilevel"/>
    <w:tmpl w:val="76E0E022"/>
    <w:lvl w:ilvl="0" w:tplc="2514B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D92E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26A6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07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17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EF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C4D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490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E4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35AB1"/>
    <w:multiLevelType w:val="hybridMultilevel"/>
    <w:tmpl w:val="A102662E"/>
    <w:lvl w:ilvl="0" w:tplc="A296D5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DA0AF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0D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88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60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2D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EE8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8D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B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30B47"/>
    <w:multiLevelType w:val="hybridMultilevel"/>
    <w:tmpl w:val="CC0EDD42"/>
    <w:lvl w:ilvl="0" w:tplc="D7D808B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A3CA0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ABC05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2821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629D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410B3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EB4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65B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6C13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A33D0F"/>
    <w:multiLevelType w:val="hybridMultilevel"/>
    <w:tmpl w:val="D4D0D938"/>
    <w:lvl w:ilvl="0" w:tplc="1186C5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BA1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A8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8BD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410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C8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89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F83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DEE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D687C"/>
    <w:multiLevelType w:val="hybridMultilevel"/>
    <w:tmpl w:val="04D8538C"/>
    <w:lvl w:ilvl="0" w:tplc="47B0BD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272E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C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CEF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8C5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E4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A8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80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E6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B216C"/>
    <w:multiLevelType w:val="hybridMultilevel"/>
    <w:tmpl w:val="BDEA2AE8"/>
    <w:lvl w:ilvl="0" w:tplc="2B244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D529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467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CF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47E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481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C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8E1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5E78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E6DBF"/>
    <w:multiLevelType w:val="hybridMultilevel"/>
    <w:tmpl w:val="F0AA46DA"/>
    <w:lvl w:ilvl="0" w:tplc="BEF8DFA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4810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7E90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44ADC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0049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696C88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ACEFB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D96729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D40CEF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C96935"/>
    <w:multiLevelType w:val="hybridMultilevel"/>
    <w:tmpl w:val="D30C16C4"/>
    <w:lvl w:ilvl="0" w:tplc="BD04DB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E7E39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FC1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C1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4A1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B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BA8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26C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01C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448BE"/>
    <w:multiLevelType w:val="hybridMultilevel"/>
    <w:tmpl w:val="56CE9400"/>
    <w:lvl w:ilvl="0" w:tplc="592EA29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869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F82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C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C7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89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E6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CD4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EA1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D41E3"/>
    <w:multiLevelType w:val="hybridMultilevel"/>
    <w:tmpl w:val="621A1338"/>
    <w:lvl w:ilvl="0" w:tplc="F22E81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7F2C4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AED1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C0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00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A6D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8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CB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1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A4C44"/>
    <w:multiLevelType w:val="hybridMultilevel"/>
    <w:tmpl w:val="092E92F6"/>
    <w:lvl w:ilvl="0" w:tplc="0E1C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02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E66E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46E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70C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D83E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CCC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885D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0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5F2AC5"/>
    <w:multiLevelType w:val="hybridMultilevel"/>
    <w:tmpl w:val="0442BE86"/>
    <w:lvl w:ilvl="0" w:tplc="549A0A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58202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461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C0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E6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22E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6D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42D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4E6A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824670">
    <w:abstractNumId w:val="16"/>
  </w:num>
  <w:num w:numId="2" w16cid:durableId="35587805">
    <w:abstractNumId w:val="3"/>
  </w:num>
  <w:num w:numId="3" w16cid:durableId="1355839053">
    <w:abstractNumId w:val="8"/>
  </w:num>
  <w:num w:numId="4" w16cid:durableId="1272786357">
    <w:abstractNumId w:val="0"/>
  </w:num>
  <w:num w:numId="5" w16cid:durableId="735670347">
    <w:abstractNumId w:val="1"/>
  </w:num>
  <w:num w:numId="6" w16cid:durableId="1190531230">
    <w:abstractNumId w:val="7"/>
  </w:num>
  <w:num w:numId="7" w16cid:durableId="1785952531">
    <w:abstractNumId w:val="12"/>
  </w:num>
  <w:num w:numId="8" w16cid:durableId="1234662726">
    <w:abstractNumId w:val="10"/>
  </w:num>
  <w:num w:numId="9" w16cid:durableId="2082830865">
    <w:abstractNumId w:val="17"/>
  </w:num>
  <w:num w:numId="10" w16cid:durableId="1554652862">
    <w:abstractNumId w:val="4"/>
  </w:num>
  <w:num w:numId="11" w16cid:durableId="1027561276">
    <w:abstractNumId w:val="5"/>
  </w:num>
  <w:num w:numId="12" w16cid:durableId="1901593298">
    <w:abstractNumId w:val="4"/>
  </w:num>
  <w:num w:numId="13" w16cid:durableId="16545903">
    <w:abstractNumId w:val="6"/>
  </w:num>
  <w:num w:numId="14" w16cid:durableId="1984696436">
    <w:abstractNumId w:val="11"/>
  </w:num>
  <w:num w:numId="15" w16cid:durableId="1883011124">
    <w:abstractNumId w:val="15"/>
  </w:num>
  <w:num w:numId="16" w16cid:durableId="1161191504">
    <w:abstractNumId w:val="9"/>
  </w:num>
  <w:num w:numId="17" w16cid:durableId="2133669413">
    <w:abstractNumId w:val="13"/>
  </w:num>
  <w:num w:numId="18" w16cid:durableId="923689708">
    <w:abstractNumId w:val="2"/>
  </w:num>
  <w:num w:numId="19" w16cid:durableId="10775590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70C"/>
    <w:rsid w:val="000002E0"/>
    <w:rsid w:val="00000D77"/>
    <w:rsid w:val="0000103A"/>
    <w:rsid w:val="00002739"/>
    <w:rsid w:val="00003185"/>
    <w:rsid w:val="00006038"/>
    <w:rsid w:val="0000667F"/>
    <w:rsid w:val="00007576"/>
    <w:rsid w:val="0001205D"/>
    <w:rsid w:val="00012D6A"/>
    <w:rsid w:val="00013230"/>
    <w:rsid w:val="00013963"/>
    <w:rsid w:val="00014E51"/>
    <w:rsid w:val="000152FA"/>
    <w:rsid w:val="00015330"/>
    <w:rsid w:val="000158B4"/>
    <w:rsid w:val="0001756C"/>
    <w:rsid w:val="000177DB"/>
    <w:rsid w:val="00020088"/>
    <w:rsid w:val="000214E8"/>
    <w:rsid w:val="00021719"/>
    <w:rsid w:val="00021AEB"/>
    <w:rsid w:val="00023A88"/>
    <w:rsid w:val="000244C0"/>
    <w:rsid w:val="0002459F"/>
    <w:rsid w:val="000254E4"/>
    <w:rsid w:val="000259AE"/>
    <w:rsid w:val="00025B5C"/>
    <w:rsid w:val="00025E2C"/>
    <w:rsid w:val="0002708E"/>
    <w:rsid w:val="0002719A"/>
    <w:rsid w:val="000274DC"/>
    <w:rsid w:val="0003015F"/>
    <w:rsid w:val="000301EC"/>
    <w:rsid w:val="000302F7"/>
    <w:rsid w:val="000311EA"/>
    <w:rsid w:val="00032262"/>
    <w:rsid w:val="00032586"/>
    <w:rsid w:val="0003335B"/>
    <w:rsid w:val="00033DB6"/>
    <w:rsid w:val="000349A0"/>
    <w:rsid w:val="00034C05"/>
    <w:rsid w:val="0003513C"/>
    <w:rsid w:val="000351FC"/>
    <w:rsid w:val="000352AD"/>
    <w:rsid w:val="0003785F"/>
    <w:rsid w:val="000410BC"/>
    <w:rsid w:val="0004172C"/>
    <w:rsid w:val="000419BB"/>
    <w:rsid w:val="000446F4"/>
    <w:rsid w:val="00044890"/>
    <w:rsid w:val="00044D98"/>
    <w:rsid w:val="000451F4"/>
    <w:rsid w:val="000459D6"/>
    <w:rsid w:val="00046061"/>
    <w:rsid w:val="000461D8"/>
    <w:rsid w:val="000463AE"/>
    <w:rsid w:val="000473B4"/>
    <w:rsid w:val="00047D3B"/>
    <w:rsid w:val="00047E91"/>
    <w:rsid w:val="0005048C"/>
    <w:rsid w:val="000513E7"/>
    <w:rsid w:val="00053105"/>
    <w:rsid w:val="00057596"/>
    <w:rsid w:val="00061817"/>
    <w:rsid w:val="00061D74"/>
    <w:rsid w:val="000632A6"/>
    <w:rsid w:val="00063EC9"/>
    <w:rsid w:val="00064071"/>
    <w:rsid w:val="000663A8"/>
    <w:rsid w:val="00066406"/>
    <w:rsid w:val="00066903"/>
    <w:rsid w:val="00070CD1"/>
    <w:rsid w:val="00071A5A"/>
    <w:rsid w:val="00071C6C"/>
    <w:rsid w:val="000731B4"/>
    <w:rsid w:val="00073EC1"/>
    <w:rsid w:val="0007404C"/>
    <w:rsid w:val="000741E5"/>
    <w:rsid w:val="00074882"/>
    <w:rsid w:val="000758DA"/>
    <w:rsid w:val="00075BAF"/>
    <w:rsid w:val="000778B1"/>
    <w:rsid w:val="00077D9D"/>
    <w:rsid w:val="00081537"/>
    <w:rsid w:val="00083030"/>
    <w:rsid w:val="000835DB"/>
    <w:rsid w:val="00084208"/>
    <w:rsid w:val="00085512"/>
    <w:rsid w:val="000855E3"/>
    <w:rsid w:val="0008576D"/>
    <w:rsid w:val="000863F7"/>
    <w:rsid w:val="0008658A"/>
    <w:rsid w:val="00086A29"/>
    <w:rsid w:val="000875D2"/>
    <w:rsid w:val="00091537"/>
    <w:rsid w:val="00092865"/>
    <w:rsid w:val="0009304C"/>
    <w:rsid w:val="00093566"/>
    <w:rsid w:val="00093C14"/>
    <w:rsid w:val="0009436C"/>
    <w:rsid w:val="000A0F4D"/>
    <w:rsid w:val="000A10CC"/>
    <w:rsid w:val="000A1BE2"/>
    <w:rsid w:val="000A5CDA"/>
    <w:rsid w:val="000A7238"/>
    <w:rsid w:val="000B0AE4"/>
    <w:rsid w:val="000B1005"/>
    <w:rsid w:val="000B1748"/>
    <w:rsid w:val="000B183B"/>
    <w:rsid w:val="000B2F9C"/>
    <w:rsid w:val="000B484C"/>
    <w:rsid w:val="000B545B"/>
    <w:rsid w:val="000B68DC"/>
    <w:rsid w:val="000B6BF8"/>
    <w:rsid w:val="000C002E"/>
    <w:rsid w:val="000C2734"/>
    <w:rsid w:val="000C314A"/>
    <w:rsid w:val="000C3625"/>
    <w:rsid w:val="000C3BE7"/>
    <w:rsid w:val="000C3E27"/>
    <w:rsid w:val="000C41CB"/>
    <w:rsid w:val="000C4217"/>
    <w:rsid w:val="000C42D7"/>
    <w:rsid w:val="000C5A88"/>
    <w:rsid w:val="000C62CA"/>
    <w:rsid w:val="000C6F1B"/>
    <w:rsid w:val="000C719F"/>
    <w:rsid w:val="000D4142"/>
    <w:rsid w:val="000D659A"/>
    <w:rsid w:val="000D6F86"/>
    <w:rsid w:val="000E20C4"/>
    <w:rsid w:val="000E2263"/>
    <w:rsid w:val="000E2736"/>
    <w:rsid w:val="000E2FD9"/>
    <w:rsid w:val="000E3568"/>
    <w:rsid w:val="000E4962"/>
    <w:rsid w:val="000E60BD"/>
    <w:rsid w:val="000F4506"/>
    <w:rsid w:val="000F4A45"/>
    <w:rsid w:val="0010053E"/>
    <w:rsid w:val="00102F83"/>
    <w:rsid w:val="00103349"/>
    <w:rsid w:val="00103AEA"/>
    <w:rsid w:val="00103FED"/>
    <w:rsid w:val="00106515"/>
    <w:rsid w:val="0010684C"/>
    <w:rsid w:val="0010746E"/>
    <w:rsid w:val="0011136B"/>
    <w:rsid w:val="00111FA8"/>
    <w:rsid w:val="00112945"/>
    <w:rsid w:val="00112A6E"/>
    <w:rsid w:val="00112E57"/>
    <w:rsid w:val="00113936"/>
    <w:rsid w:val="00113ABA"/>
    <w:rsid w:val="00114D61"/>
    <w:rsid w:val="001163C1"/>
    <w:rsid w:val="00116EB0"/>
    <w:rsid w:val="0012158D"/>
    <w:rsid w:val="0012176D"/>
    <w:rsid w:val="00122133"/>
    <w:rsid w:val="00122D61"/>
    <w:rsid w:val="00124214"/>
    <w:rsid w:val="00124547"/>
    <w:rsid w:val="00124ACA"/>
    <w:rsid w:val="00125398"/>
    <w:rsid w:val="00125475"/>
    <w:rsid w:val="00125DF5"/>
    <w:rsid w:val="0012630F"/>
    <w:rsid w:val="00131E92"/>
    <w:rsid w:val="00132612"/>
    <w:rsid w:val="001333A9"/>
    <w:rsid w:val="0013551C"/>
    <w:rsid w:val="001357B2"/>
    <w:rsid w:val="00136614"/>
    <w:rsid w:val="0013677A"/>
    <w:rsid w:val="00140170"/>
    <w:rsid w:val="001402AC"/>
    <w:rsid w:val="00140B45"/>
    <w:rsid w:val="0014272C"/>
    <w:rsid w:val="00144758"/>
    <w:rsid w:val="00144AA7"/>
    <w:rsid w:val="001456CE"/>
    <w:rsid w:val="00146239"/>
    <w:rsid w:val="001467E0"/>
    <w:rsid w:val="00150D9A"/>
    <w:rsid w:val="00150FFE"/>
    <w:rsid w:val="001510E6"/>
    <w:rsid w:val="00151667"/>
    <w:rsid w:val="00151A29"/>
    <w:rsid w:val="001531FB"/>
    <w:rsid w:val="001542FA"/>
    <w:rsid w:val="001550CE"/>
    <w:rsid w:val="0015698E"/>
    <w:rsid w:val="00157516"/>
    <w:rsid w:val="0015758A"/>
    <w:rsid w:val="001575CC"/>
    <w:rsid w:val="00157C9E"/>
    <w:rsid w:val="001611BB"/>
    <w:rsid w:val="00161322"/>
    <w:rsid w:val="001623DA"/>
    <w:rsid w:val="001628B4"/>
    <w:rsid w:val="00162A26"/>
    <w:rsid w:val="00163BAA"/>
    <w:rsid w:val="00164496"/>
    <w:rsid w:val="0016512E"/>
    <w:rsid w:val="00165231"/>
    <w:rsid w:val="0016576E"/>
    <w:rsid w:val="00165DD9"/>
    <w:rsid w:val="00165EB1"/>
    <w:rsid w:val="00165FD8"/>
    <w:rsid w:val="0016716D"/>
    <w:rsid w:val="0017002B"/>
    <w:rsid w:val="001710C3"/>
    <w:rsid w:val="001712AD"/>
    <w:rsid w:val="00171E63"/>
    <w:rsid w:val="001720FC"/>
    <w:rsid w:val="00172ED0"/>
    <w:rsid w:val="00173744"/>
    <w:rsid w:val="00174210"/>
    <w:rsid w:val="00175C50"/>
    <w:rsid w:val="001777DD"/>
    <w:rsid w:val="00181ACA"/>
    <w:rsid w:val="00182049"/>
    <w:rsid w:val="0018250E"/>
    <w:rsid w:val="00182D1A"/>
    <w:rsid w:val="00186FFF"/>
    <w:rsid w:val="00187D28"/>
    <w:rsid w:val="00190F79"/>
    <w:rsid w:val="00192B95"/>
    <w:rsid w:val="001937AC"/>
    <w:rsid w:val="001948B3"/>
    <w:rsid w:val="00195681"/>
    <w:rsid w:val="001958FA"/>
    <w:rsid w:val="001971EB"/>
    <w:rsid w:val="001A2500"/>
    <w:rsid w:val="001A2CD5"/>
    <w:rsid w:val="001A34FE"/>
    <w:rsid w:val="001A4660"/>
    <w:rsid w:val="001A4B0A"/>
    <w:rsid w:val="001A4F2F"/>
    <w:rsid w:val="001A702B"/>
    <w:rsid w:val="001A7440"/>
    <w:rsid w:val="001B1C02"/>
    <w:rsid w:val="001B30E3"/>
    <w:rsid w:val="001B3311"/>
    <w:rsid w:val="001B38FE"/>
    <w:rsid w:val="001B608C"/>
    <w:rsid w:val="001B72D7"/>
    <w:rsid w:val="001B75DE"/>
    <w:rsid w:val="001B77A4"/>
    <w:rsid w:val="001B7FFA"/>
    <w:rsid w:val="001C1CA2"/>
    <w:rsid w:val="001C2125"/>
    <w:rsid w:val="001C266F"/>
    <w:rsid w:val="001C32FF"/>
    <w:rsid w:val="001C4983"/>
    <w:rsid w:val="001C49CA"/>
    <w:rsid w:val="001C614F"/>
    <w:rsid w:val="001C7700"/>
    <w:rsid w:val="001C7D93"/>
    <w:rsid w:val="001D022B"/>
    <w:rsid w:val="001D0C05"/>
    <w:rsid w:val="001D0FC3"/>
    <w:rsid w:val="001D1C4B"/>
    <w:rsid w:val="001D2DBA"/>
    <w:rsid w:val="001D38CD"/>
    <w:rsid w:val="001D3ACA"/>
    <w:rsid w:val="001D434E"/>
    <w:rsid w:val="001D55B0"/>
    <w:rsid w:val="001D7466"/>
    <w:rsid w:val="001E1E49"/>
    <w:rsid w:val="001E2724"/>
    <w:rsid w:val="001E33BA"/>
    <w:rsid w:val="001E3B31"/>
    <w:rsid w:val="001E45BC"/>
    <w:rsid w:val="001E4E95"/>
    <w:rsid w:val="001E5604"/>
    <w:rsid w:val="001E5885"/>
    <w:rsid w:val="001E597A"/>
    <w:rsid w:val="001E5F78"/>
    <w:rsid w:val="001E73CE"/>
    <w:rsid w:val="001E744F"/>
    <w:rsid w:val="001F037E"/>
    <w:rsid w:val="001F0CF7"/>
    <w:rsid w:val="001F2107"/>
    <w:rsid w:val="001F22AE"/>
    <w:rsid w:val="001F3A3B"/>
    <w:rsid w:val="001F3A75"/>
    <w:rsid w:val="001F4952"/>
    <w:rsid w:val="001F5707"/>
    <w:rsid w:val="001F5CFF"/>
    <w:rsid w:val="001F63F2"/>
    <w:rsid w:val="001F64EE"/>
    <w:rsid w:val="00200B39"/>
    <w:rsid w:val="00202A77"/>
    <w:rsid w:val="002032F3"/>
    <w:rsid w:val="00204D8B"/>
    <w:rsid w:val="0020522B"/>
    <w:rsid w:val="00206417"/>
    <w:rsid w:val="0020784F"/>
    <w:rsid w:val="002113C0"/>
    <w:rsid w:val="002138EE"/>
    <w:rsid w:val="00214467"/>
    <w:rsid w:val="002152C2"/>
    <w:rsid w:val="0021728E"/>
    <w:rsid w:val="0021794F"/>
    <w:rsid w:val="00220057"/>
    <w:rsid w:val="00220F21"/>
    <w:rsid w:val="002224D7"/>
    <w:rsid w:val="00222E28"/>
    <w:rsid w:val="0022327C"/>
    <w:rsid w:val="0022349C"/>
    <w:rsid w:val="002241F4"/>
    <w:rsid w:val="00224C53"/>
    <w:rsid w:val="002253B7"/>
    <w:rsid w:val="00230AF6"/>
    <w:rsid w:val="00230F1D"/>
    <w:rsid w:val="00231327"/>
    <w:rsid w:val="002319BF"/>
    <w:rsid w:val="002326A7"/>
    <w:rsid w:val="00233063"/>
    <w:rsid w:val="00234343"/>
    <w:rsid w:val="00236FCB"/>
    <w:rsid w:val="002406A2"/>
    <w:rsid w:val="00241272"/>
    <w:rsid w:val="0024146C"/>
    <w:rsid w:val="0024370C"/>
    <w:rsid w:val="00243F04"/>
    <w:rsid w:val="002444E9"/>
    <w:rsid w:val="00245528"/>
    <w:rsid w:val="00245BD1"/>
    <w:rsid w:val="002501E1"/>
    <w:rsid w:val="00250C6F"/>
    <w:rsid w:val="002524A3"/>
    <w:rsid w:val="00253DE1"/>
    <w:rsid w:val="0025511A"/>
    <w:rsid w:val="0025589F"/>
    <w:rsid w:val="0025793E"/>
    <w:rsid w:val="002655A0"/>
    <w:rsid w:val="00267AFD"/>
    <w:rsid w:val="00271CE5"/>
    <w:rsid w:val="00272DC3"/>
    <w:rsid w:val="002742D2"/>
    <w:rsid w:val="00275BC8"/>
    <w:rsid w:val="0027689A"/>
    <w:rsid w:val="00276D02"/>
    <w:rsid w:val="00280889"/>
    <w:rsid w:val="00280A75"/>
    <w:rsid w:val="00282020"/>
    <w:rsid w:val="00284553"/>
    <w:rsid w:val="00284EA9"/>
    <w:rsid w:val="00291E09"/>
    <w:rsid w:val="0029315E"/>
    <w:rsid w:val="00293D27"/>
    <w:rsid w:val="00294138"/>
    <w:rsid w:val="00297CD2"/>
    <w:rsid w:val="002A12FF"/>
    <w:rsid w:val="002A396A"/>
    <w:rsid w:val="002A409F"/>
    <w:rsid w:val="002A6F87"/>
    <w:rsid w:val="002A7628"/>
    <w:rsid w:val="002A77B9"/>
    <w:rsid w:val="002A7E99"/>
    <w:rsid w:val="002B136C"/>
    <w:rsid w:val="002B19A2"/>
    <w:rsid w:val="002B270A"/>
    <w:rsid w:val="002B4ACA"/>
    <w:rsid w:val="002B68FB"/>
    <w:rsid w:val="002C016F"/>
    <w:rsid w:val="002C0406"/>
    <w:rsid w:val="002C056F"/>
    <w:rsid w:val="002C0B3E"/>
    <w:rsid w:val="002C168A"/>
    <w:rsid w:val="002C19F5"/>
    <w:rsid w:val="002C21D5"/>
    <w:rsid w:val="002C2A35"/>
    <w:rsid w:val="002C2A4E"/>
    <w:rsid w:val="002C313C"/>
    <w:rsid w:val="002C3BB0"/>
    <w:rsid w:val="002C614D"/>
    <w:rsid w:val="002C6733"/>
    <w:rsid w:val="002C7AC7"/>
    <w:rsid w:val="002C7DDA"/>
    <w:rsid w:val="002D3F8F"/>
    <w:rsid w:val="002D408D"/>
    <w:rsid w:val="002D4E31"/>
    <w:rsid w:val="002D5264"/>
    <w:rsid w:val="002D6880"/>
    <w:rsid w:val="002D737E"/>
    <w:rsid w:val="002D7562"/>
    <w:rsid w:val="002D79AC"/>
    <w:rsid w:val="002E0C5B"/>
    <w:rsid w:val="002E2485"/>
    <w:rsid w:val="002E28C6"/>
    <w:rsid w:val="002E2B48"/>
    <w:rsid w:val="002E2D47"/>
    <w:rsid w:val="002E3590"/>
    <w:rsid w:val="002E4ABF"/>
    <w:rsid w:val="002E4D18"/>
    <w:rsid w:val="002E5172"/>
    <w:rsid w:val="002E776E"/>
    <w:rsid w:val="002E78A6"/>
    <w:rsid w:val="002F0F5E"/>
    <w:rsid w:val="002F16CF"/>
    <w:rsid w:val="002F28FE"/>
    <w:rsid w:val="002F3982"/>
    <w:rsid w:val="002F6257"/>
    <w:rsid w:val="002F6F08"/>
    <w:rsid w:val="00300692"/>
    <w:rsid w:val="003015D7"/>
    <w:rsid w:val="00301F1A"/>
    <w:rsid w:val="00303DAC"/>
    <w:rsid w:val="003044F7"/>
    <w:rsid w:val="00304BDA"/>
    <w:rsid w:val="00305F5D"/>
    <w:rsid w:val="00307A84"/>
    <w:rsid w:val="00307E3E"/>
    <w:rsid w:val="00307F1E"/>
    <w:rsid w:val="00310109"/>
    <w:rsid w:val="00310711"/>
    <w:rsid w:val="00310727"/>
    <w:rsid w:val="00310E93"/>
    <w:rsid w:val="003117BF"/>
    <w:rsid w:val="00312797"/>
    <w:rsid w:val="00312953"/>
    <w:rsid w:val="003133F3"/>
    <w:rsid w:val="00313434"/>
    <w:rsid w:val="003137F7"/>
    <w:rsid w:val="00313A52"/>
    <w:rsid w:val="00314057"/>
    <w:rsid w:val="00314582"/>
    <w:rsid w:val="00314967"/>
    <w:rsid w:val="00314CDA"/>
    <w:rsid w:val="00315CB7"/>
    <w:rsid w:val="003171D3"/>
    <w:rsid w:val="003172C4"/>
    <w:rsid w:val="00317612"/>
    <w:rsid w:val="00317662"/>
    <w:rsid w:val="00322542"/>
    <w:rsid w:val="00323486"/>
    <w:rsid w:val="0032389B"/>
    <w:rsid w:val="00323EC5"/>
    <w:rsid w:val="0032695B"/>
    <w:rsid w:val="00327BEE"/>
    <w:rsid w:val="00330C51"/>
    <w:rsid w:val="00330F16"/>
    <w:rsid w:val="0033128C"/>
    <w:rsid w:val="0033130E"/>
    <w:rsid w:val="003323C0"/>
    <w:rsid w:val="003339BB"/>
    <w:rsid w:val="00333EDE"/>
    <w:rsid w:val="003345DE"/>
    <w:rsid w:val="003354CA"/>
    <w:rsid w:val="00335A5C"/>
    <w:rsid w:val="0033762E"/>
    <w:rsid w:val="00343180"/>
    <w:rsid w:val="00344A30"/>
    <w:rsid w:val="00344C9F"/>
    <w:rsid w:val="003461D8"/>
    <w:rsid w:val="00346DAE"/>
    <w:rsid w:val="003472FD"/>
    <w:rsid w:val="00347C10"/>
    <w:rsid w:val="00350A66"/>
    <w:rsid w:val="00350E97"/>
    <w:rsid w:val="00353393"/>
    <w:rsid w:val="00353738"/>
    <w:rsid w:val="00354B47"/>
    <w:rsid w:val="003561E3"/>
    <w:rsid w:val="00357CDA"/>
    <w:rsid w:val="00357E8E"/>
    <w:rsid w:val="003636BF"/>
    <w:rsid w:val="00363E1A"/>
    <w:rsid w:val="00364123"/>
    <w:rsid w:val="0036413B"/>
    <w:rsid w:val="003646E3"/>
    <w:rsid w:val="00364CDF"/>
    <w:rsid w:val="00367E71"/>
    <w:rsid w:val="003726DA"/>
    <w:rsid w:val="0037275D"/>
    <w:rsid w:val="00372F4F"/>
    <w:rsid w:val="0037479F"/>
    <w:rsid w:val="00374845"/>
    <w:rsid w:val="003754F2"/>
    <w:rsid w:val="003757D7"/>
    <w:rsid w:val="00375D17"/>
    <w:rsid w:val="00375F4F"/>
    <w:rsid w:val="0037685A"/>
    <w:rsid w:val="00377FC3"/>
    <w:rsid w:val="003806D5"/>
    <w:rsid w:val="00381B66"/>
    <w:rsid w:val="00382558"/>
    <w:rsid w:val="003835D8"/>
    <w:rsid w:val="003845B4"/>
    <w:rsid w:val="0038473A"/>
    <w:rsid w:val="003862B9"/>
    <w:rsid w:val="00386A2C"/>
    <w:rsid w:val="00387B1A"/>
    <w:rsid w:val="00387D0B"/>
    <w:rsid w:val="003918B5"/>
    <w:rsid w:val="00391E58"/>
    <w:rsid w:val="0039308F"/>
    <w:rsid w:val="00393B00"/>
    <w:rsid w:val="00395118"/>
    <w:rsid w:val="00395B54"/>
    <w:rsid w:val="003972D5"/>
    <w:rsid w:val="003973A5"/>
    <w:rsid w:val="00397B4F"/>
    <w:rsid w:val="003A0209"/>
    <w:rsid w:val="003A1EE6"/>
    <w:rsid w:val="003A2840"/>
    <w:rsid w:val="003A2C02"/>
    <w:rsid w:val="003A2C97"/>
    <w:rsid w:val="003A3B26"/>
    <w:rsid w:val="003A405A"/>
    <w:rsid w:val="003A4529"/>
    <w:rsid w:val="003A4DE2"/>
    <w:rsid w:val="003A590F"/>
    <w:rsid w:val="003B2636"/>
    <w:rsid w:val="003B2699"/>
    <w:rsid w:val="003B2D2F"/>
    <w:rsid w:val="003B3662"/>
    <w:rsid w:val="003B3D48"/>
    <w:rsid w:val="003B3EC2"/>
    <w:rsid w:val="003B42BD"/>
    <w:rsid w:val="003B4D22"/>
    <w:rsid w:val="003B4FFF"/>
    <w:rsid w:val="003B51F9"/>
    <w:rsid w:val="003B5DC9"/>
    <w:rsid w:val="003B6A4D"/>
    <w:rsid w:val="003C12B4"/>
    <w:rsid w:val="003C46C5"/>
    <w:rsid w:val="003C4AB4"/>
    <w:rsid w:val="003C584C"/>
    <w:rsid w:val="003C7AEB"/>
    <w:rsid w:val="003D0D61"/>
    <w:rsid w:val="003D156E"/>
    <w:rsid w:val="003D22BA"/>
    <w:rsid w:val="003D243C"/>
    <w:rsid w:val="003D3866"/>
    <w:rsid w:val="003D4243"/>
    <w:rsid w:val="003D7BDD"/>
    <w:rsid w:val="003D7D8A"/>
    <w:rsid w:val="003D7D9E"/>
    <w:rsid w:val="003E015A"/>
    <w:rsid w:val="003E0594"/>
    <w:rsid w:val="003E0BB5"/>
    <w:rsid w:val="003E1C74"/>
    <w:rsid w:val="003E220D"/>
    <w:rsid w:val="003E2B16"/>
    <w:rsid w:val="003E4272"/>
    <w:rsid w:val="003E5A02"/>
    <w:rsid w:val="003E627F"/>
    <w:rsid w:val="003E6516"/>
    <w:rsid w:val="003E7990"/>
    <w:rsid w:val="003F0579"/>
    <w:rsid w:val="003F15CB"/>
    <w:rsid w:val="003F1A75"/>
    <w:rsid w:val="003F2857"/>
    <w:rsid w:val="003F37BC"/>
    <w:rsid w:val="003F5BBD"/>
    <w:rsid w:val="003F5D8F"/>
    <w:rsid w:val="004019AA"/>
    <w:rsid w:val="0040272F"/>
    <w:rsid w:val="00402C47"/>
    <w:rsid w:val="00402D6C"/>
    <w:rsid w:val="0040429C"/>
    <w:rsid w:val="00404DF8"/>
    <w:rsid w:val="00405B3E"/>
    <w:rsid w:val="004065EF"/>
    <w:rsid w:val="0040675C"/>
    <w:rsid w:val="00406A7C"/>
    <w:rsid w:val="00406A9F"/>
    <w:rsid w:val="004073F4"/>
    <w:rsid w:val="00407440"/>
    <w:rsid w:val="0040768E"/>
    <w:rsid w:val="0041024C"/>
    <w:rsid w:val="00410C1F"/>
    <w:rsid w:val="004115DD"/>
    <w:rsid w:val="00411A7B"/>
    <w:rsid w:val="00414D80"/>
    <w:rsid w:val="00414FF3"/>
    <w:rsid w:val="00415066"/>
    <w:rsid w:val="00415497"/>
    <w:rsid w:val="00417849"/>
    <w:rsid w:val="00417F98"/>
    <w:rsid w:val="004204C7"/>
    <w:rsid w:val="0042078C"/>
    <w:rsid w:val="00421E35"/>
    <w:rsid w:val="00425686"/>
    <w:rsid w:val="00426624"/>
    <w:rsid w:val="004268E7"/>
    <w:rsid w:val="00427BF7"/>
    <w:rsid w:val="00431FE1"/>
    <w:rsid w:val="00434476"/>
    <w:rsid w:val="00435225"/>
    <w:rsid w:val="004352CF"/>
    <w:rsid w:val="004366F7"/>
    <w:rsid w:val="004367CF"/>
    <w:rsid w:val="00437EDB"/>
    <w:rsid w:val="00440FB7"/>
    <w:rsid w:val="0044114D"/>
    <w:rsid w:val="00441896"/>
    <w:rsid w:val="00442100"/>
    <w:rsid w:val="00442240"/>
    <w:rsid w:val="0044484B"/>
    <w:rsid w:val="0044701C"/>
    <w:rsid w:val="004516EB"/>
    <w:rsid w:val="0045256D"/>
    <w:rsid w:val="00452BC9"/>
    <w:rsid w:val="00452FED"/>
    <w:rsid w:val="00453D01"/>
    <w:rsid w:val="004546A2"/>
    <w:rsid w:val="004549AF"/>
    <w:rsid w:val="00457F2F"/>
    <w:rsid w:val="0046005C"/>
    <w:rsid w:val="00460BCA"/>
    <w:rsid w:val="00461B6B"/>
    <w:rsid w:val="00461F4E"/>
    <w:rsid w:val="00462938"/>
    <w:rsid w:val="00462A60"/>
    <w:rsid w:val="00463440"/>
    <w:rsid w:val="00465B7E"/>
    <w:rsid w:val="00466C2C"/>
    <w:rsid w:val="0046714C"/>
    <w:rsid w:val="00470433"/>
    <w:rsid w:val="004705F2"/>
    <w:rsid w:val="004712D7"/>
    <w:rsid w:val="004713C1"/>
    <w:rsid w:val="00473536"/>
    <w:rsid w:val="004738E5"/>
    <w:rsid w:val="004759D7"/>
    <w:rsid w:val="004764A6"/>
    <w:rsid w:val="004764D8"/>
    <w:rsid w:val="004765A7"/>
    <w:rsid w:val="00476AF4"/>
    <w:rsid w:val="00477811"/>
    <w:rsid w:val="004806DA"/>
    <w:rsid w:val="00480830"/>
    <w:rsid w:val="00480858"/>
    <w:rsid w:val="00480999"/>
    <w:rsid w:val="004816F0"/>
    <w:rsid w:val="00481ACC"/>
    <w:rsid w:val="0048369A"/>
    <w:rsid w:val="00483CB9"/>
    <w:rsid w:val="00484534"/>
    <w:rsid w:val="004856D2"/>
    <w:rsid w:val="00485E54"/>
    <w:rsid w:val="00485F96"/>
    <w:rsid w:val="00486BD6"/>
    <w:rsid w:val="004873DC"/>
    <w:rsid w:val="00490B5A"/>
    <w:rsid w:val="00491A66"/>
    <w:rsid w:val="00492859"/>
    <w:rsid w:val="0049486B"/>
    <w:rsid w:val="0049542B"/>
    <w:rsid w:val="00495520"/>
    <w:rsid w:val="00495EA2"/>
    <w:rsid w:val="00495FBA"/>
    <w:rsid w:val="00496AB3"/>
    <w:rsid w:val="00496DD3"/>
    <w:rsid w:val="004A0098"/>
    <w:rsid w:val="004A18E4"/>
    <w:rsid w:val="004A2122"/>
    <w:rsid w:val="004A339E"/>
    <w:rsid w:val="004A46DE"/>
    <w:rsid w:val="004A4E15"/>
    <w:rsid w:val="004A5099"/>
    <w:rsid w:val="004A57A5"/>
    <w:rsid w:val="004A657F"/>
    <w:rsid w:val="004A7EBE"/>
    <w:rsid w:val="004B02AB"/>
    <w:rsid w:val="004B0458"/>
    <w:rsid w:val="004B0DC5"/>
    <w:rsid w:val="004B37B6"/>
    <w:rsid w:val="004B4DF1"/>
    <w:rsid w:val="004B58FA"/>
    <w:rsid w:val="004B5E4C"/>
    <w:rsid w:val="004B64C0"/>
    <w:rsid w:val="004C03A8"/>
    <w:rsid w:val="004C0A78"/>
    <w:rsid w:val="004C1D1D"/>
    <w:rsid w:val="004C1F29"/>
    <w:rsid w:val="004C35EF"/>
    <w:rsid w:val="004C3EC3"/>
    <w:rsid w:val="004C5B93"/>
    <w:rsid w:val="004D129B"/>
    <w:rsid w:val="004D1781"/>
    <w:rsid w:val="004D2838"/>
    <w:rsid w:val="004D2DB5"/>
    <w:rsid w:val="004D3093"/>
    <w:rsid w:val="004D54B0"/>
    <w:rsid w:val="004D56B8"/>
    <w:rsid w:val="004D63AD"/>
    <w:rsid w:val="004D7CBE"/>
    <w:rsid w:val="004E2308"/>
    <w:rsid w:val="004E305D"/>
    <w:rsid w:val="004E3677"/>
    <w:rsid w:val="004E423D"/>
    <w:rsid w:val="004E44CD"/>
    <w:rsid w:val="004E5500"/>
    <w:rsid w:val="004E5AC6"/>
    <w:rsid w:val="004E5D0A"/>
    <w:rsid w:val="004E6316"/>
    <w:rsid w:val="004E70A3"/>
    <w:rsid w:val="004F28EA"/>
    <w:rsid w:val="004F3514"/>
    <w:rsid w:val="004F60FD"/>
    <w:rsid w:val="004F6AC8"/>
    <w:rsid w:val="00500369"/>
    <w:rsid w:val="00500E8C"/>
    <w:rsid w:val="00500EA6"/>
    <w:rsid w:val="0050150D"/>
    <w:rsid w:val="00504EFB"/>
    <w:rsid w:val="00505EF4"/>
    <w:rsid w:val="005070B4"/>
    <w:rsid w:val="0050783D"/>
    <w:rsid w:val="005103DD"/>
    <w:rsid w:val="00510AD2"/>
    <w:rsid w:val="005178B0"/>
    <w:rsid w:val="00517BEA"/>
    <w:rsid w:val="00520D85"/>
    <w:rsid w:val="00521EE4"/>
    <w:rsid w:val="00522261"/>
    <w:rsid w:val="005230BB"/>
    <w:rsid w:val="005233A8"/>
    <w:rsid w:val="0052429C"/>
    <w:rsid w:val="00525354"/>
    <w:rsid w:val="005254C0"/>
    <w:rsid w:val="00525AB1"/>
    <w:rsid w:val="00525D63"/>
    <w:rsid w:val="00526246"/>
    <w:rsid w:val="00526AB6"/>
    <w:rsid w:val="005270B9"/>
    <w:rsid w:val="00527576"/>
    <w:rsid w:val="00530AC8"/>
    <w:rsid w:val="00530D56"/>
    <w:rsid w:val="00531127"/>
    <w:rsid w:val="00531C07"/>
    <w:rsid w:val="00534871"/>
    <w:rsid w:val="00534F07"/>
    <w:rsid w:val="00535227"/>
    <w:rsid w:val="00535368"/>
    <w:rsid w:val="0053541C"/>
    <w:rsid w:val="00536458"/>
    <w:rsid w:val="00536C28"/>
    <w:rsid w:val="00537CC1"/>
    <w:rsid w:val="00537F71"/>
    <w:rsid w:val="005406C0"/>
    <w:rsid w:val="0054093E"/>
    <w:rsid w:val="00542B1B"/>
    <w:rsid w:val="0054326E"/>
    <w:rsid w:val="00544EFC"/>
    <w:rsid w:val="00545196"/>
    <w:rsid w:val="005461D8"/>
    <w:rsid w:val="00546F84"/>
    <w:rsid w:val="00553110"/>
    <w:rsid w:val="00554411"/>
    <w:rsid w:val="00554D25"/>
    <w:rsid w:val="005623EB"/>
    <w:rsid w:val="00562DAF"/>
    <w:rsid w:val="0056314C"/>
    <w:rsid w:val="005638AE"/>
    <w:rsid w:val="00563C43"/>
    <w:rsid w:val="00563C9A"/>
    <w:rsid w:val="00563D0C"/>
    <w:rsid w:val="00564D6E"/>
    <w:rsid w:val="005662AB"/>
    <w:rsid w:val="0056640A"/>
    <w:rsid w:val="00567106"/>
    <w:rsid w:val="0056779C"/>
    <w:rsid w:val="005700C8"/>
    <w:rsid w:val="00570A92"/>
    <w:rsid w:val="00570DA8"/>
    <w:rsid w:val="005719DD"/>
    <w:rsid w:val="00572928"/>
    <w:rsid w:val="00575E70"/>
    <w:rsid w:val="005768D9"/>
    <w:rsid w:val="0058033F"/>
    <w:rsid w:val="0058105E"/>
    <w:rsid w:val="00581297"/>
    <w:rsid w:val="0058319E"/>
    <w:rsid w:val="005844F2"/>
    <w:rsid w:val="005846B1"/>
    <w:rsid w:val="005858A4"/>
    <w:rsid w:val="00587AE7"/>
    <w:rsid w:val="00590F00"/>
    <w:rsid w:val="005952B2"/>
    <w:rsid w:val="005967D6"/>
    <w:rsid w:val="005A174C"/>
    <w:rsid w:val="005A1E20"/>
    <w:rsid w:val="005A32D2"/>
    <w:rsid w:val="005A34F3"/>
    <w:rsid w:val="005A5C24"/>
    <w:rsid w:val="005A5C7A"/>
    <w:rsid w:val="005A6868"/>
    <w:rsid w:val="005B0B81"/>
    <w:rsid w:val="005B1021"/>
    <w:rsid w:val="005B10BC"/>
    <w:rsid w:val="005B2F95"/>
    <w:rsid w:val="005B30CA"/>
    <w:rsid w:val="005B34E1"/>
    <w:rsid w:val="005B3549"/>
    <w:rsid w:val="005B3A90"/>
    <w:rsid w:val="005B78D0"/>
    <w:rsid w:val="005C0075"/>
    <w:rsid w:val="005C0886"/>
    <w:rsid w:val="005C0ADD"/>
    <w:rsid w:val="005C1C00"/>
    <w:rsid w:val="005C4C77"/>
    <w:rsid w:val="005C6135"/>
    <w:rsid w:val="005C79A4"/>
    <w:rsid w:val="005D2563"/>
    <w:rsid w:val="005D2E47"/>
    <w:rsid w:val="005D32BF"/>
    <w:rsid w:val="005D3785"/>
    <w:rsid w:val="005D4584"/>
    <w:rsid w:val="005D5777"/>
    <w:rsid w:val="005D57BF"/>
    <w:rsid w:val="005E02B8"/>
    <w:rsid w:val="005E03BD"/>
    <w:rsid w:val="005E055F"/>
    <w:rsid w:val="005E0F0A"/>
    <w:rsid w:val="005E161F"/>
    <w:rsid w:val="005E18A8"/>
    <w:rsid w:val="005E1D3C"/>
    <w:rsid w:val="005E2E0F"/>
    <w:rsid w:val="005F08C1"/>
    <w:rsid w:val="005F0D3D"/>
    <w:rsid w:val="005F11EE"/>
    <w:rsid w:val="005F21A6"/>
    <w:rsid w:val="005F2B4F"/>
    <w:rsid w:val="005F3D2D"/>
    <w:rsid w:val="005F4393"/>
    <w:rsid w:val="005F4499"/>
    <w:rsid w:val="005F452B"/>
    <w:rsid w:val="005F53C2"/>
    <w:rsid w:val="005F54AE"/>
    <w:rsid w:val="005F5DA3"/>
    <w:rsid w:val="005F64A7"/>
    <w:rsid w:val="005F6F75"/>
    <w:rsid w:val="006015EC"/>
    <w:rsid w:val="0060186C"/>
    <w:rsid w:val="006020B3"/>
    <w:rsid w:val="006022FC"/>
    <w:rsid w:val="006028E0"/>
    <w:rsid w:val="00602BD3"/>
    <w:rsid w:val="00602F24"/>
    <w:rsid w:val="00602FD8"/>
    <w:rsid w:val="006059C2"/>
    <w:rsid w:val="0060690E"/>
    <w:rsid w:val="00610E42"/>
    <w:rsid w:val="00611E09"/>
    <w:rsid w:val="00611EDB"/>
    <w:rsid w:val="0061220B"/>
    <w:rsid w:val="00612E66"/>
    <w:rsid w:val="00612FB7"/>
    <w:rsid w:val="00616698"/>
    <w:rsid w:val="00616B62"/>
    <w:rsid w:val="006171B7"/>
    <w:rsid w:val="00617946"/>
    <w:rsid w:val="00617F0A"/>
    <w:rsid w:val="00620745"/>
    <w:rsid w:val="00621ED5"/>
    <w:rsid w:val="0062276A"/>
    <w:rsid w:val="00623A2E"/>
    <w:rsid w:val="00624428"/>
    <w:rsid w:val="006254B7"/>
    <w:rsid w:val="0063032B"/>
    <w:rsid w:val="00632253"/>
    <w:rsid w:val="00632BDE"/>
    <w:rsid w:val="006330F5"/>
    <w:rsid w:val="00633415"/>
    <w:rsid w:val="006345D3"/>
    <w:rsid w:val="00635299"/>
    <w:rsid w:val="006353D0"/>
    <w:rsid w:val="00635F3B"/>
    <w:rsid w:val="00636ED8"/>
    <w:rsid w:val="006401A9"/>
    <w:rsid w:val="00641770"/>
    <w:rsid w:val="00642143"/>
    <w:rsid w:val="006421EA"/>
    <w:rsid w:val="00642714"/>
    <w:rsid w:val="00643520"/>
    <w:rsid w:val="006445BE"/>
    <w:rsid w:val="0064470E"/>
    <w:rsid w:val="006455CE"/>
    <w:rsid w:val="006459E1"/>
    <w:rsid w:val="00645CEE"/>
    <w:rsid w:val="00645E0F"/>
    <w:rsid w:val="00646540"/>
    <w:rsid w:val="00647FD3"/>
    <w:rsid w:val="006511D1"/>
    <w:rsid w:val="00651A55"/>
    <w:rsid w:val="0065355D"/>
    <w:rsid w:val="0065476F"/>
    <w:rsid w:val="006548D5"/>
    <w:rsid w:val="00656AD8"/>
    <w:rsid w:val="00657249"/>
    <w:rsid w:val="00657AFE"/>
    <w:rsid w:val="00660516"/>
    <w:rsid w:val="00660BA6"/>
    <w:rsid w:val="00662278"/>
    <w:rsid w:val="00662343"/>
    <w:rsid w:val="0066349E"/>
    <w:rsid w:val="0066434C"/>
    <w:rsid w:val="00664F5C"/>
    <w:rsid w:val="00665943"/>
    <w:rsid w:val="00665DD2"/>
    <w:rsid w:val="00666CF5"/>
    <w:rsid w:val="00670730"/>
    <w:rsid w:val="00671208"/>
    <w:rsid w:val="006716A8"/>
    <w:rsid w:val="00671C97"/>
    <w:rsid w:val="00672714"/>
    <w:rsid w:val="00672771"/>
    <w:rsid w:val="006729FC"/>
    <w:rsid w:val="00672ABA"/>
    <w:rsid w:val="00672F19"/>
    <w:rsid w:val="00673784"/>
    <w:rsid w:val="00675560"/>
    <w:rsid w:val="006757CA"/>
    <w:rsid w:val="00675D86"/>
    <w:rsid w:val="00677F01"/>
    <w:rsid w:val="00685786"/>
    <w:rsid w:val="006902DE"/>
    <w:rsid w:val="00690827"/>
    <w:rsid w:val="00690AF8"/>
    <w:rsid w:val="0069161E"/>
    <w:rsid w:val="0069237A"/>
    <w:rsid w:val="00693110"/>
    <w:rsid w:val="00694C00"/>
    <w:rsid w:val="00695FB7"/>
    <w:rsid w:val="00697BE4"/>
    <w:rsid w:val="006A05C1"/>
    <w:rsid w:val="006A0AF2"/>
    <w:rsid w:val="006A0F25"/>
    <w:rsid w:val="006A1136"/>
    <w:rsid w:val="006A18DE"/>
    <w:rsid w:val="006A237E"/>
    <w:rsid w:val="006A2AF4"/>
    <w:rsid w:val="006A42A8"/>
    <w:rsid w:val="006A454E"/>
    <w:rsid w:val="006A4C4C"/>
    <w:rsid w:val="006A5B3F"/>
    <w:rsid w:val="006B1E64"/>
    <w:rsid w:val="006B1E91"/>
    <w:rsid w:val="006B2519"/>
    <w:rsid w:val="006B49F2"/>
    <w:rsid w:val="006B4D20"/>
    <w:rsid w:val="006B7029"/>
    <w:rsid w:val="006B72B8"/>
    <w:rsid w:val="006B7BA0"/>
    <w:rsid w:val="006C129F"/>
    <w:rsid w:val="006C220A"/>
    <w:rsid w:val="006C24B0"/>
    <w:rsid w:val="006C3B0A"/>
    <w:rsid w:val="006C4B78"/>
    <w:rsid w:val="006C4D25"/>
    <w:rsid w:val="006C4F38"/>
    <w:rsid w:val="006C62A0"/>
    <w:rsid w:val="006C660E"/>
    <w:rsid w:val="006C6CE8"/>
    <w:rsid w:val="006D0AF1"/>
    <w:rsid w:val="006D42D9"/>
    <w:rsid w:val="006D6468"/>
    <w:rsid w:val="006D6AF9"/>
    <w:rsid w:val="006D6DCC"/>
    <w:rsid w:val="006D737B"/>
    <w:rsid w:val="006E0177"/>
    <w:rsid w:val="006E1C4C"/>
    <w:rsid w:val="006E211A"/>
    <w:rsid w:val="006E3C44"/>
    <w:rsid w:val="006E55B6"/>
    <w:rsid w:val="006E5A6B"/>
    <w:rsid w:val="006E7713"/>
    <w:rsid w:val="006F142E"/>
    <w:rsid w:val="006F5EA0"/>
    <w:rsid w:val="006F695C"/>
    <w:rsid w:val="006F6E6B"/>
    <w:rsid w:val="006F7603"/>
    <w:rsid w:val="006F7CD1"/>
    <w:rsid w:val="006F7F80"/>
    <w:rsid w:val="00701525"/>
    <w:rsid w:val="0070166D"/>
    <w:rsid w:val="0070280F"/>
    <w:rsid w:val="007032DC"/>
    <w:rsid w:val="00705951"/>
    <w:rsid w:val="007062CD"/>
    <w:rsid w:val="0070662E"/>
    <w:rsid w:val="00707299"/>
    <w:rsid w:val="00707883"/>
    <w:rsid w:val="007103E0"/>
    <w:rsid w:val="007107D7"/>
    <w:rsid w:val="00711DA2"/>
    <w:rsid w:val="00712624"/>
    <w:rsid w:val="00712BF8"/>
    <w:rsid w:val="00712D52"/>
    <w:rsid w:val="007130C0"/>
    <w:rsid w:val="00713766"/>
    <w:rsid w:val="00714542"/>
    <w:rsid w:val="007149B0"/>
    <w:rsid w:val="0071562C"/>
    <w:rsid w:val="007159A8"/>
    <w:rsid w:val="00715BB6"/>
    <w:rsid w:val="00715FBB"/>
    <w:rsid w:val="00716FBA"/>
    <w:rsid w:val="00720871"/>
    <w:rsid w:val="00720ECF"/>
    <w:rsid w:val="00720FB4"/>
    <w:rsid w:val="007210A7"/>
    <w:rsid w:val="007235A5"/>
    <w:rsid w:val="00723CA8"/>
    <w:rsid w:val="007246E8"/>
    <w:rsid w:val="00726488"/>
    <w:rsid w:val="00726C4C"/>
    <w:rsid w:val="00727951"/>
    <w:rsid w:val="00733017"/>
    <w:rsid w:val="0073373E"/>
    <w:rsid w:val="00734DE2"/>
    <w:rsid w:val="00735C72"/>
    <w:rsid w:val="00741E5D"/>
    <w:rsid w:val="00742E48"/>
    <w:rsid w:val="007430D8"/>
    <w:rsid w:val="00745BD0"/>
    <w:rsid w:val="00747437"/>
    <w:rsid w:val="0075241C"/>
    <w:rsid w:val="00753299"/>
    <w:rsid w:val="00754052"/>
    <w:rsid w:val="00755284"/>
    <w:rsid w:val="007553FD"/>
    <w:rsid w:val="00757FBD"/>
    <w:rsid w:val="00761455"/>
    <w:rsid w:val="00761AD5"/>
    <w:rsid w:val="00761DF6"/>
    <w:rsid w:val="00762090"/>
    <w:rsid w:val="00762268"/>
    <w:rsid w:val="007634D8"/>
    <w:rsid w:val="00763FD9"/>
    <w:rsid w:val="00764001"/>
    <w:rsid w:val="007642E9"/>
    <w:rsid w:val="00764E0D"/>
    <w:rsid w:val="00764F6A"/>
    <w:rsid w:val="007662E4"/>
    <w:rsid w:val="00770B6B"/>
    <w:rsid w:val="00771703"/>
    <w:rsid w:val="0077279E"/>
    <w:rsid w:val="0077304B"/>
    <w:rsid w:val="007772CE"/>
    <w:rsid w:val="00783310"/>
    <w:rsid w:val="0078377A"/>
    <w:rsid w:val="00783B66"/>
    <w:rsid w:val="0078421D"/>
    <w:rsid w:val="00784D94"/>
    <w:rsid w:val="00785374"/>
    <w:rsid w:val="007862B5"/>
    <w:rsid w:val="0079045A"/>
    <w:rsid w:val="0079286A"/>
    <w:rsid w:val="00792AC5"/>
    <w:rsid w:val="00794B0F"/>
    <w:rsid w:val="007957B6"/>
    <w:rsid w:val="007958C4"/>
    <w:rsid w:val="00796C8A"/>
    <w:rsid w:val="00796CED"/>
    <w:rsid w:val="00797AC4"/>
    <w:rsid w:val="00797FD4"/>
    <w:rsid w:val="007A3532"/>
    <w:rsid w:val="007A3AA7"/>
    <w:rsid w:val="007A406F"/>
    <w:rsid w:val="007A4A6D"/>
    <w:rsid w:val="007A7BB8"/>
    <w:rsid w:val="007B1E96"/>
    <w:rsid w:val="007B252D"/>
    <w:rsid w:val="007B2EA1"/>
    <w:rsid w:val="007B3F83"/>
    <w:rsid w:val="007B7243"/>
    <w:rsid w:val="007B7851"/>
    <w:rsid w:val="007B7B3A"/>
    <w:rsid w:val="007C0431"/>
    <w:rsid w:val="007C0515"/>
    <w:rsid w:val="007C19E0"/>
    <w:rsid w:val="007C3A00"/>
    <w:rsid w:val="007C4128"/>
    <w:rsid w:val="007C5417"/>
    <w:rsid w:val="007C5A84"/>
    <w:rsid w:val="007C5E92"/>
    <w:rsid w:val="007C650E"/>
    <w:rsid w:val="007C6BA1"/>
    <w:rsid w:val="007C6CE1"/>
    <w:rsid w:val="007D0D97"/>
    <w:rsid w:val="007D15BF"/>
    <w:rsid w:val="007D1BCF"/>
    <w:rsid w:val="007D3548"/>
    <w:rsid w:val="007D4B2E"/>
    <w:rsid w:val="007D4C7C"/>
    <w:rsid w:val="007D552D"/>
    <w:rsid w:val="007D6EED"/>
    <w:rsid w:val="007D75CF"/>
    <w:rsid w:val="007D7D86"/>
    <w:rsid w:val="007E02F7"/>
    <w:rsid w:val="007E1284"/>
    <w:rsid w:val="007E663B"/>
    <w:rsid w:val="007E68DD"/>
    <w:rsid w:val="007E6D9E"/>
    <w:rsid w:val="007E6DC5"/>
    <w:rsid w:val="007E7673"/>
    <w:rsid w:val="007F2B4E"/>
    <w:rsid w:val="007F50B9"/>
    <w:rsid w:val="007F5F8E"/>
    <w:rsid w:val="007F62C8"/>
    <w:rsid w:val="007F64E4"/>
    <w:rsid w:val="007F6C6F"/>
    <w:rsid w:val="007F6E0F"/>
    <w:rsid w:val="007F705C"/>
    <w:rsid w:val="007F7538"/>
    <w:rsid w:val="007F7F72"/>
    <w:rsid w:val="00801A8F"/>
    <w:rsid w:val="00802203"/>
    <w:rsid w:val="00803F43"/>
    <w:rsid w:val="00806B1F"/>
    <w:rsid w:val="00807BC4"/>
    <w:rsid w:val="0081019A"/>
    <w:rsid w:val="00810806"/>
    <w:rsid w:val="008110FC"/>
    <w:rsid w:val="0081156E"/>
    <w:rsid w:val="00811CB6"/>
    <w:rsid w:val="008125FF"/>
    <w:rsid w:val="0081281C"/>
    <w:rsid w:val="008136D9"/>
    <w:rsid w:val="008140FA"/>
    <w:rsid w:val="00814197"/>
    <w:rsid w:val="0081472A"/>
    <w:rsid w:val="00815087"/>
    <w:rsid w:val="00815AD9"/>
    <w:rsid w:val="00816C24"/>
    <w:rsid w:val="00817B6B"/>
    <w:rsid w:val="00820F22"/>
    <w:rsid w:val="008222EB"/>
    <w:rsid w:val="00826A94"/>
    <w:rsid w:val="00826DF1"/>
    <w:rsid w:val="008270D0"/>
    <w:rsid w:val="00831927"/>
    <w:rsid w:val="00831AC3"/>
    <w:rsid w:val="00832364"/>
    <w:rsid w:val="00832E24"/>
    <w:rsid w:val="00833143"/>
    <w:rsid w:val="00834279"/>
    <w:rsid w:val="0083741D"/>
    <w:rsid w:val="00837C5C"/>
    <w:rsid w:val="0084085B"/>
    <w:rsid w:val="008418F9"/>
    <w:rsid w:val="00843FA0"/>
    <w:rsid w:val="00844A12"/>
    <w:rsid w:val="0084583A"/>
    <w:rsid w:val="00846177"/>
    <w:rsid w:val="008466B7"/>
    <w:rsid w:val="008472E9"/>
    <w:rsid w:val="008475E9"/>
    <w:rsid w:val="00847E4E"/>
    <w:rsid w:val="00850896"/>
    <w:rsid w:val="00851285"/>
    <w:rsid w:val="00851356"/>
    <w:rsid w:val="00851BB0"/>
    <w:rsid w:val="00855017"/>
    <w:rsid w:val="008558EE"/>
    <w:rsid w:val="0085675D"/>
    <w:rsid w:val="0085695F"/>
    <w:rsid w:val="008578C7"/>
    <w:rsid w:val="008612BD"/>
    <w:rsid w:val="00861B02"/>
    <w:rsid w:val="008628FD"/>
    <w:rsid w:val="00865463"/>
    <w:rsid w:val="00865638"/>
    <w:rsid w:val="00865A87"/>
    <w:rsid w:val="00867B62"/>
    <w:rsid w:val="008713DC"/>
    <w:rsid w:val="008737C4"/>
    <w:rsid w:val="00876319"/>
    <w:rsid w:val="0087642F"/>
    <w:rsid w:val="0087684A"/>
    <w:rsid w:val="008771B6"/>
    <w:rsid w:val="0088043C"/>
    <w:rsid w:val="008807E9"/>
    <w:rsid w:val="00880870"/>
    <w:rsid w:val="008814AF"/>
    <w:rsid w:val="008815D1"/>
    <w:rsid w:val="0088198A"/>
    <w:rsid w:val="00882C1D"/>
    <w:rsid w:val="0088424F"/>
    <w:rsid w:val="008846FD"/>
    <w:rsid w:val="00885CC3"/>
    <w:rsid w:val="00886192"/>
    <w:rsid w:val="00887129"/>
    <w:rsid w:val="008906C9"/>
    <w:rsid w:val="008914EB"/>
    <w:rsid w:val="00891549"/>
    <w:rsid w:val="008930D4"/>
    <w:rsid w:val="0089436A"/>
    <w:rsid w:val="00896CFB"/>
    <w:rsid w:val="00897186"/>
    <w:rsid w:val="008A09ED"/>
    <w:rsid w:val="008A26FE"/>
    <w:rsid w:val="008A373E"/>
    <w:rsid w:val="008A4140"/>
    <w:rsid w:val="008A4B6A"/>
    <w:rsid w:val="008A4E55"/>
    <w:rsid w:val="008A4E60"/>
    <w:rsid w:val="008A5615"/>
    <w:rsid w:val="008A5B75"/>
    <w:rsid w:val="008A638B"/>
    <w:rsid w:val="008B0CC2"/>
    <w:rsid w:val="008B13C3"/>
    <w:rsid w:val="008B15D2"/>
    <w:rsid w:val="008B36DC"/>
    <w:rsid w:val="008B40AC"/>
    <w:rsid w:val="008B4447"/>
    <w:rsid w:val="008B6A20"/>
    <w:rsid w:val="008C0C41"/>
    <w:rsid w:val="008C0E0A"/>
    <w:rsid w:val="008C3266"/>
    <w:rsid w:val="008C3441"/>
    <w:rsid w:val="008C3643"/>
    <w:rsid w:val="008C4392"/>
    <w:rsid w:val="008C5738"/>
    <w:rsid w:val="008C665B"/>
    <w:rsid w:val="008D04F0"/>
    <w:rsid w:val="008D2445"/>
    <w:rsid w:val="008D6427"/>
    <w:rsid w:val="008D6523"/>
    <w:rsid w:val="008D7EF4"/>
    <w:rsid w:val="008E0554"/>
    <w:rsid w:val="008E068E"/>
    <w:rsid w:val="008E2010"/>
    <w:rsid w:val="008E2011"/>
    <w:rsid w:val="008E3173"/>
    <w:rsid w:val="008E53FF"/>
    <w:rsid w:val="008E59B9"/>
    <w:rsid w:val="008E76CC"/>
    <w:rsid w:val="008F00E5"/>
    <w:rsid w:val="008F034B"/>
    <w:rsid w:val="008F14BE"/>
    <w:rsid w:val="008F14DD"/>
    <w:rsid w:val="008F1C5F"/>
    <w:rsid w:val="008F3500"/>
    <w:rsid w:val="008F3BC1"/>
    <w:rsid w:val="008F5DDF"/>
    <w:rsid w:val="008F73AA"/>
    <w:rsid w:val="009003F8"/>
    <w:rsid w:val="00900F9D"/>
    <w:rsid w:val="00901CDD"/>
    <w:rsid w:val="009027F4"/>
    <w:rsid w:val="00904C26"/>
    <w:rsid w:val="00905553"/>
    <w:rsid w:val="00907B7C"/>
    <w:rsid w:val="00910A04"/>
    <w:rsid w:val="00912140"/>
    <w:rsid w:val="0091224B"/>
    <w:rsid w:val="0091261E"/>
    <w:rsid w:val="0091337C"/>
    <w:rsid w:val="00913412"/>
    <w:rsid w:val="00913C84"/>
    <w:rsid w:val="00914CF6"/>
    <w:rsid w:val="009173C8"/>
    <w:rsid w:val="00920114"/>
    <w:rsid w:val="009201A1"/>
    <w:rsid w:val="00920C19"/>
    <w:rsid w:val="00920CF2"/>
    <w:rsid w:val="00920DEF"/>
    <w:rsid w:val="00921144"/>
    <w:rsid w:val="009226D5"/>
    <w:rsid w:val="00922C13"/>
    <w:rsid w:val="00924E3C"/>
    <w:rsid w:val="00925D4A"/>
    <w:rsid w:val="00927A2B"/>
    <w:rsid w:val="00930257"/>
    <w:rsid w:val="00930F7A"/>
    <w:rsid w:val="0093120A"/>
    <w:rsid w:val="009312E2"/>
    <w:rsid w:val="0093170E"/>
    <w:rsid w:val="009332A1"/>
    <w:rsid w:val="00933701"/>
    <w:rsid w:val="00933B6A"/>
    <w:rsid w:val="00934B0F"/>
    <w:rsid w:val="00936A9E"/>
    <w:rsid w:val="00937F82"/>
    <w:rsid w:val="0094432B"/>
    <w:rsid w:val="0094445B"/>
    <w:rsid w:val="00945561"/>
    <w:rsid w:val="00945CB6"/>
    <w:rsid w:val="00946147"/>
    <w:rsid w:val="00946843"/>
    <w:rsid w:val="009477C7"/>
    <w:rsid w:val="00947FAF"/>
    <w:rsid w:val="009511A5"/>
    <w:rsid w:val="00951AEF"/>
    <w:rsid w:val="00951E6F"/>
    <w:rsid w:val="00952BEE"/>
    <w:rsid w:val="009533DA"/>
    <w:rsid w:val="00953927"/>
    <w:rsid w:val="00953959"/>
    <w:rsid w:val="009551E1"/>
    <w:rsid w:val="00956218"/>
    <w:rsid w:val="009571D2"/>
    <w:rsid w:val="00957DAD"/>
    <w:rsid w:val="009603D4"/>
    <w:rsid w:val="00960838"/>
    <w:rsid w:val="00960B75"/>
    <w:rsid w:val="009612BB"/>
    <w:rsid w:val="009617DC"/>
    <w:rsid w:val="009633CD"/>
    <w:rsid w:val="00965135"/>
    <w:rsid w:val="009672B3"/>
    <w:rsid w:val="00971B93"/>
    <w:rsid w:val="00974624"/>
    <w:rsid w:val="0097552F"/>
    <w:rsid w:val="009758EB"/>
    <w:rsid w:val="00977F41"/>
    <w:rsid w:val="00981CCF"/>
    <w:rsid w:val="00981EAB"/>
    <w:rsid w:val="00982DC1"/>
    <w:rsid w:val="0098562B"/>
    <w:rsid w:val="009863C3"/>
    <w:rsid w:val="00986582"/>
    <w:rsid w:val="00987975"/>
    <w:rsid w:val="009908B1"/>
    <w:rsid w:val="00990EA9"/>
    <w:rsid w:val="0099141D"/>
    <w:rsid w:val="00991903"/>
    <w:rsid w:val="00991E17"/>
    <w:rsid w:val="00995E94"/>
    <w:rsid w:val="009961F6"/>
    <w:rsid w:val="0099677E"/>
    <w:rsid w:val="00997FD9"/>
    <w:rsid w:val="009A01B8"/>
    <w:rsid w:val="009A1821"/>
    <w:rsid w:val="009A2A9C"/>
    <w:rsid w:val="009A4DF4"/>
    <w:rsid w:val="009A786F"/>
    <w:rsid w:val="009B095D"/>
    <w:rsid w:val="009B3ED4"/>
    <w:rsid w:val="009B5B01"/>
    <w:rsid w:val="009B6E46"/>
    <w:rsid w:val="009C0397"/>
    <w:rsid w:val="009C07BA"/>
    <w:rsid w:val="009C1BFA"/>
    <w:rsid w:val="009C2C51"/>
    <w:rsid w:val="009C43D6"/>
    <w:rsid w:val="009C57DA"/>
    <w:rsid w:val="009C589E"/>
    <w:rsid w:val="009C76AE"/>
    <w:rsid w:val="009D0F33"/>
    <w:rsid w:val="009D0F7F"/>
    <w:rsid w:val="009D1314"/>
    <w:rsid w:val="009D16C4"/>
    <w:rsid w:val="009D1858"/>
    <w:rsid w:val="009D1D36"/>
    <w:rsid w:val="009D4A72"/>
    <w:rsid w:val="009D68D1"/>
    <w:rsid w:val="009D6955"/>
    <w:rsid w:val="009D6F7A"/>
    <w:rsid w:val="009D735F"/>
    <w:rsid w:val="009E209B"/>
    <w:rsid w:val="009E3342"/>
    <w:rsid w:val="009E3407"/>
    <w:rsid w:val="009E4084"/>
    <w:rsid w:val="009E44C0"/>
    <w:rsid w:val="009E57B3"/>
    <w:rsid w:val="009E5D2E"/>
    <w:rsid w:val="009E78F9"/>
    <w:rsid w:val="009E7A24"/>
    <w:rsid w:val="009F05BB"/>
    <w:rsid w:val="009F143F"/>
    <w:rsid w:val="009F2609"/>
    <w:rsid w:val="009F2635"/>
    <w:rsid w:val="009F2C1F"/>
    <w:rsid w:val="009F3A6E"/>
    <w:rsid w:val="009F4B9D"/>
    <w:rsid w:val="009F5411"/>
    <w:rsid w:val="009F5560"/>
    <w:rsid w:val="00A01CF7"/>
    <w:rsid w:val="00A01E63"/>
    <w:rsid w:val="00A02CB9"/>
    <w:rsid w:val="00A02E70"/>
    <w:rsid w:val="00A0316C"/>
    <w:rsid w:val="00A03561"/>
    <w:rsid w:val="00A048AB"/>
    <w:rsid w:val="00A0547C"/>
    <w:rsid w:val="00A06036"/>
    <w:rsid w:val="00A0677A"/>
    <w:rsid w:val="00A07366"/>
    <w:rsid w:val="00A12203"/>
    <w:rsid w:val="00A12547"/>
    <w:rsid w:val="00A125C5"/>
    <w:rsid w:val="00A13656"/>
    <w:rsid w:val="00A13F5B"/>
    <w:rsid w:val="00A14E62"/>
    <w:rsid w:val="00A1505C"/>
    <w:rsid w:val="00A1789F"/>
    <w:rsid w:val="00A17C02"/>
    <w:rsid w:val="00A17E49"/>
    <w:rsid w:val="00A20A12"/>
    <w:rsid w:val="00A22EF7"/>
    <w:rsid w:val="00A22FAA"/>
    <w:rsid w:val="00A23FCA"/>
    <w:rsid w:val="00A24608"/>
    <w:rsid w:val="00A261EF"/>
    <w:rsid w:val="00A2684B"/>
    <w:rsid w:val="00A27B94"/>
    <w:rsid w:val="00A27BAD"/>
    <w:rsid w:val="00A27F6A"/>
    <w:rsid w:val="00A309C6"/>
    <w:rsid w:val="00A3283C"/>
    <w:rsid w:val="00A33950"/>
    <w:rsid w:val="00A35254"/>
    <w:rsid w:val="00A40EEE"/>
    <w:rsid w:val="00A41B42"/>
    <w:rsid w:val="00A41E67"/>
    <w:rsid w:val="00A427F8"/>
    <w:rsid w:val="00A42C09"/>
    <w:rsid w:val="00A43E3E"/>
    <w:rsid w:val="00A44631"/>
    <w:rsid w:val="00A4549B"/>
    <w:rsid w:val="00A4751C"/>
    <w:rsid w:val="00A5039D"/>
    <w:rsid w:val="00A507DB"/>
    <w:rsid w:val="00A50B25"/>
    <w:rsid w:val="00A50BF9"/>
    <w:rsid w:val="00A51DC4"/>
    <w:rsid w:val="00A5276B"/>
    <w:rsid w:val="00A53868"/>
    <w:rsid w:val="00A54642"/>
    <w:rsid w:val="00A55374"/>
    <w:rsid w:val="00A57332"/>
    <w:rsid w:val="00A62D1D"/>
    <w:rsid w:val="00A658FF"/>
    <w:rsid w:val="00A65ABF"/>
    <w:rsid w:val="00A65EE7"/>
    <w:rsid w:val="00A66264"/>
    <w:rsid w:val="00A66C74"/>
    <w:rsid w:val="00A70133"/>
    <w:rsid w:val="00A7077B"/>
    <w:rsid w:val="00A70919"/>
    <w:rsid w:val="00A70CD9"/>
    <w:rsid w:val="00A7280C"/>
    <w:rsid w:val="00A72E96"/>
    <w:rsid w:val="00A7457C"/>
    <w:rsid w:val="00A75714"/>
    <w:rsid w:val="00A75A6E"/>
    <w:rsid w:val="00A7648E"/>
    <w:rsid w:val="00A7732F"/>
    <w:rsid w:val="00A8028D"/>
    <w:rsid w:val="00A804DC"/>
    <w:rsid w:val="00A815F0"/>
    <w:rsid w:val="00A81C42"/>
    <w:rsid w:val="00A82F89"/>
    <w:rsid w:val="00A832F4"/>
    <w:rsid w:val="00A83DE6"/>
    <w:rsid w:val="00A850E1"/>
    <w:rsid w:val="00A8572D"/>
    <w:rsid w:val="00A86B18"/>
    <w:rsid w:val="00A86FCD"/>
    <w:rsid w:val="00A8735B"/>
    <w:rsid w:val="00A9043E"/>
    <w:rsid w:val="00A90918"/>
    <w:rsid w:val="00A90DC0"/>
    <w:rsid w:val="00A917FD"/>
    <w:rsid w:val="00A93D0A"/>
    <w:rsid w:val="00A947AC"/>
    <w:rsid w:val="00A94915"/>
    <w:rsid w:val="00A94E93"/>
    <w:rsid w:val="00A953FF"/>
    <w:rsid w:val="00A96922"/>
    <w:rsid w:val="00A96EA4"/>
    <w:rsid w:val="00AA071C"/>
    <w:rsid w:val="00AA1B6F"/>
    <w:rsid w:val="00AA2BE4"/>
    <w:rsid w:val="00AA34CF"/>
    <w:rsid w:val="00AA36C5"/>
    <w:rsid w:val="00AA4496"/>
    <w:rsid w:val="00AA4547"/>
    <w:rsid w:val="00AA5884"/>
    <w:rsid w:val="00AB0176"/>
    <w:rsid w:val="00AB01D8"/>
    <w:rsid w:val="00AB13B9"/>
    <w:rsid w:val="00AB2AF6"/>
    <w:rsid w:val="00AB336D"/>
    <w:rsid w:val="00AB4E1C"/>
    <w:rsid w:val="00AB55E0"/>
    <w:rsid w:val="00AC3004"/>
    <w:rsid w:val="00AC3367"/>
    <w:rsid w:val="00AC4504"/>
    <w:rsid w:val="00AC50AB"/>
    <w:rsid w:val="00AC71FD"/>
    <w:rsid w:val="00AD26A9"/>
    <w:rsid w:val="00AD3760"/>
    <w:rsid w:val="00AD5BDC"/>
    <w:rsid w:val="00AD6587"/>
    <w:rsid w:val="00AD6E28"/>
    <w:rsid w:val="00AD727D"/>
    <w:rsid w:val="00AD7526"/>
    <w:rsid w:val="00AE1CFC"/>
    <w:rsid w:val="00AE2074"/>
    <w:rsid w:val="00AE3167"/>
    <w:rsid w:val="00AE3C36"/>
    <w:rsid w:val="00AE3D6E"/>
    <w:rsid w:val="00AE40FC"/>
    <w:rsid w:val="00AE4267"/>
    <w:rsid w:val="00AE5522"/>
    <w:rsid w:val="00AE769F"/>
    <w:rsid w:val="00AF2C60"/>
    <w:rsid w:val="00AF4CBA"/>
    <w:rsid w:val="00AF6CF7"/>
    <w:rsid w:val="00AF7D07"/>
    <w:rsid w:val="00B0089E"/>
    <w:rsid w:val="00B00A34"/>
    <w:rsid w:val="00B01BBB"/>
    <w:rsid w:val="00B01FE3"/>
    <w:rsid w:val="00B04603"/>
    <w:rsid w:val="00B04810"/>
    <w:rsid w:val="00B05790"/>
    <w:rsid w:val="00B05F6C"/>
    <w:rsid w:val="00B06030"/>
    <w:rsid w:val="00B06421"/>
    <w:rsid w:val="00B07240"/>
    <w:rsid w:val="00B12439"/>
    <w:rsid w:val="00B124E0"/>
    <w:rsid w:val="00B12FB9"/>
    <w:rsid w:val="00B139E6"/>
    <w:rsid w:val="00B146C6"/>
    <w:rsid w:val="00B16021"/>
    <w:rsid w:val="00B1605F"/>
    <w:rsid w:val="00B166DA"/>
    <w:rsid w:val="00B17141"/>
    <w:rsid w:val="00B201CF"/>
    <w:rsid w:val="00B20291"/>
    <w:rsid w:val="00B2202F"/>
    <w:rsid w:val="00B2478A"/>
    <w:rsid w:val="00B254C8"/>
    <w:rsid w:val="00B2618A"/>
    <w:rsid w:val="00B27526"/>
    <w:rsid w:val="00B27BCD"/>
    <w:rsid w:val="00B27E75"/>
    <w:rsid w:val="00B31575"/>
    <w:rsid w:val="00B31863"/>
    <w:rsid w:val="00B34E09"/>
    <w:rsid w:val="00B3591A"/>
    <w:rsid w:val="00B440BD"/>
    <w:rsid w:val="00B443C1"/>
    <w:rsid w:val="00B44BB0"/>
    <w:rsid w:val="00B4595A"/>
    <w:rsid w:val="00B45C29"/>
    <w:rsid w:val="00B46C6B"/>
    <w:rsid w:val="00B46DA6"/>
    <w:rsid w:val="00B47290"/>
    <w:rsid w:val="00B51E88"/>
    <w:rsid w:val="00B54A2F"/>
    <w:rsid w:val="00B555FF"/>
    <w:rsid w:val="00B576F0"/>
    <w:rsid w:val="00B6005B"/>
    <w:rsid w:val="00B60687"/>
    <w:rsid w:val="00B625A7"/>
    <w:rsid w:val="00B63820"/>
    <w:rsid w:val="00B643EB"/>
    <w:rsid w:val="00B64D90"/>
    <w:rsid w:val="00B65843"/>
    <w:rsid w:val="00B66A83"/>
    <w:rsid w:val="00B66BCB"/>
    <w:rsid w:val="00B66DBD"/>
    <w:rsid w:val="00B6756E"/>
    <w:rsid w:val="00B67B08"/>
    <w:rsid w:val="00B70124"/>
    <w:rsid w:val="00B714FA"/>
    <w:rsid w:val="00B71676"/>
    <w:rsid w:val="00B7205A"/>
    <w:rsid w:val="00B72CE5"/>
    <w:rsid w:val="00B732C6"/>
    <w:rsid w:val="00B753B5"/>
    <w:rsid w:val="00B764BE"/>
    <w:rsid w:val="00B7672F"/>
    <w:rsid w:val="00B767D6"/>
    <w:rsid w:val="00B77F86"/>
    <w:rsid w:val="00B823D0"/>
    <w:rsid w:val="00B848B5"/>
    <w:rsid w:val="00B85220"/>
    <w:rsid w:val="00B8547D"/>
    <w:rsid w:val="00B86267"/>
    <w:rsid w:val="00B866A1"/>
    <w:rsid w:val="00B90EDA"/>
    <w:rsid w:val="00B914BB"/>
    <w:rsid w:val="00B91921"/>
    <w:rsid w:val="00B91C0F"/>
    <w:rsid w:val="00B9539E"/>
    <w:rsid w:val="00B959BA"/>
    <w:rsid w:val="00B9648A"/>
    <w:rsid w:val="00B9721F"/>
    <w:rsid w:val="00BA0DEC"/>
    <w:rsid w:val="00BA13E8"/>
    <w:rsid w:val="00BA2B4C"/>
    <w:rsid w:val="00BA326B"/>
    <w:rsid w:val="00BA3F0B"/>
    <w:rsid w:val="00BA4F72"/>
    <w:rsid w:val="00BA629C"/>
    <w:rsid w:val="00BA6789"/>
    <w:rsid w:val="00BA6F6D"/>
    <w:rsid w:val="00BB0762"/>
    <w:rsid w:val="00BB08FA"/>
    <w:rsid w:val="00BB0A55"/>
    <w:rsid w:val="00BB22F6"/>
    <w:rsid w:val="00BB4AAC"/>
    <w:rsid w:val="00BB6CBF"/>
    <w:rsid w:val="00BB7CED"/>
    <w:rsid w:val="00BC0675"/>
    <w:rsid w:val="00BC06C9"/>
    <w:rsid w:val="00BC08E1"/>
    <w:rsid w:val="00BC1FC8"/>
    <w:rsid w:val="00BC2E02"/>
    <w:rsid w:val="00BC49C5"/>
    <w:rsid w:val="00BC555E"/>
    <w:rsid w:val="00BC5BD6"/>
    <w:rsid w:val="00BC61BA"/>
    <w:rsid w:val="00BC680B"/>
    <w:rsid w:val="00BC6B52"/>
    <w:rsid w:val="00BC6CD7"/>
    <w:rsid w:val="00BC787C"/>
    <w:rsid w:val="00BD1F23"/>
    <w:rsid w:val="00BD1F46"/>
    <w:rsid w:val="00BD665C"/>
    <w:rsid w:val="00BD6D1A"/>
    <w:rsid w:val="00BD7E03"/>
    <w:rsid w:val="00BE0B5B"/>
    <w:rsid w:val="00BE24C5"/>
    <w:rsid w:val="00BE2767"/>
    <w:rsid w:val="00BE28E5"/>
    <w:rsid w:val="00BE2AA7"/>
    <w:rsid w:val="00BE3348"/>
    <w:rsid w:val="00BE3650"/>
    <w:rsid w:val="00BE3E6B"/>
    <w:rsid w:val="00BE443A"/>
    <w:rsid w:val="00BE4C45"/>
    <w:rsid w:val="00BF03A7"/>
    <w:rsid w:val="00BF0B7C"/>
    <w:rsid w:val="00BF47FF"/>
    <w:rsid w:val="00BF4A2E"/>
    <w:rsid w:val="00BF4D72"/>
    <w:rsid w:val="00BF55E3"/>
    <w:rsid w:val="00BF710F"/>
    <w:rsid w:val="00BF7A0D"/>
    <w:rsid w:val="00BF7B0B"/>
    <w:rsid w:val="00BF7E9B"/>
    <w:rsid w:val="00C01965"/>
    <w:rsid w:val="00C02768"/>
    <w:rsid w:val="00C02F11"/>
    <w:rsid w:val="00C02F5B"/>
    <w:rsid w:val="00C03265"/>
    <w:rsid w:val="00C0371F"/>
    <w:rsid w:val="00C038A0"/>
    <w:rsid w:val="00C05223"/>
    <w:rsid w:val="00C077CB"/>
    <w:rsid w:val="00C07837"/>
    <w:rsid w:val="00C10FC2"/>
    <w:rsid w:val="00C110CC"/>
    <w:rsid w:val="00C13BA1"/>
    <w:rsid w:val="00C15F46"/>
    <w:rsid w:val="00C1636A"/>
    <w:rsid w:val="00C166A0"/>
    <w:rsid w:val="00C1721B"/>
    <w:rsid w:val="00C17759"/>
    <w:rsid w:val="00C20F89"/>
    <w:rsid w:val="00C2166C"/>
    <w:rsid w:val="00C21CCD"/>
    <w:rsid w:val="00C250D5"/>
    <w:rsid w:val="00C25463"/>
    <w:rsid w:val="00C32D77"/>
    <w:rsid w:val="00C33128"/>
    <w:rsid w:val="00C34231"/>
    <w:rsid w:val="00C35118"/>
    <w:rsid w:val="00C35AD7"/>
    <w:rsid w:val="00C42D8E"/>
    <w:rsid w:val="00C433A4"/>
    <w:rsid w:val="00C44C0F"/>
    <w:rsid w:val="00C45A08"/>
    <w:rsid w:val="00C47185"/>
    <w:rsid w:val="00C47585"/>
    <w:rsid w:val="00C47D07"/>
    <w:rsid w:val="00C5050D"/>
    <w:rsid w:val="00C50B4E"/>
    <w:rsid w:val="00C5161B"/>
    <w:rsid w:val="00C5181A"/>
    <w:rsid w:val="00C52FDD"/>
    <w:rsid w:val="00C53BE7"/>
    <w:rsid w:val="00C57F4F"/>
    <w:rsid w:val="00C609EA"/>
    <w:rsid w:val="00C61587"/>
    <w:rsid w:val="00C61858"/>
    <w:rsid w:val="00C628BC"/>
    <w:rsid w:val="00C63400"/>
    <w:rsid w:val="00C63685"/>
    <w:rsid w:val="00C64369"/>
    <w:rsid w:val="00C669F7"/>
    <w:rsid w:val="00C66DDE"/>
    <w:rsid w:val="00C67731"/>
    <w:rsid w:val="00C6781A"/>
    <w:rsid w:val="00C679C7"/>
    <w:rsid w:val="00C72486"/>
    <w:rsid w:val="00C72941"/>
    <w:rsid w:val="00C72BB1"/>
    <w:rsid w:val="00C72EFB"/>
    <w:rsid w:val="00C74513"/>
    <w:rsid w:val="00C749BC"/>
    <w:rsid w:val="00C7676F"/>
    <w:rsid w:val="00C77EC7"/>
    <w:rsid w:val="00C8006F"/>
    <w:rsid w:val="00C81114"/>
    <w:rsid w:val="00C81DC5"/>
    <w:rsid w:val="00C83160"/>
    <w:rsid w:val="00C85F35"/>
    <w:rsid w:val="00C9279E"/>
    <w:rsid w:val="00C92898"/>
    <w:rsid w:val="00C93075"/>
    <w:rsid w:val="00C96C22"/>
    <w:rsid w:val="00C96C98"/>
    <w:rsid w:val="00CA095C"/>
    <w:rsid w:val="00CA1E7D"/>
    <w:rsid w:val="00CA1EEF"/>
    <w:rsid w:val="00CA2E19"/>
    <w:rsid w:val="00CA4943"/>
    <w:rsid w:val="00CA5332"/>
    <w:rsid w:val="00CA5A9C"/>
    <w:rsid w:val="00CA5C26"/>
    <w:rsid w:val="00CA7870"/>
    <w:rsid w:val="00CA7CCD"/>
    <w:rsid w:val="00CB1871"/>
    <w:rsid w:val="00CB1D63"/>
    <w:rsid w:val="00CB2E5C"/>
    <w:rsid w:val="00CB30DD"/>
    <w:rsid w:val="00CB38F1"/>
    <w:rsid w:val="00CB3CE8"/>
    <w:rsid w:val="00CB5724"/>
    <w:rsid w:val="00CB621B"/>
    <w:rsid w:val="00CB6881"/>
    <w:rsid w:val="00CB7355"/>
    <w:rsid w:val="00CB7914"/>
    <w:rsid w:val="00CC1465"/>
    <w:rsid w:val="00CC1E90"/>
    <w:rsid w:val="00CC20C2"/>
    <w:rsid w:val="00CC20C8"/>
    <w:rsid w:val="00CC46D2"/>
    <w:rsid w:val="00CC4980"/>
    <w:rsid w:val="00CC4BB9"/>
    <w:rsid w:val="00CC4BEC"/>
    <w:rsid w:val="00CC4D33"/>
    <w:rsid w:val="00CC5247"/>
    <w:rsid w:val="00CC5EE7"/>
    <w:rsid w:val="00CC6836"/>
    <w:rsid w:val="00CC7126"/>
    <w:rsid w:val="00CD55EC"/>
    <w:rsid w:val="00CD5749"/>
    <w:rsid w:val="00CD6385"/>
    <w:rsid w:val="00CD7276"/>
    <w:rsid w:val="00CD7663"/>
    <w:rsid w:val="00CD7D0F"/>
    <w:rsid w:val="00CE11C8"/>
    <w:rsid w:val="00CE1605"/>
    <w:rsid w:val="00CE2B10"/>
    <w:rsid w:val="00CE3523"/>
    <w:rsid w:val="00CE46C3"/>
    <w:rsid w:val="00CE4AC1"/>
    <w:rsid w:val="00CE5999"/>
    <w:rsid w:val="00CE5EC7"/>
    <w:rsid w:val="00CE6AD8"/>
    <w:rsid w:val="00CE7514"/>
    <w:rsid w:val="00CF05B2"/>
    <w:rsid w:val="00CF13B7"/>
    <w:rsid w:val="00CF1A76"/>
    <w:rsid w:val="00CF2E7D"/>
    <w:rsid w:val="00CF2FBB"/>
    <w:rsid w:val="00CF3828"/>
    <w:rsid w:val="00CF4811"/>
    <w:rsid w:val="00CF5462"/>
    <w:rsid w:val="00CF5476"/>
    <w:rsid w:val="00D016B1"/>
    <w:rsid w:val="00D01C8D"/>
    <w:rsid w:val="00D028A2"/>
    <w:rsid w:val="00D0361A"/>
    <w:rsid w:val="00D039DB"/>
    <w:rsid w:val="00D03CBA"/>
    <w:rsid w:val="00D04357"/>
    <w:rsid w:val="00D05118"/>
    <w:rsid w:val="00D071D6"/>
    <w:rsid w:val="00D102D8"/>
    <w:rsid w:val="00D13D05"/>
    <w:rsid w:val="00D1492D"/>
    <w:rsid w:val="00D177EE"/>
    <w:rsid w:val="00D17A62"/>
    <w:rsid w:val="00D201AE"/>
    <w:rsid w:val="00D21351"/>
    <w:rsid w:val="00D223CB"/>
    <w:rsid w:val="00D2330F"/>
    <w:rsid w:val="00D2345A"/>
    <w:rsid w:val="00D248DE"/>
    <w:rsid w:val="00D24A8B"/>
    <w:rsid w:val="00D25445"/>
    <w:rsid w:val="00D277C5"/>
    <w:rsid w:val="00D3328A"/>
    <w:rsid w:val="00D35737"/>
    <w:rsid w:val="00D35CA3"/>
    <w:rsid w:val="00D3666D"/>
    <w:rsid w:val="00D36B03"/>
    <w:rsid w:val="00D36EDD"/>
    <w:rsid w:val="00D377F7"/>
    <w:rsid w:val="00D40043"/>
    <w:rsid w:val="00D4114A"/>
    <w:rsid w:val="00D4173D"/>
    <w:rsid w:val="00D41CBE"/>
    <w:rsid w:val="00D41FE7"/>
    <w:rsid w:val="00D42922"/>
    <w:rsid w:val="00D43602"/>
    <w:rsid w:val="00D44011"/>
    <w:rsid w:val="00D444A5"/>
    <w:rsid w:val="00D446EB"/>
    <w:rsid w:val="00D47771"/>
    <w:rsid w:val="00D504CF"/>
    <w:rsid w:val="00D50872"/>
    <w:rsid w:val="00D50983"/>
    <w:rsid w:val="00D52779"/>
    <w:rsid w:val="00D53D0A"/>
    <w:rsid w:val="00D54B51"/>
    <w:rsid w:val="00D54C55"/>
    <w:rsid w:val="00D55F91"/>
    <w:rsid w:val="00D56459"/>
    <w:rsid w:val="00D56597"/>
    <w:rsid w:val="00D60519"/>
    <w:rsid w:val="00D60BA7"/>
    <w:rsid w:val="00D61987"/>
    <w:rsid w:val="00D6380C"/>
    <w:rsid w:val="00D64110"/>
    <w:rsid w:val="00D64205"/>
    <w:rsid w:val="00D6501E"/>
    <w:rsid w:val="00D65C45"/>
    <w:rsid w:val="00D6758B"/>
    <w:rsid w:val="00D67B99"/>
    <w:rsid w:val="00D7007D"/>
    <w:rsid w:val="00D714B6"/>
    <w:rsid w:val="00D71875"/>
    <w:rsid w:val="00D72A0A"/>
    <w:rsid w:val="00D73312"/>
    <w:rsid w:val="00D743DE"/>
    <w:rsid w:val="00D7443F"/>
    <w:rsid w:val="00D75070"/>
    <w:rsid w:val="00D76252"/>
    <w:rsid w:val="00D766E9"/>
    <w:rsid w:val="00D76F16"/>
    <w:rsid w:val="00D77F72"/>
    <w:rsid w:val="00D80003"/>
    <w:rsid w:val="00D81F92"/>
    <w:rsid w:val="00D824F8"/>
    <w:rsid w:val="00D82EC6"/>
    <w:rsid w:val="00D83EC9"/>
    <w:rsid w:val="00D8542D"/>
    <w:rsid w:val="00D9195F"/>
    <w:rsid w:val="00D91F3B"/>
    <w:rsid w:val="00D92AD1"/>
    <w:rsid w:val="00D94105"/>
    <w:rsid w:val="00D9415B"/>
    <w:rsid w:val="00D94184"/>
    <w:rsid w:val="00D96CFA"/>
    <w:rsid w:val="00D97724"/>
    <w:rsid w:val="00DA2D92"/>
    <w:rsid w:val="00DA39DE"/>
    <w:rsid w:val="00DA435D"/>
    <w:rsid w:val="00DA4A5F"/>
    <w:rsid w:val="00DA57D9"/>
    <w:rsid w:val="00DA601F"/>
    <w:rsid w:val="00DA6F96"/>
    <w:rsid w:val="00DA7580"/>
    <w:rsid w:val="00DB2473"/>
    <w:rsid w:val="00DB3548"/>
    <w:rsid w:val="00DB4309"/>
    <w:rsid w:val="00DB5EBF"/>
    <w:rsid w:val="00DB6E26"/>
    <w:rsid w:val="00DB7546"/>
    <w:rsid w:val="00DC3BCF"/>
    <w:rsid w:val="00DC4DC2"/>
    <w:rsid w:val="00DC6A71"/>
    <w:rsid w:val="00DC6DA9"/>
    <w:rsid w:val="00DC71C8"/>
    <w:rsid w:val="00DD0452"/>
    <w:rsid w:val="00DD1635"/>
    <w:rsid w:val="00DD1C36"/>
    <w:rsid w:val="00DD3E6E"/>
    <w:rsid w:val="00DD4C02"/>
    <w:rsid w:val="00DD6163"/>
    <w:rsid w:val="00DE1319"/>
    <w:rsid w:val="00DE1B69"/>
    <w:rsid w:val="00DE2213"/>
    <w:rsid w:val="00DE425B"/>
    <w:rsid w:val="00DE5B46"/>
    <w:rsid w:val="00DE5DF1"/>
    <w:rsid w:val="00DE626E"/>
    <w:rsid w:val="00DE6685"/>
    <w:rsid w:val="00DE6B02"/>
    <w:rsid w:val="00DE71A5"/>
    <w:rsid w:val="00DF0B37"/>
    <w:rsid w:val="00DF0E5E"/>
    <w:rsid w:val="00DF2046"/>
    <w:rsid w:val="00DF3554"/>
    <w:rsid w:val="00DF4100"/>
    <w:rsid w:val="00DF48CC"/>
    <w:rsid w:val="00DF4932"/>
    <w:rsid w:val="00E00376"/>
    <w:rsid w:val="00E01FC1"/>
    <w:rsid w:val="00E0357D"/>
    <w:rsid w:val="00E069B7"/>
    <w:rsid w:val="00E10E66"/>
    <w:rsid w:val="00E1100F"/>
    <w:rsid w:val="00E1119D"/>
    <w:rsid w:val="00E1121F"/>
    <w:rsid w:val="00E12BAE"/>
    <w:rsid w:val="00E144E6"/>
    <w:rsid w:val="00E1650A"/>
    <w:rsid w:val="00E172B8"/>
    <w:rsid w:val="00E17332"/>
    <w:rsid w:val="00E176D3"/>
    <w:rsid w:val="00E17E9D"/>
    <w:rsid w:val="00E20F90"/>
    <w:rsid w:val="00E214B4"/>
    <w:rsid w:val="00E23F14"/>
    <w:rsid w:val="00E24639"/>
    <w:rsid w:val="00E24EC2"/>
    <w:rsid w:val="00E25D3B"/>
    <w:rsid w:val="00E27A79"/>
    <w:rsid w:val="00E30F56"/>
    <w:rsid w:val="00E31DE8"/>
    <w:rsid w:val="00E324D2"/>
    <w:rsid w:val="00E33364"/>
    <w:rsid w:val="00E364EA"/>
    <w:rsid w:val="00E36D25"/>
    <w:rsid w:val="00E3758F"/>
    <w:rsid w:val="00E37B58"/>
    <w:rsid w:val="00E410BD"/>
    <w:rsid w:val="00E425B3"/>
    <w:rsid w:val="00E42767"/>
    <w:rsid w:val="00E427F6"/>
    <w:rsid w:val="00E42EF9"/>
    <w:rsid w:val="00E4491D"/>
    <w:rsid w:val="00E45327"/>
    <w:rsid w:val="00E45917"/>
    <w:rsid w:val="00E45F62"/>
    <w:rsid w:val="00E463D4"/>
    <w:rsid w:val="00E505AD"/>
    <w:rsid w:val="00E51F95"/>
    <w:rsid w:val="00E56737"/>
    <w:rsid w:val="00E5679D"/>
    <w:rsid w:val="00E605E3"/>
    <w:rsid w:val="00E609F6"/>
    <w:rsid w:val="00E639C8"/>
    <w:rsid w:val="00E6404F"/>
    <w:rsid w:val="00E65C41"/>
    <w:rsid w:val="00E65EC2"/>
    <w:rsid w:val="00E6601B"/>
    <w:rsid w:val="00E667FF"/>
    <w:rsid w:val="00E67436"/>
    <w:rsid w:val="00E67F53"/>
    <w:rsid w:val="00E70647"/>
    <w:rsid w:val="00E706B5"/>
    <w:rsid w:val="00E70C7B"/>
    <w:rsid w:val="00E70EA7"/>
    <w:rsid w:val="00E71ED5"/>
    <w:rsid w:val="00E72C1E"/>
    <w:rsid w:val="00E730C1"/>
    <w:rsid w:val="00E76FC0"/>
    <w:rsid w:val="00E777CD"/>
    <w:rsid w:val="00E8227B"/>
    <w:rsid w:val="00E8289D"/>
    <w:rsid w:val="00E82CF8"/>
    <w:rsid w:val="00E84DCC"/>
    <w:rsid w:val="00E85405"/>
    <w:rsid w:val="00E855B0"/>
    <w:rsid w:val="00E90991"/>
    <w:rsid w:val="00E91092"/>
    <w:rsid w:val="00E91106"/>
    <w:rsid w:val="00E953A4"/>
    <w:rsid w:val="00E960A4"/>
    <w:rsid w:val="00E97202"/>
    <w:rsid w:val="00E97590"/>
    <w:rsid w:val="00EA0153"/>
    <w:rsid w:val="00EA0202"/>
    <w:rsid w:val="00EA0D1C"/>
    <w:rsid w:val="00EA2256"/>
    <w:rsid w:val="00EA48C2"/>
    <w:rsid w:val="00EA49BF"/>
    <w:rsid w:val="00EA5384"/>
    <w:rsid w:val="00EA5821"/>
    <w:rsid w:val="00EA5D8B"/>
    <w:rsid w:val="00EA6290"/>
    <w:rsid w:val="00EA6647"/>
    <w:rsid w:val="00EA7678"/>
    <w:rsid w:val="00EA79D3"/>
    <w:rsid w:val="00EB012C"/>
    <w:rsid w:val="00EB14D3"/>
    <w:rsid w:val="00EB1D8A"/>
    <w:rsid w:val="00EB2DB9"/>
    <w:rsid w:val="00EB3C59"/>
    <w:rsid w:val="00EB5060"/>
    <w:rsid w:val="00EB6448"/>
    <w:rsid w:val="00EB71D4"/>
    <w:rsid w:val="00EB7921"/>
    <w:rsid w:val="00EB7956"/>
    <w:rsid w:val="00EB795B"/>
    <w:rsid w:val="00EC01EE"/>
    <w:rsid w:val="00EC35F7"/>
    <w:rsid w:val="00EC3AB1"/>
    <w:rsid w:val="00EC3C7C"/>
    <w:rsid w:val="00EC3DB2"/>
    <w:rsid w:val="00EC48EE"/>
    <w:rsid w:val="00EC6472"/>
    <w:rsid w:val="00EC6F24"/>
    <w:rsid w:val="00EC7F56"/>
    <w:rsid w:val="00ED2584"/>
    <w:rsid w:val="00ED273A"/>
    <w:rsid w:val="00ED2A46"/>
    <w:rsid w:val="00ED2D9F"/>
    <w:rsid w:val="00ED30F6"/>
    <w:rsid w:val="00ED3504"/>
    <w:rsid w:val="00ED5960"/>
    <w:rsid w:val="00ED6414"/>
    <w:rsid w:val="00EE0427"/>
    <w:rsid w:val="00EE131A"/>
    <w:rsid w:val="00EE1656"/>
    <w:rsid w:val="00EE62A5"/>
    <w:rsid w:val="00EE777D"/>
    <w:rsid w:val="00EF221D"/>
    <w:rsid w:val="00EF3BD4"/>
    <w:rsid w:val="00EF50C2"/>
    <w:rsid w:val="00EF5712"/>
    <w:rsid w:val="00EF61AC"/>
    <w:rsid w:val="00EF7225"/>
    <w:rsid w:val="00EF7F20"/>
    <w:rsid w:val="00F019A2"/>
    <w:rsid w:val="00F01A0B"/>
    <w:rsid w:val="00F01F6B"/>
    <w:rsid w:val="00F03898"/>
    <w:rsid w:val="00F03FEE"/>
    <w:rsid w:val="00F044FE"/>
    <w:rsid w:val="00F05BE4"/>
    <w:rsid w:val="00F05C5C"/>
    <w:rsid w:val="00F0623E"/>
    <w:rsid w:val="00F0629E"/>
    <w:rsid w:val="00F06C75"/>
    <w:rsid w:val="00F07724"/>
    <w:rsid w:val="00F123DB"/>
    <w:rsid w:val="00F1285F"/>
    <w:rsid w:val="00F141DE"/>
    <w:rsid w:val="00F149B5"/>
    <w:rsid w:val="00F2029A"/>
    <w:rsid w:val="00F20B09"/>
    <w:rsid w:val="00F239E8"/>
    <w:rsid w:val="00F240BB"/>
    <w:rsid w:val="00F24300"/>
    <w:rsid w:val="00F252F9"/>
    <w:rsid w:val="00F26199"/>
    <w:rsid w:val="00F30334"/>
    <w:rsid w:val="00F30756"/>
    <w:rsid w:val="00F3299E"/>
    <w:rsid w:val="00F3367E"/>
    <w:rsid w:val="00F33C8F"/>
    <w:rsid w:val="00F35326"/>
    <w:rsid w:val="00F360F1"/>
    <w:rsid w:val="00F37865"/>
    <w:rsid w:val="00F40204"/>
    <w:rsid w:val="00F4063D"/>
    <w:rsid w:val="00F42443"/>
    <w:rsid w:val="00F43889"/>
    <w:rsid w:val="00F43F98"/>
    <w:rsid w:val="00F44404"/>
    <w:rsid w:val="00F458D0"/>
    <w:rsid w:val="00F46724"/>
    <w:rsid w:val="00F470F7"/>
    <w:rsid w:val="00F5067F"/>
    <w:rsid w:val="00F51D32"/>
    <w:rsid w:val="00F53E08"/>
    <w:rsid w:val="00F5413D"/>
    <w:rsid w:val="00F568E8"/>
    <w:rsid w:val="00F57C4D"/>
    <w:rsid w:val="00F57FED"/>
    <w:rsid w:val="00F60691"/>
    <w:rsid w:val="00F63D68"/>
    <w:rsid w:val="00F6449D"/>
    <w:rsid w:val="00F644C4"/>
    <w:rsid w:val="00F663F5"/>
    <w:rsid w:val="00F67F7A"/>
    <w:rsid w:val="00F715D5"/>
    <w:rsid w:val="00F718CD"/>
    <w:rsid w:val="00F74A2B"/>
    <w:rsid w:val="00F74E49"/>
    <w:rsid w:val="00F75BA5"/>
    <w:rsid w:val="00F75BBC"/>
    <w:rsid w:val="00F80F85"/>
    <w:rsid w:val="00F81017"/>
    <w:rsid w:val="00F81DDD"/>
    <w:rsid w:val="00F82C01"/>
    <w:rsid w:val="00F834CE"/>
    <w:rsid w:val="00F83BAD"/>
    <w:rsid w:val="00F86795"/>
    <w:rsid w:val="00F86F59"/>
    <w:rsid w:val="00F87614"/>
    <w:rsid w:val="00F90F66"/>
    <w:rsid w:val="00F96CD7"/>
    <w:rsid w:val="00F97B17"/>
    <w:rsid w:val="00FA0E1D"/>
    <w:rsid w:val="00FA0E25"/>
    <w:rsid w:val="00FA2971"/>
    <w:rsid w:val="00FA2BB1"/>
    <w:rsid w:val="00FA2CF3"/>
    <w:rsid w:val="00FA312B"/>
    <w:rsid w:val="00FA71C5"/>
    <w:rsid w:val="00FB1957"/>
    <w:rsid w:val="00FB1EE7"/>
    <w:rsid w:val="00FB2A79"/>
    <w:rsid w:val="00FB32B8"/>
    <w:rsid w:val="00FB536E"/>
    <w:rsid w:val="00FB6026"/>
    <w:rsid w:val="00FB61D2"/>
    <w:rsid w:val="00FB679E"/>
    <w:rsid w:val="00FB7CAC"/>
    <w:rsid w:val="00FC1913"/>
    <w:rsid w:val="00FC4929"/>
    <w:rsid w:val="00FC6B64"/>
    <w:rsid w:val="00FC6D8D"/>
    <w:rsid w:val="00FD5D35"/>
    <w:rsid w:val="00FE0A8F"/>
    <w:rsid w:val="00FE1330"/>
    <w:rsid w:val="00FE2BAC"/>
    <w:rsid w:val="00FE414F"/>
    <w:rsid w:val="00FE4B32"/>
    <w:rsid w:val="00FE4C00"/>
    <w:rsid w:val="00FE52CD"/>
    <w:rsid w:val="00FE5D8F"/>
    <w:rsid w:val="00FE77F6"/>
    <w:rsid w:val="00FF68BC"/>
    <w:rsid w:val="00FF6B39"/>
    <w:rsid w:val="00FF73DD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6B5F94"/>
  <w15:docId w15:val="{95A5789A-0015-47F8-A205-1570AEA7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4370C"/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rFonts w:ascii="Arial" w:hAnsi="Arial"/>
      <w:b/>
      <w:kern w:val="32"/>
      <w:sz w:val="28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Telobesedila">
    <w:name w:val="Body Text"/>
    <w:basedOn w:val="Navaden"/>
    <w:link w:val="TelobesedilaZnak"/>
    <w:rsid w:val="004065EF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4065EF"/>
    <w:rPr>
      <w:sz w:val="24"/>
    </w:rPr>
  </w:style>
  <w:style w:type="paragraph" w:styleId="Odstavekseznama">
    <w:name w:val="List Paragraph"/>
    <w:basedOn w:val="Navaden"/>
    <w:uiPriority w:val="34"/>
    <w:qFormat/>
    <w:rsid w:val="000152FA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2579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2579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sedilooblaka">
    <w:name w:val="Balloon Text"/>
    <w:basedOn w:val="Navaden"/>
    <w:link w:val="BesedilooblakaZnak"/>
    <w:semiHidden/>
    <w:unhideWhenUsed/>
    <w:rsid w:val="00E65C4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E65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urid=2006970" TargetMode="External"/><Relationship Id="rId13" Type="http://schemas.openxmlformats.org/officeDocument/2006/relationships/hyperlink" Target="http://www.uradni-list.si/1/objava.jsp?urlurid=201330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urlurid=201025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urlurid=2008281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uradni-list.si/1/objava.jsp?urlurid=20076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urid=20064487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pari\Desktop\PREDLOGA%20%20NOVA%20-%20Finan&#269;ni_urad_Ljublja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0EF9-43BC-40EA-ACF5-41C50FF2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 NOVA - Finančni_urad_Ljubljana</Template>
  <TotalTime>1199</TotalTime>
  <Pages>27</Pages>
  <Words>11625</Words>
  <Characters>66267</Characters>
  <Application>Microsoft Office Word</Application>
  <DocSecurity>0</DocSecurity>
  <Lines>552</Lines>
  <Paragraphs>155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Finančna Uprava RS</Company>
  <LinksUpToDate>false</LinksUpToDate>
  <CharactersWithSpaces>77737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 Svete-Rupar</dc:creator>
  <cp:lastModifiedBy>Jana Kokalj (FURS LJ)</cp:lastModifiedBy>
  <cp:revision>110</cp:revision>
  <cp:lastPrinted>2023-03-14T13:34:00Z</cp:lastPrinted>
  <dcterms:created xsi:type="dcterms:W3CDTF">2023-09-13T11:19:00Z</dcterms:created>
  <dcterms:modified xsi:type="dcterms:W3CDTF">2023-09-20T08:46:00Z</dcterms:modified>
</cp:coreProperties>
</file>