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B3916" w14:textId="77777777" w:rsidR="007D75CF" w:rsidRPr="00B922D9" w:rsidRDefault="00137D47" w:rsidP="00DC6A71">
      <w:pPr>
        <w:pStyle w:val="datumtevilka"/>
      </w:pPr>
      <w:r w:rsidRPr="00B922D9">
        <w:t xml:space="preserve">Številka: </w:t>
      </w:r>
      <w:r w:rsidRPr="00B922D9">
        <w:tab/>
      </w:r>
      <w:bookmarkStart w:id="0" w:name="Klasifikacija"/>
      <w:r w:rsidR="007D1BCF" w:rsidRPr="00B922D9">
        <w:fldChar w:fldCharType="begin"/>
      </w:r>
      <w:r w:rsidR="007D1BCF" w:rsidRPr="00B922D9">
        <w:instrText xml:space="preserve">MACROBUTTON NoMacro [številka] </w:instrText>
      </w:r>
      <w:r w:rsidR="007D1BCF" w:rsidRPr="00B922D9">
        <w:fldChar w:fldCharType="end"/>
      </w:r>
      <w:bookmarkEnd w:id="0"/>
    </w:p>
    <w:p w14:paraId="1A39DA16" w14:textId="77777777" w:rsidR="007D75CF" w:rsidRDefault="00137D47" w:rsidP="00DC6A71">
      <w:pPr>
        <w:pStyle w:val="datumtevilka"/>
      </w:pPr>
      <w:r w:rsidRPr="00B922D9">
        <w:t xml:space="preserve">Datum: </w:t>
      </w:r>
      <w:r w:rsidRPr="00B922D9">
        <w:tab/>
      </w:r>
      <w:bookmarkStart w:id="1" w:name="DatumDokumenta"/>
      <w:r w:rsidR="007D1BCF" w:rsidRPr="00B922D9">
        <w:fldChar w:fldCharType="begin"/>
      </w:r>
      <w:r w:rsidR="007D1BCF" w:rsidRPr="00B922D9">
        <w:instrText>MACROBUTTON NoMacro [datum]</w:instrText>
      </w:r>
      <w:r w:rsidR="007D1BCF" w:rsidRPr="00B922D9">
        <w:fldChar w:fldCharType="end"/>
      </w:r>
      <w:bookmarkEnd w:id="1"/>
      <w:r w:rsidRPr="00B922D9">
        <w:t xml:space="preserve"> </w:t>
      </w:r>
    </w:p>
    <w:p w14:paraId="2BCA1F51" w14:textId="77777777" w:rsidR="00F17378" w:rsidRPr="00B922D9" w:rsidRDefault="00F17378" w:rsidP="00DC6A71">
      <w:pPr>
        <w:pStyle w:val="datumtevilka"/>
      </w:pPr>
    </w:p>
    <w:p w14:paraId="44D8C7BC" w14:textId="77777777" w:rsidR="007D75CF" w:rsidRPr="00B922D9" w:rsidRDefault="007D75CF" w:rsidP="007D75CF"/>
    <w:p w14:paraId="4B733FE7" w14:textId="77777777" w:rsidR="00B922D9" w:rsidRPr="00B922D9" w:rsidRDefault="00137D47" w:rsidP="00B922D9">
      <w:pPr>
        <w:jc w:val="center"/>
        <w:rPr>
          <w:rFonts w:cs="Arial"/>
          <w:b/>
          <w:bCs/>
          <w:sz w:val="22"/>
          <w:szCs w:val="22"/>
        </w:rPr>
      </w:pPr>
      <w:r w:rsidRPr="00B922D9">
        <w:rPr>
          <w:rFonts w:cs="Arial"/>
          <w:b/>
          <w:bCs/>
          <w:sz w:val="22"/>
          <w:szCs w:val="22"/>
        </w:rPr>
        <w:t xml:space="preserve">SEZNAM URADNIH OSEB, </w:t>
      </w:r>
    </w:p>
    <w:p w14:paraId="1F675B22" w14:textId="77777777" w:rsidR="00B922D9" w:rsidRPr="00B922D9" w:rsidRDefault="00137D47" w:rsidP="00B922D9">
      <w:pPr>
        <w:jc w:val="center"/>
        <w:rPr>
          <w:rFonts w:cs="Arial"/>
          <w:b/>
          <w:bCs/>
          <w:sz w:val="22"/>
          <w:szCs w:val="22"/>
        </w:rPr>
      </w:pPr>
      <w:r w:rsidRPr="00B922D9">
        <w:rPr>
          <w:rFonts w:cs="Arial"/>
          <w:b/>
          <w:bCs/>
          <w:sz w:val="22"/>
          <w:szCs w:val="22"/>
        </w:rPr>
        <w:t xml:space="preserve">POOBLAŠČENIH ZA ODLOČANJE V UPRAVNIH ZADEVAH IN </w:t>
      </w:r>
    </w:p>
    <w:p w14:paraId="5B1FF580" w14:textId="77777777" w:rsidR="00B922D9" w:rsidRPr="00B922D9" w:rsidRDefault="00137D47" w:rsidP="00B922D9">
      <w:pPr>
        <w:jc w:val="center"/>
        <w:rPr>
          <w:rFonts w:cs="Arial"/>
          <w:b/>
          <w:bCs/>
          <w:sz w:val="22"/>
          <w:szCs w:val="22"/>
        </w:rPr>
      </w:pPr>
      <w:r w:rsidRPr="00B922D9">
        <w:rPr>
          <w:rFonts w:cs="Arial"/>
          <w:b/>
          <w:bCs/>
          <w:sz w:val="22"/>
          <w:szCs w:val="22"/>
        </w:rPr>
        <w:t>ZA VODENJE POSAMEZNIH DEJANJ V POSTOPKU PRED IZDAJO ODLOČBE</w:t>
      </w:r>
    </w:p>
    <w:p w14:paraId="5A5CECFB" w14:textId="77777777" w:rsidR="00F17378" w:rsidRDefault="00F17378" w:rsidP="00B922D9">
      <w:pPr>
        <w:jc w:val="both"/>
        <w:rPr>
          <w:rFonts w:cs="Arial"/>
          <w:color w:val="000000"/>
          <w:szCs w:val="20"/>
        </w:rPr>
      </w:pPr>
    </w:p>
    <w:p w14:paraId="7760EA66" w14:textId="77777777" w:rsidR="00F17378" w:rsidRDefault="00F17378" w:rsidP="00B922D9">
      <w:pPr>
        <w:jc w:val="both"/>
        <w:rPr>
          <w:rFonts w:cs="Arial"/>
          <w:color w:val="000000"/>
          <w:szCs w:val="20"/>
        </w:rPr>
      </w:pPr>
    </w:p>
    <w:p w14:paraId="4B20AFDA" w14:textId="0B24080B" w:rsidR="00B922D9" w:rsidRDefault="00137D47" w:rsidP="00B922D9">
      <w:pPr>
        <w:jc w:val="both"/>
        <w:rPr>
          <w:rFonts w:cs="Arial"/>
          <w:color w:val="000000"/>
          <w:szCs w:val="20"/>
        </w:rPr>
      </w:pPr>
      <w:r w:rsidRPr="00B922D9">
        <w:rPr>
          <w:rFonts w:cs="Arial"/>
          <w:color w:val="000000"/>
          <w:szCs w:val="20"/>
        </w:rPr>
        <w:t xml:space="preserve">Na podlagi 28. in 30. člena Zakona o splošnem upravnem postopku </w:t>
      </w:r>
      <w:r w:rsidRPr="00B922D9">
        <w:rPr>
          <w:rFonts w:cs="Arial"/>
          <w:bCs/>
          <w:color w:val="000000"/>
          <w:szCs w:val="20"/>
        </w:rPr>
        <w:t xml:space="preserve">(Uradni list RS, št. </w:t>
      </w:r>
      <w:hyperlink r:id="rId8" w:tgtFrame="_blank" w:tooltip="Zakon o splošnem upravnem postopku (uradno prečiščeno besedilo)" w:history="1">
        <w:r w:rsidRPr="00B922D9">
          <w:rPr>
            <w:rFonts w:cs="Arial"/>
            <w:bCs/>
            <w:color w:val="000000"/>
            <w:szCs w:val="20"/>
          </w:rPr>
          <w:t>24/06</w:t>
        </w:r>
      </w:hyperlink>
      <w:r w:rsidRPr="00B922D9">
        <w:rPr>
          <w:rFonts w:cs="Arial"/>
          <w:bCs/>
          <w:color w:val="000000"/>
          <w:szCs w:val="20"/>
        </w:rPr>
        <w:t xml:space="preserve"> - uradno prečiščeno besedilo, </w:t>
      </w:r>
      <w:hyperlink r:id="rId9" w:tgtFrame="_blank" w:tooltip="Zakon o upravnem sporu" w:history="1">
        <w:r w:rsidRPr="00B922D9">
          <w:rPr>
            <w:rFonts w:cs="Arial"/>
            <w:bCs/>
            <w:color w:val="000000"/>
            <w:szCs w:val="20"/>
          </w:rPr>
          <w:t>105/06</w:t>
        </w:r>
      </w:hyperlink>
      <w:r w:rsidRPr="00B922D9">
        <w:rPr>
          <w:rFonts w:cs="Arial"/>
          <w:bCs/>
          <w:color w:val="000000"/>
          <w:szCs w:val="20"/>
        </w:rPr>
        <w:t xml:space="preserve"> - ZUS-1, </w:t>
      </w:r>
      <w:hyperlink r:id="rId10" w:tgtFrame="_blank" w:tooltip="Zakon o spremembah in dopolnitvah Zakona o splošnem upravnem postopku" w:history="1">
        <w:r w:rsidRPr="00B922D9">
          <w:rPr>
            <w:rFonts w:cs="Arial"/>
            <w:bCs/>
            <w:color w:val="000000"/>
            <w:szCs w:val="20"/>
          </w:rPr>
          <w:t>126/07</w:t>
        </w:r>
      </w:hyperlink>
      <w:r w:rsidRPr="00B922D9">
        <w:rPr>
          <w:rFonts w:cs="Arial"/>
          <w:bCs/>
          <w:color w:val="000000"/>
          <w:szCs w:val="20"/>
        </w:rPr>
        <w:t xml:space="preserve">, </w:t>
      </w:r>
      <w:hyperlink r:id="rId11" w:tgtFrame="_blank" w:tooltip="Zakon o spremembi in dopolnitvah Zakona o splošnem upravnem postopku" w:history="1">
        <w:r w:rsidRPr="00B922D9">
          <w:rPr>
            <w:rFonts w:cs="Arial"/>
            <w:bCs/>
            <w:color w:val="000000"/>
            <w:szCs w:val="20"/>
          </w:rPr>
          <w:t>65/08</w:t>
        </w:r>
      </w:hyperlink>
      <w:r w:rsidRPr="00B922D9">
        <w:rPr>
          <w:rFonts w:cs="Arial"/>
          <w:bCs/>
          <w:color w:val="000000"/>
          <w:szCs w:val="20"/>
        </w:rPr>
        <w:t xml:space="preserve">, </w:t>
      </w:r>
      <w:hyperlink r:id="rId12" w:tgtFrame="_blank" w:tooltip="Zakon o spremembah in dopolnitvah Zakona o splošnem upravnem postopku" w:history="1">
        <w:r w:rsidRPr="00B922D9">
          <w:rPr>
            <w:rFonts w:cs="Arial"/>
            <w:bCs/>
            <w:color w:val="000000"/>
            <w:szCs w:val="20"/>
          </w:rPr>
          <w:t>8/10</w:t>
        </w:r>
      </w:hyperlink>
      <w:r w:rsidRPr="00B922D9">
        <w:rPr>
          <w:rFonts w:cs="Arial"/>
          <w:bCs/>
          <w:color w:val="000000"/>
          <w:szCs w:val="20"/>
        </w:rPr>
        <w:t xml:space="preserve"> in </w:t>
      </w:r>
      <w:hyperlink r:id="rId13" w:tgtFrame="_blank" w:tooltip="Zakon o spremembah in dopolnitvi Zakona o splošnem upravnem postopku" w:history="1">
        <w:r w:rsidRPr="00B922D9">
          <w:rPr>
            <w:rFonts w:cs="Arial"/>
            <w:bCs/>
            <w:color w:val="000000"/>
            <w:szCs w:val="20"/>
          </w:rPr>
          <w:t>82/13</w:t>
        </w:r>
      </w:hyperlink>
      <w:r w:rsidR="00E05E88" w:rsidRPr="00E05E88">
        <w:rPr>
          <w:rFonts w:cs="Arial"/>
          <w:bCs/>
          <w:color w:val="000000"/>
          <w:szCs w:val="20"/>
        </w:rPr>
        <w:t>, </w:t>
      </w:r>
      <w:hyperlink r:id="rId14" w:tgtFrame="_blank" w:tooltip="Zakon o interventnih ukrepih za omilitev posledic drugega vala epidemije COVID-19 (ZIUOPDVE)" w:history="1">
        <w:r w:rsidR="00E05E88" w:rsidRPr="006B5AE3">
          <w:rPr>
            <w:color w:val="000000"/>
            <w:szCs w:val="20"/>
          </w:rPr>
          <w:t>175/20</w:t>
        </w:r>
      </w:hyperlink>
      <w:r w:rsidR="00E05E88" w:rsidRPr="006B5AE3">
        <w:rPr>
          <w:rFonts w:cs="Arial"/>
          <w:bCs/>
          <w:color w:val="000000"/>
          <w:szCs w:val="20"/>
        </w:rPr>
        <w:t> – ZIUOPDVE in </w:t>
      </w:r>
      <w:hyperlink r:id="rId15" w:tgtFrame="_blank" w:tooltip="Zakon o debirokratizaciji (ZDeb)" w:history="1">
        <w:r w:rsidR="00E05E88" w:rsidRPr="006B5AE3">
          <w:rPr>
            <w:color w:val="000000"/>
            <w:szCs w:val="20"/>
          </w:rPr>
          <w:t>3/22</w:t>
        </w:r>
      </w:hyperlink>
      <w:r w:rsidR="00E05E88" w:rsidRPr="006B5AE3">
        <w:rPr>
          <w:rFonts w:cs="Arial"/>
          <w:bCs/>
          <w:color w:val="000000"/>
          <w:szCs w:val="20"/>
        </w:rPr>
        <w:t> – ZDeb</w:t>
      </w:r>
      <w:r w:rsidRPr="006B5AE3">
        <w:rPr>
          <w:rFonts w:cs="Arial"/>
          <w:bCs/>
          <w:color w:val="000000"/>
          <w:szCs w:val="20"/>
        </w:rPr>
        <w:t>)</w:t>
      </w:r>
      <w:r w:rsidRPr="006B5AE3">
        <w:rPr>
          <w:rFonts w:cs="Arial"/>
          <w:color w:val="000000"/>
          <w:szCs w:val="20"/>
        </w:rPr>
        <w:t xml:space="preserve"> so za odločanje v upravnih zadevah, in za vodenje posameznih dejanj v postopku</w:t>
      </w:r>
      <w:r w:rsidRPr="00B922D9">
        <w:rPr>
          <w:rFonts w:cs="Arial"/>
          <w:color w:val="000000"/>
          <w:szCs w:val="20"/>
        </w:rPr>
        <w:t xml:space="preserve"> pred izdajo odločbe pooblaščene naslednje osebe:</w:t>
      </w:r>
    </w:p>
    <w:p w14:paraId="35A0EDCF" w14:textId="03C930DE" w:rsidR="00F17378" w:rsidRDefault="00F17378" w:rsidP="00B922D9">
      <w:pPr>
        <w:jc w:val="both"/>
        <w:rPr>
          <w:rFonts w:cs="Arial"/>
          <w:sz w:val="22"/>
          <w:szCs w:val="22"/>
        </w:rPr>
      </w:pPr>
    </w:p>
    <w:p w14:paraId="58646101" w14:textId="77777777" w:rsidR="0016747B" w:rsidRPr="00B922D9" w:rsidRDefault="0016747B" w:rsidP="00B922D9">
      <w:pPr>
        <w:jc w:val="both"/>
        <w:rPr>
          <w:rFonts w:cs="Arial"/>
          <w:sz w:val="22"/>
          <w:szCs w:val="22"/>
        </w:rPr>
      </w:pPr>
    </w:p>
    <w:p w14:paraId="40072E23" w14:textId="12C82878" w:rsidR="00B922D9" w:rsidRDefault="00137D47" w:rsidP="00B922D9">
      <w:pPr>
        <w:jc w:val="center"/>
        <w:rPr>
          <w:rFonts w:cs="Arial"/>
          <w:b/>
          <w:sz w:val="22"/>
          <w:szCs w:val="22"/>
        </w:rPr>
      </w:pPr>
      <w:r w:rsidRPr="00B922D9">
        <w:rPr>
          <w:rFonts w:cs="Arial"/>
          <w:b/>
          <w:sz w:val="22"/>
          <w:szCs w:val="22"/>
        </w:rPr>
        <w:t xml:space="preserve">FINANČNI URAD KRANJ </w:t>
      </w:r>
    </w:p>
    <w:p w14:paraId="23C53905" w14:textId="77777777" w:rsidR="00457723" w:rsidRPr="00B922D9" w:rsidRDefault="00457723" w:rsidP="00B922D9">
      <w:pPr>
        <w:jc w:val="center"/>
        <w:rPr>
          <w:rFonts w:cs="Arial"/>
          <w:b/>
          <w:sz w:val="22"/>
          <w:szCs w:val="22"/>
        </w:rPr>
      </w:pPr>
    </w:p>
    <w:p w14:paraId="6E81DCCA" w14:textId="77777777" w:rsidR="00B922D9" w:rsidRPr="00B922D9" w:rsidRDefault="00B922D9" w:rsidP="00B922D9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986"/>
        <w:gridCol w:w="2833"/>
        <w:gridCol w:w="1137"/>
        <w:gridCol w:w="1269"/>
      </w:tblGrid>
      <w:tr w:rsidR="007D6E6D" w14:paraId="33F64872" w14:textId="77777777" w:rsidTr="00417AAC">
        <w:trPr>
          <w:trHeight w:val="939"/>
          <w:jc w:val="center"/>
        </w:trPr>
        <w:tc>
          <w:tcPr>
            <w:tcW w:w="1696" w:type="dxa"/>
            <w:vAlign w:val="center"/>
          </w:tcPr>
          <w:p w14:paraId="070016B1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Osebno ime</w:t>
            </w:r>
          </w:p>
        </w:tc>
        <w:tc>
          <w:tcPr>
            <w:tcW w:w="1986" w:type="dxa"/>
            <w:vAlign w:val="center"/>
          </w:tcPr>
          <w:p w14:paraId="29732798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Delovno mesto / uradniški naziv</w:t>
            </w:r>
          </w:p>
        </w:tc>
        <w:tc>
          <w:tcPr>
            <w:tcW w:w="2833" w:type="dxa"/>
            <w:vAlign w:val="center"/>
          </w:tcPr>
          <w:p w14:paraId="41C2BAE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Obseg pooblastila - področje dela</w:t>
            </w:r>
          </w:p>
        </w:tc>
        <w:tc>
          <w:tcPr>
            <w:tcW w:w="1137" w:type="dxa"/>
            <w:vAlign w:val="center"/>
          </w:tcPr>
          <w:p w14:paraId="6688EAB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odločanje</w:t>
            </w:r>
          </w:p>
        </w:tc>
        <w:tc>
          <w:tcPr>
            <w:tcW w:w="1269" w:type="dxa"/>
            <w:vAlign w:val="center"/>
          </w:tcPr>
          <w:p w14:paraId="2DA21EB1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vodenje postopka</w:t>
            </w:r>
          </w:p>
          <w:p w14:paraId="3F80317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pred izdajo odločbe</w:t>
            </w:r>
          </w:p>
        </w:tc>
      </w:tr>
      <w:tr w:rsidR="00607601" w:rsidRPr="00607601" w14:paraId="134180DE" w14:textId="77777777" w:rsidTr="00417AAC">
        <w:trPr>
          <w:trHeight w:val="567"/>
          <w:jc w:val="center"/>
        </w:trPr>
        <w:tc>
          <w:tcPr>
            <w:tcW w:w="1696" w:type="dxa"/>
            <w:vAlign w:val="center"/>
          </w:tcPr>
          <w:p w14:paraId="0A460952" w14:textId="0032A6EF" w:rsidR="00B922D9" w:rsidRPr="00607601" w:rsidRDefault="00607601" w:rsidP="00B922D9">
            <w:pPr>
              <w:rPr>
                <w:rFonts w:cs="Arial"/>
                <w:sz w:val="18"/>
                <w:szCs w:val="18"/>
              </w:rPr>
            </w:pPr>
            <w:r w:rsidRPr="00607601">
              <w:rPr>
                <w:rFonts w:cs="Arial"/>
                <w:sz w:val="18"/>
                <w:szCs w:val="18"/>
              </w:rPr>
              <w:t>Majcen Praprotnik Apolonija</w:t>
            </w:r>
          </w:p>
        </w:tc>
        <w:tc>
          <w:tcPr>
            <w:tcW w:w="1986" w:type="dxa"/>
            <w:vAlign w:val="center"/>
          </w:tcPr>
          <w:p w14:paraId="3BE04257" w14:textId="77777777" w:rsidR="00B922D9" w:rsidRPr="00607601" w:rsidRDefault="00137D47" w:rsidP="00B922D9">
            <w:pPr>
              <w:rPr>
                <w:rFonts w:cs="Arial"/>
                <w:sz w:val="18"/>
                <w:szCs w:val="18"/>
              </w:rPr>
            </w:pPr>
            <w:r w:rsidRPr="00607601">
              <w:rPr>
                <w:rFonts w:cs="Arial"/>
                <w:sz w:val="18"/>
                <w:szCs w:val="18"/>
              </w:rPr>
              <w:t xml:space="preserve">Direktorica </w:t>
            </w:r>
          </w:p>
          <w:p w14:paraId="255DDC3F" w14:textId="77777777" w:rsidR="00B922D9" w:rsidRPr="00607601" w:rsidRDefault="00137D47" w:rsidP="00B922D9">
            <w:pPr>
              <w:rPr>
                <w:rFonts w:cs="Arial"/>
                <w:sz w:val="18"/>
                <w:szCs w:val="18"/>
              </w:rPr>
            </w:pPr>
            <w:r w:rsidRPr="00607601">
              <w:rPr>
                <w:rFonts w:cs="Arial"/>
                <w:sz w:val="18"/>
                <w:szCs w:val="18"/>
              </w:rPr>
              <w:t>– višji finančni svetnik</w:t>
            </w:r>
          </w:p>
        </w:tc>
        <w:tc>
          <w:tcPr>
            <w:tcW w:w="2833" w:type="dxa"/>
            <w:vAlign w:val="center"/>
          </w:tcPr>
          <w:p w14:paraId="1CD73228" w14:textId="77777777" w:rsidR="00B922D9" w:rsidRPr="00607601" w:rsidRDefault="00137D47" w:rsidP="00B922D9">
            <w:pPr>
              <w:rPr>
                <w:rFonts w:cs="Arial"/>
                <w:sz w:val="18"/>
                <w:szCs w:val="18"/>
              </w:rPr>
            </w:pPr>
            <w:r w:rsidRPr="00607601">
              <w:rPr>
                <w:rFonts w:cs="Arial"/>
                <w:sz w:val="18"/>
                <w:szCs w:val="18"/>
              </w:rPr>
              <w:t>v vseh upravnih zadevah iz pristojnosti urada</w:t>
            </w:r>
          </w:p>
        </w:tc>
        <w:tc>
          <w:tcPr>
            <w:tcW w:w="1137" w:type="dxa"/>
            <w:vAlign w:val="center"/>
          </w:tcPr>
          <w:p w14:paraId="06ABF723" w14:textId="77777777" w:rsidR="00B922D9" w:rsidRPr="00607601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607601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1269" w:type="dxa"/>
            <w:vAlign w:val="center"/>
          </w:tcPr>
          <w:p w14:paraId="0E349B96" w14:textId="77777777" w:rsidR="00B922D9" w:rsidRPr="00607601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4FD0C47F" w14:textId="77777777" w:rsidTr="00417AAC">
        <w:trPr>
          <w:trHeight w:val="567"/>
          <w:jc w:val="center"/>
        </w:trPr>
        <w:tc>
          <w:tcPr>
            <w:tcW w:w="1696" w:type="dxa"/>
            <w:vAlign w:val="center"/>
          </w:tcPr>
          <w:p w14:paraId="52F9810A" w14:textId="1DB57ADB" w:rsidR="00B922D9" w:rsidRPr="00B922D9" w:rsidRDefault="001949AB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Špela Rant Strojan</w:t>
            </w:r>
          </w:p>
        </w:tc>
        <w:tc>
          <w:tcPr>
            <w:tcW w:w="1986" w:type="dxa"/>
            <w:vAlign w:val="center"/>
          </w:tcPr>
          <w:p w14:paraId="48D845E8" w14:textId="2474E84B" w:rsidR="00B922D9" w:rsidRPr="00B922D9" w:rsidRDefault="00A41E62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Namestnica</w:t>
            </w:r>
            <w:r w:rsidR="00137D47" w:rsidRPr="00B922D9">
              <w:rPr>
                <w:rFonts w:cs="Arial"/>
                <w:sz w:val="18"/>
                <w:szCs w:val="18"/>
              </w:rPr>
              <w:t xml:space="preserve"> direktorice – višji finančni svetnik</w:t>
            </w:r>
          </w:p>
        </w:tc>
        <w:tc>
          <w:tcPr>
            <w:tcW w:w="2833" w:type="dxa"/>
            <w:vAlign w:val="center"/>
          </w:tcPr>
          <w:p w14:paraId="2BFEB6F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urada</w:t>
            </w:r>
          </w:p>
        </w:tc>
        <w:tc>
          <w:tcPr>
            <w:tcW w:w="1137" w:type="dxa"/>
            <w:vAlign w:val="center"/>
          </w:tcPr>
          <w:p w14:paraId="65BEDC5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1269" w:type="dxa"/>
            <w:vAlign w:val="center"/>
          </w:tcPr>
          <w:p w14:paraId="66185DBB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41E62" w14:paraId="29BED8BA" w14:textId="77777777" w:rsidTr="00417AAC">
        <w:trPr>
          <w:trHeight w:val="567"/>
          <w:jc w:val="center"/>
        </w:trPr>
        <w:tc>
          <w:tcPr>
            <w:tcW w:w="1696" w:type="dxa"/>
            <w:vAlign w:val="center"/>
          </w:tcPr>
          <w:p w14:paraId="4F345346" w14:textId="17750176" w:rsidR="00A41E62" w:rsidRDefault="00A41E62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Špela Rant Strojan</w:t>
            </w:r>
          </w:p>
        </w:tc>
        <w:tc>
          <w:tcPr>
            <w:tcW w:w="1986" w:type="dxa"/>
            <w:vAlign w:val="center"/>
          </w:tcPr>
          <w:p w14:paraId="256B8739" w14:textId="75453E41" w:rsidR="00A41E62" w:rsidRPr="00B922D9" w:rsidRDefault="00A41E62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Namestnica direktorice – višji finančni svetnik</w:t>
            </w:r>
          </w:p>
        </w:tc>
        <w:tc>
          <w:tcPr>
            <w:tcW w:w="2833" w:type="dxa"/>
            <w:vAlign w:val="center"/>
          </w:tcPr>
          <w:p w14:paraId="292F6F53" w14:textId="6F66F0A7" w:rsidR="00A41E62" w:rsidRPr="00B922D9" w:rsidRDefault="00A41E62" w:rsidP="00B922D9">
            <w:pPr>
              <w:rPr>
                <w:rFonts w:cs="Arial"/>
                <w:sz w:val="18"/>
                <w:szCs w:val="18"/>
              </w:rPr>
            </w:pPr>
            <w:r w:rsidRPr="00A41E62">
              <w:rPr>
                <w:rFonts w:cs="Arial"/>
                <w:sz w:val="18"/>
                <w:szCs w:val="18"/>
              </w:rPr>
              <w:t>o izrednih pravnih sredstvih iz pristojnosti urada</w:t>
            </w:r>
          </w:p>
        </w:tc>
        <w:tc>
          <w:tcPr>
            <w:tcW w:w="1137" w:type="dxa"/>
            <w:vAlign w:val="center"/>
          </w:tcPr>
          <w:p w14:paraId="1BCE7FEC" w14:textId="07890AB2" w:rsidR="00A41E62" w:rsidRPr="00B922D9" w:rsidRDefault="00A41E62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1269" w:type="dxa"/>
            <w:vAlign w:val="center"/>
          </w:tcPr>
          <w:p w14:paraId="5C0E401F" w14:textId="77777777" w:rsidR="00A41E62" w:rsidRPr="00B922D9" w:rsidRDefault="00A41E62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70F15C1" w14:textId="77777777" w:rsidR="00B922D9" w:rsidRP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8C249E2" w14:textId="77777777" w:rsidR="00B922D9" w:rsidRP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099227E" w14:textId="77777777" w:rsidR="00B922D9" w:rsidRP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5DCD08E0" w14:textId="4CE0CCB1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SEKTOR ZA DAVKE</w:t>
      </w:r>
    </w:p>
    <w:p w14:paraId="67197971" w14:textId="0672BE3E" w:rsidR="00457723" w:rsidRDefault="00457723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7AF8F1DD" w14:textId="77777777" w:rsidR="0016747B" w:rsidRPr="00B922D9" w:rsidRDefault="0016747B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1DDA4FB2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1986"/>
        <w:gridCol w:w="2833"/>
        <w:gridCol w:w="1138"/>
        <w:gridCol w:w="1267"/>
      </w:tblGrid>
      <w:tr w:rsidR="007D6E6D" w14:paraId="08A05198" w14:textId="77777777" w:rsidTr="00417AAC">
        <w:trPr>
          <w:jc w:val="center"/>
        </w:trPr>
        <w:tc>
          <w:tcPr>
            <w:tcW w:w="951" w:type="pct"/>
            <w:vAlign w:val="center"/>
          </w:tcPr>
          <w:p w14:paraId="5B301CB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Osebno ime</w:t>
            </w:r>
          </w:p>
        </w:tc>
        <w:tc>
          <w:tcPr>
            <w:tcW w:w="1113" w:type="pct"/>
            <w:vAlign w:val="center"/>
          </w:tcPr>
          <w:p w14:paraId="5FCB0D3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0BC61A2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Obseg pooblastila - področje dela</w:t>
            </w:r>
          </w:p>
        </w:tc>
        <w:tc>
          <w:tcPr>
            <w:tcW w:w="638" w:type="pct"/>
            <w:vAlign w:val="center"/>
          </w:tcPr>
          <w:p w14:paraId="49E5D54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odločanje</w:t>
            </w:r>
          </w:p>
        </w:tc>
        <w:tc>
          <w:tcPr>
            <w:tcW w:w="710" w:type="pct"/>
            <w:vAlign w:val="center"/>
          </w:tcPr>
          <w:p w14:paraId="11331A5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vodenje postopka</w:t>
            </w:r>
          </w:p>
          <w:p w14:paraId="7085915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pred izdajo odločbe</w:t>
            </w:r>
          </w:p>
          <w:p w14:paraId="4F263A88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292FB4" w:rsidRPr="00292FB4" w14:paraId="7AAC4C5A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966F410" w14:textId="049CA023" w:rsidR="00B922D9" w:rsidRPr="00292FB4" w:rsidRDefault="007F3F99" w:rsidP="00B922D9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Pervanja Mojca</w:t>
            </w:r>
          </w:p>
        </w:tc>
        <w:tc>
          <w:tcPr>
            <w:tcW w:w="1113" w:type="pct"/>
            <w:vAlign w:val="center"/>
          </w:tcPr>
          <w:p w14:paraId="4DADB3FF" w14:textId="3379D239" w:rsidR="00B922D9" w:rsidRPr="00292FB4" w:rsidRDefault="007F3F99" w:rsidP="0070578E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 xml:space="preserve">Vodja </w:t>
            </w:r>
            <w:r w:rsidR="00CF5271">
              <w:rPr>
                <w:rFonts w:cs="Arial"/>
                <w:sz w:val="18"/>
                <w:szCs w:val="18"/>
              </w:rPr>
              <w:t xml:space="preserve">sektorja po pooblastilu  - </w:t>
            </w:r>
            <w:r w:rsidRPr="00292FB4">
              <w:rPr>
                <w:rFonts w:cs="Arial"/>
                <w:sz w:val="18"/>
                <w:szCs w:val="18"/>
              </w:rPr>
              <w:t xml:space="preserve"> višji svetovalec </w:t>
            </w:r>
            <w:r w:rsidR="0070578E">
              <w:rPr>
                <w:rFonts w:cs="Arial"/>
                <w:sz w:val="18"/>
                <w:szCs w:val="18"/>
              </w:rPr>
              <w:t xml:space="preserve">– finančni forenzik </w:t>
            </w:r>
            <w:r w:rsidRPr="00292FB4">
              <w:rPr>
                <w:rFonts w:cs="Arial"/>
                <w:sz w:val="18"/>
                <w:szCs w:val="18"/>
              </w:rPr>
              <w:t>I</w:t>
            </w:r>
          </w:p>
        </w:tc>
        <w:tc>
          <w:tcPr>
            <w:tcW w:w="1588" w:type="pct"/>
            <w:vAlign w:val="center"/>
          </w:tcPr>
          <w:p w14:paraId="1BDF2198" w14:textId="77777777" w:rsidR="00B922D9" w:rsidRPr="00292FB4" w:rsidRDefault="00137D47" w:rsidP="00B922D9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v vseh upravnih zadevah iz pristojnosti urada</w:t>
            </w:r>
          </w:p>
        </w:tc>
        <w:tc>
          <w:tcPr>
            <w:tcW w:w="638" w:type="pct"/>
            <w:vAlign w:val="center"/>
          </w:tcPr>
          <w:p w14:paraId="5A188388" w14:textId="77777777" w:rsidR="00B922D9" w:rsidRPr="00292FB4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797AE4E6" w14:textId="77777777" w:rsidR="00B922D9" w:rsidRPr="00292FB4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3FAB29B4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3EFA223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lastRenderedPageBreak/>
              <w:t>Markovič Anja</w:t>
            </w:r>
          </w:p>
        </w:tc>
        <w:tc>
          <w:tcPr>
            <w:tcW w:w="1113" w:type="pct"/>
            <w:vAlign w:val="center"/>
          </w:tcPr>
          <w:p w14:paraId="1CFE7144" w14:textId="023B0138" w:rsidR="00B922D9" w:rsidRPr="00B922D9" w:rsidRDefault="0070578E" w:rsidP="00B3750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</w:t>
            </w:r>
            <w:r w:rsidRPr="0070578E">
              <w:rPr>
                <w:rFonts w:cs="Arial"/>
                <w:sz w:val="18"/>
                <w:szCs w:val="18"/>
              </w:rPr>
              <w:t>išji svetovalec – finančni forenzik I</w:t>
            </w:r>
            <w:r>
              <w:rPr>
                <w:rFonts w:cs="Arial"/>
                <w:sz w:val="18"/>
                <w:szCs w:val="18"/>
              </w:rPr>
              <w:t>I</w:t>
            </w:r>
          </w:p>
        </w:tc>
        <w:tc>
          <w:tcPr>
            <w:tcW w:w="1588" w:type="pct"/>
            <w:vAlign w:val="center"/>
          </w:tcPr>
          <w:p w14:paraId="684C11C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38" w:type="pct"/>
            <w:vAlign w:val="center"/>
          </w:tcPr>
          <w:p w14:paraId="4952AB20" w14:textId="79634B62" w:rsidR="00B922D9" w:rsidRPr="00B922D9" w:rsidRDefault="00604B4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037BCE6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996FA1" w14:paraId="1D005CC0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608C00E" w14:textId="5EABEDF4" w:rsidR="00996FA1" w:rsidRPr="00B922D9" w:rsidRDefault="00996FA1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Markovič Anja</w:t>
            </w:r>
          </w:p>
        </w:tc>
        <w:tc>
          <w:tcPr>
            <w:tcW w:w="1113" w:type="pct"/>
            <w:vAlign w:val="center"/>
          </w:tcPr>
          <w:p w14:paraId="18BC79FB" w14:textId="3A5EC7FD" w:rsidR="00996FA1" w:rsidRDefault="0070578E" w:rsidP="00B37505">
            <w:pPr>
              <w:rPr>
                <w:rFonts w:cs="Arial"/>
                <w:sz w:val="18"/>
                <w:szCs w:val="18"/>
              </w:rPr>
            </w:pPr>
            <w:r w:rsidRPr="0070578E">
              <w:rPr>
                <w:rFonts w:cs="Arial"/>
                <w:sz w:val="18"/>
                <w:szCs w:val="18"/>
              </w:rPr>
              <w:t>Višji svetovalec – finančni forenzik II</w:t>
            </w:r>
          </w:p>
        </w:tc>
        <w:tc>
          <w:tcPr>
            <w:tcW w:w="1588" w:type="pct"/>
            <w:vAlign w:val="center"/>
          </w:tcPr>
          <w:p w14:paraId="11A0620F" w14:textId="5BDF791B" w:rsidR="00996FA1" w:rsidRPr="00B922D9" w:rsidRDefault="00996FA1" w:rsidP="00996FA1">
            <w:pPr>
              <w:rPr>
                <w:rFonts w:cs="Arial"/>
                <w:sz w:val="18"/>
                <w:szCs w:val="18"/>
              </w:rPr>
            </w:pPr>
            <w:r w:rsidRPr="00996FA1">
              <w:rPr>
                <w:rFonts w:cs="Arial"/>
                <w:sz w:val="18"/>
                <w:szCs w:val="18"/>
              </w:rPr>
              <w:t>o izrednih pravnih sredstvih iz pristojnosti sektorja</w:t>
            </w:r>
            <w:r w:rsidRPr="00996FA1">
              <w:rPr>
                <w:rFonts w:cs="Arial"/>
                <w:sz w:val="18"/>
                <w:szCs w:val="18"/>
              </w:rPr>
              <w:tab/>
            </w:r>
          </w:p>
        </w:tc>
        <w:tc>
          <w:tcPr>
            <w:tcW w:w="638" w:type="pct"/>
            <w:vAlign w:val="center"/>
          </w:tcPr>
          <w:p w14:paraId="50DEA50D" w14:textId="69B0995D" w:rsidR="00996FA1" w:rsidRPr="00B922D9" w:rsidRDefault="00996FA1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086EC821" w14:textId="77777777" w:rsidR="00996FA1" w:rsidRPr="00B922D9" w:rsidRDefault="00996FA1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BF8057C" w14:textId="70F5A40D" w:rsidR="00996FA1" w:rsidRDefault="00996FA1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1AA37FA9" w14:textId="77777777" w:rsidR="003B63A8" w:rsidRDefault="003B63A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E2B6EEA" w14:textId="77777777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A24BC68" w14:textId="7B9AC803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INFORMIRANJE IN REGISTER</w:t>
      </w:r>
    </w:p>
    <w:p w14:paraId="45746397" w14:textId="0068F8E4" w:rsidR="00457723" w:rsidRDefault="00457723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562105E3" w14:textId="77777777" w:rsidR="0016747B" w:rsidRPr="00B922D9" w:rsidRDefault="0016747B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1E5CDAF1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005"/>
        <w:gridCol w:w="2833"/>
        <w:gridCol w:w="1149"/>
        <w:gridCol w:w="1253"/>
      </w:tblGrid>
      <w:tr w:rsidR="007D6E6D" w14:paraId="500765D2" w14:textId="77777777" w:rsidTr="00457723">
        <w:trPr>
          <w:jc w:val="center"/>
        </w:trPr>
        <w:tc>
          <w:tcPr>
            <w:tcW w:w="942" w:type="pct"/>
            <w:vAlign w:val="center"/>
          </w:tcPr>
          <w:p w14:paraId="6B481E5F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Osebno ime</w:t>
            </w:r>
          </w:p>
        </w:tc>
        <w:tc>
          <w:tcPr>
            <w:tcW w:w="1124" w:type="pct"/>
            <w:vAlign w:val="center"/>
          </w:tcPr>
          <w:p w14:paraId="48C2260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Delovno mesto/ uradniški naziv</w:t>
            </w:r>
          </w:p>
        </w:tc>
        <w:tc>
          <w:tcPr>
            <w:tcW w:w="1588" w:type="pct"/>
            <w:vAlign w:val="center"/>
          </w:tcPr>
          <w:p w14:paraId="5B39128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Obseg pooblastila - področje dela</w:t>
            </w:r>
          </w:p>
        </w:tc>
        <w:tc>
          <w:tcPr>
            <w:tcW w:w="644" w:type="pct"/>
            <w:vAlign w:val="center"/>
          </w:tcPr>
          <w:p w14:paraId="3788FC9E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odločanje</w:t>
            </w:r>
          </w:p>
        </w:tc>
        <w:tc>
          <w:tcPr>
            <w:tcW w:w="702" w:type="pct"/>
            <w:vAlign w:val="center"/>
          </w:tcPr>
          <w:p w14:paraId="1D5013F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vodenje postopka</w:t>
            </w:r>
          </w:p>
          <w:p w14:paraId="241B9B8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pred izdajo odločbe</w:t>
            </w:r>
          </w:p>
          <w:p w14:paraId="522AD3AD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7D6E6D" w14:paraId="46990538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46D9F83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Misson Marija</w:t>
            </w:r>
          </w:p>
        </w:tc>
        <w:tc>
          <w:tcPr>
            <w:tcW w:w="1124" w:type="pct"/>
            <w:vAlign w:val="center"/>
          </w:tcPr>
          <w:p w14:paraId="33132D8B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finančni kontrolor višji svetovalec I</w:t>
            </w:r>
          </w:p>
        </w:tc>
        <w:tc>
          <w:tcPr>
            <w:tcW w:w="1588" w:type="pct"/>
            <w:vAlign w:val="center"/>
          </w:tcPr>
          <w:p w14:paraId="01C6FAC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44" w:type="pct"/>
            <w:vAlign w:val="center"/>
          </w:tcPr>
          <w:p w14:paraId="498E55A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02" w:type="pct"/>
            <w:vAlign w:val="center"/>
          </w:tcPr>
          <w:p w14:paraId="74784FC4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15CA" w:rsidRPr="00AC15CA" w14:paraId="2F57CA7A" w14:textId="77777777" w:rsidTr="00457723">
        <w:trPr>
          <w:trHeight w:val="510"/>
          <w:jc w:val="center"/>
        </w:trPr>
        <w:tc>
          <w:tcPr>
            <w:tcW w:w="942" w:type="pct"/>
          </w:tcPr>
          <w:p w14:paraId="32A48736" w14:textId="4966CBA8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Benedik Mirjam</w:t>
            </w:r>
          </w:p>
        </w:tc>
        <w:tc>
          <w:tcPr>
            <w:tcW w:w="1124" w:type="pct"/>
          </w:tcPr>
          <w:p w14:paraId="6CE3F197" w14:textId="079FCDF7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</w:tcPr>
          <w:p w14:paraId="7FB818ED" w14:textId="18AD3FB8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</w:tcPr>
          <w:p w14:paraId="54A12BAA" w14:textId="49723828" w:rsidR="00AC15CA" w:rsidRPr="00AC15CA" w:rsidRDefault="00AC15CA" w:rsidP="00AC15CA">
            <w:pPr>
              <w:jc w:val="center"/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</w:tcPr>
          <w:p w14:paraId="4615046E" w14:textId="3DE126DB" w:rsidR="00AC15CA" w:rsidRPr="00AC15CA" w:rsidRDefault="00AC15CA" w:rsidP="00AC15CA">
            <w:pPr>
              <w:jc w:val="center"/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DA</w:t>
            </w:r>
          </w:p>
        </w:tc>
      </w:tr>
      <w:tr w:rsidR="00AC15CA" w:rsidRPr="00AC15CA" w14:paraId="2EA0A7A9" w14:textId="77777777" w:rsidTr="00457723">
        <w:trPr>
          <w:trHeight w:val="510"/>
          <w:jc w:val="center"/>
        </w:trPr>
        <w:tc>
          <w:tcPr>
            <w:tcW w:w="942" w:type="pct"/>
          </w:tcPr>
          <w:p w14:paraId="6ED928CB" w14:textId="276F2587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Bertoncelj Helena</w:t>
            </w:r>
          </w:p>
        </w:tc>
        <w:tc>
          <w:tcPr>
            <w:tcW w:w="1124" w:type="pct"/>
          </w:tcPr>
          <w:p w14:paraId="1BFEE0B2" w14:textId="127F3563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Finanč</w:t>
            </w:r>
            <w:r w:rsidR="0070578E">
              <w:rPr>
                <w:sz w:val="18"/>
                <w:szCs w:val="18"/>
              </w:rPr>
              <w:t>ni kontrolor višji svetovalec I</w:t>
            </w:r>
          </w:p>
        </w:tc>
        <w:tc>
          <w:tcPr>
            <w:tcW w:w="1588" w:type="pct"/>
          </w:tcPr>
          <w:p w14:paraId="1BFEC457" w14:textId="7E66FBC8" w:rsidR="00AC15CA" w:rsidRPr="00AC15CA" w:rsidRDefault="00AC15CA" w:rsidP="00AC15CA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</w:tcPr>
          <w:p w14:paraId="17BEEF83" w14:textId="4FD62B28" w:rsidR="00AC15CA" w:rsidRPr="00AC15CA" w:rsidRDefault="00AC15CA" w:rsidP="00AC15CA">
            <w:pPr>
              <w:jc w:val="center"/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</w:tcPr>
          <w:p w14:paraId="12F72705" w14:textId="66426EFA" w:rsidR="00AC15CA" w:rsidRPr="00AC15CA" w:rsidRDefault="00AC15CA" w:rsidP="00AC15CA">
            <w:pPr>
              <w:jc w:val="center"/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DA</w:t>
            </w:r>
          </w:p>
        </w:tc>
      </w:tr>
      <w:tr w:rsidR="00AC15CA" w14:paraId="712A20B2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66D24778" w14:textId="7C5F83BA" w:rsidR="00AC15CA" w:rsidRPr="00B922D9" w:rsidRDefault="00AC15CA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Gaser Anita</w:t>
            </w:r>
          </w:p>
        </w:tc>
        <w:tc>
          <w:tcPr>
            <w:tcW w:w="1124" w:type="pct"/>
            <w:vAlign w:val="center"/>
          </w:tcPr>
          <w:p w14:paraId="2C0CB94F" w14:textId="3CAF0804" w:rsidR="00AC15CA" w:rsidRPr="00B922D9" w:rsidRDefault="00AC15CA" w:rsidP="00B922D9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Finančni kontrolor višji svetovalec II</w:t>
            </w:r>
          </w:p>
        </w:tc>
        <w:tc>
          <w:tcPr>
            <w:tcW w:w="1588" w:type="pct"/>
          </w:tcPr>
          <w:p w14:paraId="7F2DE90E" w14:textId="6A059704" w:rsidR="00AC15CA" w:rsidRPr="00B922D9" w:rsidRDefault="00AC15CA" w:rsidP="00B922D9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1F52CABB" w14:textId="5B93EA46" w:rsidR="00AC15CA" w:rsidRPr="00B922D9" w:rsidRDefault="00AC15CA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46381929" w14:textId="3F908DFC" w:rsidR="00AC15CA" w:rsidRPr="00B922D9" w:rsidRDefault="00AC15CA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0578E" w14:paraId="49C34675" w14:textId="77777777" w:rsidTr="0070578E">
        <w:trPr>
          <w:trHeight w:val="510"/>
          <w:jc w:val="center"/>
        </w:trPr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0F4C7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Golmajer Kogoj Ana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1F5B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AE38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E61BE" w14:textId="77777777" w:rsidR="0070578E" w:rsidRPr="0070578E" w:rsidRDefault="0070578E" w:rsidP="0070578E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8496" w14:textId="77777777" w:rsidR="0070578E" w:rsidRPr="0070578E" w:rsidRDefault="0070578E" w:rsidP="0070578E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0578E" w14:paraId="22684E05" w14:textId="77777777" w:rsidTr="0070578E">
        <w:trPr>
          <w:trHeight w:val="510"/>
          <w:jc w:val="center"/>
        </w:trPr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4F60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Kašca Danijel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E0524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2C2B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2B49" w14:textId="77777777" w:rsidR="0070578E" w:rsidRPr="0070578E" w:rsidRDefault="0070578E" w:rsidP="0070578E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7C2A" w14:textId="77777777" w:rsidR="0070578E" w:rsidRPr="0070578E" w:rsidRDefault="0070578E" w:rsidP="0070578E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0578E" w14:paraId="66D6E1DD" w14:textId="77777777" w:rsidTr="0070578E">
        <w:trPr>
          <w:trHeight w:val="510"/>
          <w:jc w:val="center"/>
        </w:trPr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979F" w14:textId="77777777" w:rsidR="0070578E" w:rsidRPr="00E16D8C" w:rsidRDefault="0070578E" w:rsidP="0070578E">
            <w:pPr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>Meglič Nataša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769E" w14:textId="77777777" w:rsidR="0070578E" w:rsidRPr="00E16D8C" w:rsidRDefault="0070578E" w:rsidP="0070578E">
            <w:pPr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>Finančni kontrolor  višji svetovalec III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6CA8" w14:textId="77777777" w:rsidR="0070578E" w:rsidRPr="00E16D8C" w:rsidRDefault="0070578E" w:rsidP="0070578E">
            <w:pPr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3A07" w14:textId="77777777" w:rsidR="0070578E" w:rsidRPr="00E16D8C" w:rsidRDefault="0070578E" w:rsidP="0070578E">
            <w:pPr>
              <w:jc w:val="center"/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05F2" w14:textId="77777777" w:rsidR="0070578E" w:rsidRPr="00E16D8C" w:rsidRDefault="0070578E" w:rsidP="0070578E">
            <w:pPr>
              <w:jc w:val="center"/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>DA</w:t>
            </w:r>
          </w:p>
        </w:tc>
      </w:tr>
      <w:tr w:rsidR="007D6E6D" w14:paraId="4745F965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05579193" w14:textId="2EDBF837" w:rsidR="00B922D9" w:rsidRPr="00B922D9" w:rsidRDefault="00AC15CA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Pernuš Irena</w:t>
            </w:r>
          </w:p>
        </w:tc>
        <w:tc>
          <w:tcPr>
            <w:tcW w:w="1124" w:type="pct"/>
            <w:vAlign w:val="center"/>
          </w:tcPr>
          <w:p w14:paraId="0B786196" w14:textId="1FB6905C" w:rsidR="00B922D9" w:rsidRPr="00B922D9" w:rsidRDefault="00AC15CA" w:rsidP="00B922D9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</w:tcPr>
          <w:p w14:paraId="24447F47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72D37AB7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3617B9F7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AC15CA" w14:paraId="6170C2F6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7AA24582" w14:textId="6E055FA0" w:rsidR="00AC15CA" w:rsidRDefault="00AC15CA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Roblek Damjana</w:t>
            </w:r>
          </w:p>
        </w:tc>
        <w:tc>
          <w:tcPr>
            <w:tcW w:w="1124" w:type="pct"/>
            <w:vAlign w:val="center"/>
          </w:tcPr>
          <w:p w14:paraId="3E51938C" w14:textId="022DFB1E" w:rsidR="00AC15CA" w:rsidRPr="00AC15CA" w:rsidRDefault="00AC15CA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</w:tcPr>
          <w:p w14:paraId="5A963D7F" w14:textId="64138B2C" w:rsidR="00AC15CA" w:rsidRPr="00B922D9" w:rsidRDefault="00AC15CA" w:rsidP="00B922D9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50C21098" w14:textId="3BE70792" w:rsidR="00AC15CA" w:rsidRPr="00B922D9" w:rsidRDefault="00AC15CA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400380CB" w14:textId="3CA33952" w:rsidR="00AC15CA" w:rsidRPr="00B922D9" w:rsidRDefault="00AC15CA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0578E" w14:paraId="09B13FF0" w14:textId="77777777" w:rsidTr="0070578E">
        <w:trPr>
          <w:trHeight w:val="510"/>
          <w:jc w:val="center"/>
        </w:trPr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9E27" w14:textId="77777777" w:rsidR="0070578E" w:rsidRDefault="0070578E" w:rsidP="0070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Krnić Edo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80D5F" w14:textId="77777777" w:rsidR="0070578E" w:rsidRPr="00AC15CA" w:rsidRDefault="0070578E" w:rsidP="0070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kontrolor višji svetovalec 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C3" w14:textId="77777777" w:rsidR="0070578E" w:rsidRPr="00AC15CA" w:rsidRDefault="0070578E" w:rsidP="0070578E">
            <w:pPr>
              <w:rPr>
                <w:sz w:val="18"/>
                <w:szCs w:val="18"/>
              </w:rPr>
            </w:pPr>
            <w:r w:rsidRPr="00207DD7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23F9" w14:textId="77777777" w:rsidR="0070578E" w:rsidRDefault="0070578E" w:rsidP="007057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C6D8" w14:textId="77777777" w:rsidR="0070578E" w:rsidRDefault="0070578E" w:rsidP="007057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056A6D13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627D682A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Štular Janko</w:t>
            </w:r>
          </w:p>
        </w:tc>
        <w:tc>
          <w:tcPr>
            <w:tcW w:w="1124" w:type="pct"/>
            <w:vAlign w:val="center"/>
          </w:tcPr>
          <w:p w14:paraId="0011F040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 specialist I</w:t>
            </w:r>
          </w:p>
        </w:tc>
        <w:tc>
          <w:tcPr>
            <w:tcW w:w="1588" w:type="pct"/>
          </w:tcPr>
          <w:p w14:paraId="4B3A6452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1A2789E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79E29B3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21DC1243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5EE71365" w14:textId="359FB454" w:rsidR="00B922D9" w:rsidRPr="00B922D9" w:rsidRDefault="00AC15CA" w:rsidP="00B922D9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Črv Barbara</w:t>
            </w:r>
          </w:p>
        </w:tc>
        <w:tc>
          <w:tcPr>
            <w:tcW w:w="1124" w:type="pct"/>
            <w:vAlign w:val="center"/>
          </w:tcPr>
          <w:p w14:paraId="61DFEAF2" w14:textId="17BA150D" w:rsidR="00B922D9" w:rsidRPr="00B922D9" w:rsidRDefault="00AC15CA" w:rsidP="006A5FCE">
            <w:pPr>
              <w:rPr>
                <w:sz w:val="18"/>
                <w:szCs w:val="18"/>
              </w:rPr>
            </w:pPr>
            <w:r w:rsidRPr="00AC15CA">
              <w:rPr>
                <w:sz w:val="18"/>
                <w:szCs w:val="18"/>
              </w:rPr>
              <w:t>Finančni kontrolor svetovalec I</w:t>
            </w:r>
          </w:p>
        </w:tc>
        <w:tc>
          <w:tcPr>
            <w:tcW w:w="1588" w:type="pct"/>
          </w:tcPr>
          <w:p w14:paraId="66453D46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094C8DD6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58E9F154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8B2DE0" w14:paraId="22F955B3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4E85DA78" w14:textId="2787C97F" w:rsidR="008B2DE0" w:rsidRPr="00AC15CA" w:rsidRDefault="008B2DE0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Bedenk Matic</w:t>
            </w:r>
          </w:p>
        </w:tc>
        <w:tc>
          <w:tcPr>
            <w:tcW w:w="1124" w:type="pct"/>
            <w:vAlign w:val="center"/>
          </w:tcPr>
          <w:p w14:paraId="001B002B" w14:textId="733907D7" w:rsidR="008B2DE0" w:rsidRPr="00AC15CA" w:rsidRDefault="008B2DE0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Finančni kontrolor </w:t>
            </w:r>
            <w:r w:rsidR="00A41E62">
              <w:rPr>
                <w:sz w:val="18"/>
                <w:szCs w:val="18"/>
              </w:rPr>
              <w:t xml:space="preserve">svetovalec </w:t>
            </w:r>
          </w:p>
        </w:tc>
        <w:tc>
          <w:tcPr>
            <w:tcW w:w="1588" w:type="pct"/>
          </w:tcPr>
          <w:p w14:paraId="26E22B8B" w14:textId="0F9F04FE" w:rsidR="008B2DE0" w:rsidRPr="00B922D9" w:rsidRDefault="008B2DE0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4DAD36A2" w14:textId="523798F4" w:rsidR="008B2DE0" w:rsidRPr="00B922D9" w:rsidRDefault="008B2DE0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0915C37D" w14:textId="1063E44C" w:rsidR="008B2DE0" w:rsidRPr="00B922D9" w:rsidRDefault="008B2DE0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C20A1C" w14:paraId="39ADC80A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718E5A83" w14:textId="4EA1504C" w:rsidR="00C20A1C" w:rsidRDefault="00C20A1C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Marjanović Bojan</w:t>
            </w:r>
          </w:p>
        </w:tc>
        <w:tc>
          <w:tcPr>
            <w:tcW w:w="1124" w:type="pct"/>
            <w:vAlign w:val="center"/>
          </w:tcPr>
          <w:p w14:paraId="7D333DC3" w14:textId="10432000" w:rsidR="00C20A1C" w:rsidRDefault="00C20A1C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88" w:type="pct"/>
          </w:tcPr>
          <w:p w14:paraId="31D54A84" w14:textId="212FEDF6" w:rsidR="00C20A1C" w:rsidRDefault="00C20A1C" w:rsidP="00B922D9">
            <w:pPr>
              <w:rPr>
                <w:sz w:val="18"/>
                <w:szCs w:val="18"/>
              </w:rPr>
            </w:pPr>
            <w:r w:rsidRPr="00C20A1C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5E987A5A" w14:textId="7EAA972E" w:rsidR="00C20A1C" w:rsidRDefault="00C20A1C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1A9AA4B7" w14:textId="58EECB59" w:rsidR="00C20A1C" w:rsidRDefault="00C20A1C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78608E1" w14:textId="77777777" w:rsidTr="00457723">
        <w:trPr>
          <w:trHeight w:val="510"/>
          <w:jc w:val="center"/>
        </w:trPr>
        <w:tc>
          <w:tcPr>
            <w:tcW w:w="942" w:type="pct"/>
            <w:vAlign w:val="center"/>
          </w:tcPr>
          <w:p w14:paraId="2A74EFA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Blažič Natalija</w:t>
            </w:r>
          </w:p>
        </w:tc>
        <w:tc>
          <w:tcPr>
            <w:tcW w:w="1124" w:type="pct"/>
            <w:vAlign w:val="center"/>
          </w:tcPr>
          <w:p w14:paraId="631B92D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8" w:type="pct"/>
          </w:tcPr>
          <w:p w14:paraId="33DE3261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6E3F840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15B8399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6D2986" w14:paraId="2E0AA7E1" w14:textId="77777777" w:rsidTr="00457723">
        <w:trPr>
          <w:trHeight w:val="510"/>
          <w:jc w:val="center"/>
        </w:trPr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1ED6" w14:textId="77777777" w:rsidR="006D2986" w:rsidRPr="006D2986" w:rsidRDefault="006D2986" w:rsidP="006D2986">
            <w:pPr>
              <w:rPr>
                <w:color w:val="000000" w:themeColor="text1"/>
                <w:sz w:val="18"/>
                <w:szCs w:val="18"/>
              </w:rPr>
            </w:pPr>
            <w:r w:rsidRPr="006D2986">
              <w:rPr>
                <w:color w:val="000000" w:themeColor="text1"/>
                <w:sz w:val="18"/>
                <w:szCs w:val="18"/>
              </w:rPr>
              <w:t>Gregorič Miloš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819" w14:textId="77777777" w:rsidR="006D2986" w:rsidRPr="006D2986" w:rsidRDefault="006D2986" w:rsidP="006D2986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9053" w14:textId="77777777" w:rsidR="006D2986" w:rsidRPr="006D2986" w:rsidRDefault="006D2986" w:rsidP="006D2986">
            <w:pPr>
              <w:rPr>
                <w:color w:val="000000" w:themeColor="text1"/>
                <w:sz w:val="18"/>
                <w:szCs w:val="18"/>
              </w:rPr>
            </w:pPr>
            <w:r w:rsidRPr="006D2986">
              <w:rPr>
                <w:color w:val="000000" w:themeColor="text1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CB7A9" w14:textId="77777777" w:rsidR="006D2986" w:rsidRPr="006D2986" w:rsidRDefault="006D2986" w:rsidP="006D29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2986"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C3CE" w14:textId="77777777" w:rsidR="006D2986" w:rsidRPr="006D2986" w:rsidRDefault="006D2986" w:rsidP="006D29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2986">
              <w:rPr>
                <w:color w:val="000000" w:themeColor="text1"/>
                <w:sz w:val="18"/>
                <w:szCs w:val="18"/>
              </w:rPr>
              <w:t>DA</w:t>
            </w:r>
          </w:p>
        </w:tc>
      </w:tr>
      <w:tr w:rsidR="007D6E6D" w14:paraId="79ED7BEB" w14:textId="77777777" w:rsidTr="00457723">
        <w:trPr>
          <w:trHeight w:val="321"/>
          <w:jc w:val="center"/>
        </w:trPr>
        <w:tc>
          <w:tcPr>
            <w:tcW w:w="942" w:type="pct"/>
            <w:vAlign w:val="center"/>
          </w:tcPr>
          <w:p w14:paraId="69D727B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Kocjan Breda</w:t>
            </w:r>
          </w:p>
        </w:tc>
        <w:tc>
          <w:tcPr>
            <w:tcW w:w="1124" w:type="pct"/>
            <w:vAlign w:val="center"/>
          </w:tcPr>
          <w:p w14:paraId="7E1CAF6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Referent II</w:t>
            </w:r>
          </w:p>
        </w:tc>
        <w:tc>
          <w:tcPr>
            <w:tcW w:w="1588" w:type="pct"/>
          </w:tcPr>
          <w:p w14:paraId="2D81637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44" w:type="pct"/>
            <w:vAlign w:val="center"/>
          </w:tcPr>
          <w:p w14:paraId="57D1F23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02" w:type="pct"/>
            <w:vAlign w:val="center"/>
          </w:tcPr>
          <w:p w14:paraId="2C454ED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</w:tbl>
    <w:p w14:paraId="26B7D7F7" w14:textId="77777777" w:rsidR="00B922D9" w:rsidRPr="00B922D9" w:rsidRDefault="00B922D9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35FB9DAA" w14:textId="6543EB0B" w:rsidR="00C000F4" w:rsidRDefault="00C000F4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50D476A" w14:textId="7BEFE10F" w:rsidR="0016747B" w:rsidRDefault="00137D47" w:rsidP="0016747B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DDV</w:t>
      </w:r>
    </w:p>
    <w:p w14:paraId="7F50749E" w14:textId="77777777" w:rsidR="00111F8F" w:rsidRPr="00B922D9" w:rsidRDefault="00111F8F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687D749C" w14:textId="6029A244" w:rsid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p w14:paraId="3842EF55" w14:textId="77777777" w:rsidR="0016747B" w:rsidRPr="00B922D9" w:rsidRDefault="0016747B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988"/>
        <w:gridCol w:w="2865"/>
        <w:gridCol w:w="1103"/>
        <w:gridCol w:w="1269"/>
      </w:tblGrid>
      <w:tr w:rsidR="007D6E6D" w14:paraId="043EB386" w14:textId="77777777" w:rsidTr="00417AAC">
        <w:trPr>
          <w:jc w:val="center"/>
        </w:trPr>
        <w:tc>
          <w:tcPr>
            <w:tcW w:w="951" w:type="pct"/>
            <w:vAlign w:val="center"/>
          </w:tcPr>
          <w:p w14:paraId="2FEF7D1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4" w:type="pct"/>
            <w:vAlign w:val="center"/>
          </w:tcPr>
          <w:p w14:paraId="119E6480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606" w:type="pct"/>
            <w:vAlign w:val="center"/>
          </w:tcPr>
          <w:p w14:paraId="04823C20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18" w:type="pct"/>
            <w:vAlign w:val="center"/>
          </w:tcPr>
          <w:p w14:paraId="13493EE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1" w:type="pct"/>
            <w:vAlign w:val="center"/>
          </w:tcPr>
          <w:p w14:paraId="7BFE6B3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6A634A1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7E1EF234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92FB4" w:rsidRPr="00CF5271" w14:paraId="2B860475" w14:textId="77777777" w:rsidTr="00292FB4">
        <w:trPr>
          <w:trHeight w:val="567"/>
          <w:jc w:val="center"/>
        </w:trPr>
        <w:tc>
          <w:tcPr>
            <w:tcW w:w="951" w:type="pct"/>
          </w:tcPr>
          <w:p w14:paraId="7479CE41" w14:textId="083401B5" w:rsidR="00292FB4" w:rsidRPr="00CF5271" w:rsidRDefault="00292FB4" w:rsidP="00292FB4">
            <w:pPr>
              <w:rPr>
                <w:rFonts w:cs="Arial"/>
                <w:color w:val="FF0000"/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Novak Hozjan Barbara</w:t>
            </w:r>
          </w:p>
        </w:tc>
        <w:tc>
          <w:tcPr>
            <w:tcW w:w="1114" w:type="pct"/>
          </w:tcPr>
          <w:p w14:paraId="7FEA84C0" w14:textId="3477A5C5" w:rsidR="00292FB4" w:rsidRPr="00CF5271" w:rsidRDefault="00CF5271" w:rsidP="004A2964">
            <w:pPr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Vodja oddelka - f</w:t>
            </w:r>
            <w:r w:rsidR="00292FB4" w:rsidRPr="00CF5271">
              <w:rPr>
                <w:sz w:val="18"/>
                <w:szCs w:val="18"/>
              </w:rPr>
              <w:t>inančn</w:t>
            </w:r>
            <w:r w:rsidR="004A2964">
              <w:rPr>
                <w:sz w:val="18"/>
                <w:szCs w:val="18"/>
              </w:rPr>
              <w:t>i kontrolor višji svetovalec II</w:t>
            </w:r>
          </w:p>
        </w:tc>
        <w:tc>
          <w:tcPr>
            <w:tcW w:w="1606" w:type="pct"/>
          </w:tcPr>
          <w:p w14:paraId="62F3C4BD" w14:textId="01014B52" w:rsidR="00292FB4" w:rsidRPr="00CF5271" w:rsidRDefault="00292FB4" w:rsidP="00292FB4">
            <w:pPr>
              <w:rPr>
                <w:rFonts w:cs="Arial"/>
                <w:color w:val="FF0000"/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</w:tcPr>
          <w:p w14:paraId="3CCF84C4" w14:textId="40302125" w:rsidR="00292FB4" w:rsidRPr="00CF5271" w:rsidRDefault="00EA44FF" w:rsidP="00292FB4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EA44FF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1" w:type="pct"/>
          </w:tcPr>
          <w:p w14:paraId="00252195" w14:textId="02BFF9BA" w:rsidR="00292FB4" w:rsidRPr="00CF5271" w:rsidRDefault="00292FB4" w:rsidP="00292FB4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70578E" w14:paraId="0232FF68" w14:textId="77777777" w:rsidTr="0070578E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0034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70578E">
              <w:rPr>
                <w:sz w:val="18"/>
                <w:szCs w:val="18"/>
              </w:rPr>
              <w:t>Balas Keršič Tina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94B2" w14:textId="77777777" w:rsidR="0070578E" w:rsidRPr="00772B48" w:rsidRDefault="0070578E" w:rsidP="0070578E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 xml:space="preserve">Finančni kontrolor </w:t>
            </w:r>
            <w:r>
              <w:rPr>
                <w:sz w:val="18"/>
                <w:szCs w:val="18"/>
              </w:rPr>
              <w:t>višji svetovalec I</w:t>
            </w:r>
            <w:r w:rsidRPr="00111F8F">
              <w:rPr>
                <w:sz w:val="18"/>
                <w:szCs w:val="18"/>
              </w:rPr>
              <w:t>II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4748" w14:textId="77777777" w:rsidR="0070578E" w:rsidRPr="0070578E" w:rsidRDefault="0070578E" w:rsidP="0070578E">
            <w:pPr>
              <w:rPr>
                <w:sz w:val="18"/>
                <w:szCs w:val="18"/>
              </w:rPr>
            </w:pPr>
            <w:r w:rsidRPr="0070578E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6E18" w14:textId="77777777" w:rsidR="0070578E" w:rsidRPr="00B922D9" w:rsidRDefault="0070578E" w:rsidP="0070578E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7FDC" w14:textId="77777777" w:rsidR="0070578E" w:rsidRPr="0070578E" w:rsidRDefault="0070578E" w:rsidP="0070578E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16747B">
              <w:rPr>
                <w:rFonts w:cs="Arial"/>
                <w:sz w:val="18"/>
                <w:szCs w:val="18"/>
              </w:rPr>
              <w:t>DA</w:t>
            </w:r>
          </w:p>
        </w:tc>
      </w:tr>
      <w:tr w:rsidR="00111F8F" w14:paraId="7638A4B9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705E0EF0" w14:textId="41AEA123" w:rsidR="00111F8F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Crnović Uršula</w:t>
            </w:r>
          </w:p>
        </w:tc>
        <w:tc>
          <w:tcPr>
            <w:tcW w:w="1114" w:type="pct"/>
            <w:vAlign w:val="center"/>
          </w:tcPr>
          <w:p w14:paraId="636FF449" w14:textId="4ED7C61D" w:rsidR="00111F8F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Finanč</w:t>
            </w:r>
            <w:r w:rsidR="0070578E">
              <w:rPr>
                <w:rFonts w:cs="Arial"/>
                <w:sz w:val="18"/>
                <w:szCs w:val="18"/>
              </w:rPr>
              <w:t>ni kontrolor višji svetovalec I</w:t>
            </w:r>
          </w:p>
        </w:tc>
        <w:tc>
          <w:tcPr>
            <w:tcW w:w="1606" w:type="pct"/>
            <w:vAlign w:val="center"/>
          </w:tcPr>
          <w:p w14:paraId="58FB9253" w14:textId="5F8FE06C" w:rsidR="00111F8F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46295304" w14:textId="3D2FAAEE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3A62AAA1" w14:textId="0EBE454F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111F8F" w14:paraId="126F4A3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FD07D36" w14:textId="56BED101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Čebulj Zdenka</w:t>
            </w:r>
          </w:p>
        </w:tc>
        <w:tc>
          <w:tcPr>
            <w:tcW w:w="1114" w:type="pct"/>
            <w:vAlign w:val="center"/>
          </w:tcPr>
          <w:p w14:paraId="1C6041E2" w14:textId="3001620C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Finanč</w:t>
            </w:r>
            <w:r w:rsidR="0070578E">
              <w:rPr>
                <w:sz w:val="18"/>
                <w:szCs w:val="18"/>
              </w:rPr>
              <w:t>ni kontrolor višji svetovalec I</w:t>
            </w:r>
          </w:p>
        </w:tc>
        <w:tc>
          <w:tcPr>
            <w:tcW w:w="1606" w:type="pct"/>
          </w:tcPr>
          <w:p w14:paraId="33CC3698" w14:textId="3D325213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3C57479A" w14:textId="5DC89474" w:rsidR="00111F8F" w:rsidRPr="00B922D9" w:rsidRDefault="00111F8F" w:rsidP="00B922D9">
            <w:pPr>
              <w:jc w:val="center"/>
            </w:pPr>
            <w:r>
              <w:t>NE</w:t>
            </w:r>
          </w:p>
        </w:tc>
        <w:tc>
          <w:tcPr>
            <w:tcW w:w="711" w:type="pct"/>
            <w:vAlign w:val="center"/>
          </w:tcPr>
          <w:p w14:paraId="7B62A560" w14:textId="6E4E16E5" w:rsidR="00111F8F" w:rsidRPr="00B922D9" w:rsidRDefault="00111F8F" w:rsidP="00B922D9">
            <w:pPr>
              <w:jc w:val="center"/>
            </w:pPr>
            <w:r>
              <w:t>DA</w:t>
            </w:r>
          </w:p>
        </w:tc>
      </w:tr>
      <w:tr w:rsidR="007D6E6D" w14:paraId="3AA951CB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F65C03D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Draksler Nina</w:t>
            </w:r>
          </w:p>
        </w:tc>
        <w:tc>
          <w:tcPr>
            <w:tcW w:w="1114" w:type="pct"/>
            <w:vAlign w:val="center"/>
          </w:tcPr>
          <w:p w14:paraId="0D8CD42E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606" w:type="pct"/>
          </w:tcPr>
          <w:p w14:paraId="6EB4B16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25062A8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t>NE</w:t>
            </w:r>
          </w:p>
        </w:tc>
        <w:tc>
          <w:tcPr>
            <w:tcW w:w="711" w:type="pct"/>
            <w:vAlign w:val="center"/>
          </w:tcPr>
          <w:p w14:paraId="7899ADB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t>DA</w:t>
            </w:r>
          </w:p>
        </w:tc>
      </w:tr>
      <w:tr w:rsidR="007D6E6D" w14:paraId="7FED6DCC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218E93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Hatić Nedina</w:t>
            </w:r>
          </w:p>
        </w:tc>
        <w:tc>
          <w:tcPr>
            <w:tcW w:w="1114" w:type="pct"/>
            <w:vAlign w:val="center"/>
          </w:tcPr>
          <w:p w14:paraId="10B7131C" w14:textId="6881718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</w:t>
            </w:r>
            <w:r w:rsidR="0070578E">
              <w:rPr>
                <w:sz w:val="18"/>
                <w:szCs w:val="18"/>
              </w:rPr>
              <w:t>i kontrolor višji svetovalec II</w:t>
            </w:r>
          </w:p>
        </w:tc>
        <w:tc>
          <w:tcPr>
            <w:tcW w:w="1606" w:type="pct"/>
          </w:tcPr>
          <w:p w14:paraId="5A64DAE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6A2E0C6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039ED8B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111F8F" w14:paraId="7213BF89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BFA3C47" w14:textId="6152414A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Hiti Majda</w:t>
            </w:r>
          </w:p>
        </w:tc>
        <w:tc>
          <w:tcPr>
            <w:tcW w:w="1114" w:type="pct"/>
            <w:vAlign w:val="center"/>
          </w:tcPr>
          <w:p w14:paraId="79E75864" w14:textId="60B161EC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606" w:type="pct"/>
          </w:tcPr>
          <w:p w14:paraId="3B36E40C" w14:textId="47FEFFBD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43D7739B" w14:textId="126FDEF8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3B7AD395" w14:textId="6F70596B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111F8F" w14:paraId="53316D24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69796CC" w14:textId="0C920D81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Košenina Helena</w:t>
            </w:r>
          </w:p>
        </w:tc>
        <w:tc>
          <w:tcPr>
            <w:tcW w:w="1114" w:type="pct"/>
            <w:vAlign w:val="center"/>
          </w:tcPr>
          <w:p w14:paraId="1080F51E" w14:textId="101A73EF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606" w:type="pct"/>
          </w:tcPr>
          <w:p w14:paraId="3E482DAE" w14:textId="6B5C3246" w:rsidR="00111F8F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720D455F" w14:textId="0197045E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022B5390" w14:textId="7CFEBBD7" w:rsidR="00111F8F" w:rsidRPr="00B922D9" w:rsidRDefault="00111F8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3EBD6424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29A329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Pogačnik Vesna</w:t>
            </w:r>
          </w:p>
        </w:tc>
        <w:tc>
          <w:tcPr>
            <w:tcW w:w="1114" w:type="pct"/>
            <w:vAlign w:val="center"/>
          </w:tcPr>
          <w:p w14:paraId="00934132" w14:textId="70750A1E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Finančni </w:t>
            </w:r>
            <w:r w:rsidR="0070578E">
              <w:rPr>
                <w:sz w:val="18"/>
                <w:szCs w:val="18"/>
              </w:rPr>
              <w:t>kontrolor višji svetovalec II</w:t>
            </w:r>
          </w:p>
        </w:tc>
        <w:tc>
          <w:tcPr>
            <w:tcW w:w="1606" w:type="pct"/>
          </w:tcPr>
          <w:p w14:paraId="2C38BE15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17E0F7D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2C90814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A82612F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E26B881" w14:textId="403AEB1E" w:rsidR="00B922D9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Marin Sanda</w:t>
            </w:r>
          </w:p>
        </w:tc>
        <w:tc>
          <w:tcPr>
            <w:tcW w:w="1114" w:type="pct"/>
            <w:vAlign w:val="center"/>
          </w:tcPr>
          <w:p w14:paraId="5E812B1E" w14:textId="22F2E3FF" w:rsidR="00B922D9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Finančni kontrolor svetovalec I</w:t>
            </w:r>
          </w:p>
        </w:tc>
        <w:tc>
          <w:tcPr>
            <w:tcW w:w="1606" w:type="pct"/>
          </w:tcPr>
          <w:p w14:paraId="1C5FFA4A" w14:textId="39DDF9C4" w:rsidR="00B922D9" w:rsidRPr="00B922D9" w:rsidRDefault="00111F8F" w:rsidP="00B922D9">
            <w:pPr>
              <w:rPr>
                <w:rFonts w:cs="Arial"/>
                <w:sz w:val="18"/>
                <w:szCs w:val="18"/>
              </w:rPr>
            </w:pPr>
            <w:r w:rsidRPr="00111F8F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29119AF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2371A98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4F22AC20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6D7358B" w14:textId="64183A05" w:rsidR="00B922D9" w:rsidRPr="00B922D9" w:rsidRDefault="00111F8F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Globočnik Anja</w:t>
            </w:r>
          </w:p>
        </w:tc>
        <w:tc>
          <w:tcPr>
            <w:tcW w:w="1114" w:type="pct"/>
            <w:vAlign w:val="center"/>
          </w:tcPr>
          <w:p w14:paraId="192DFDCD" w14:textId="5135865A" w:rsidR="00B922D9" w:rsidRPr="00B922D9" w:rsidRDefault="00111F8F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606" w:type="pct"/>
          </w:tcPr>
          <w:p w14:paraId="146E4EF5" w14:textId="028EE3EF" w:rsidR="00B922D9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66D7CA4B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7F788F6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223E9C4F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0322092" w14:textId="00503941" w:rsidR="00B922D9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Šefer Janc Maša</w:t>
            </w:r>
          </w:p>
        </w:tc>
        <w:tc>
          <w:tcPr>
            <w:tcW w:w="1114" w:type="pct"/>
            <w:vAlign w:val="center"/>
          </w:tcPr>
          <w:p w14:paraId="1E182575" w14:textId="438D1A9A" w:rsidR="00B922D9" w:rsidRPr="00B922D9" w:rsidRDefault="00E16D8C" w:rsidP="00A41E62">
            <w:pPr>
              <w:rPr>
                <w:sz w:val="18"/>
                <w:szCs w:val="18"/>
              </w:rPr>
            </w:pPr>
            <w:r w:rsidRPr="00E16D8C">
              <w:rPr>
                <w:sz w:val="18"/>
                <w:szCs w:val="18"/>
              </w:rPr>
              <w:t xml:space="preserve">Finančni kontrolor svetovalec </w:t>
            </w:r>
          </w:p>
        </w:tc>
        <w:tc>
          <w:tcPr>
            <w:tcW w:w="1606" w:type="pct"/>
          </w:tcPr>
          <w:p w14:paraId="1F61B7A0" w14:textId="5D0C54F2" w:rsidR="00B922D9" w:rsidRPr="00B922D9" w:rsidRDefault="00111F8F" w:rsidP="00B922D9">
            <w:pPr>
              <w:rPr>
                <w:sz w:val="18"/>
                <w:szCs w:val="18"/>
              </w:rPr>
            </w:pPr>
            <w:r w:rsidRPr="00111F8F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02CE26E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39B6509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09C7D435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6FF38F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Šlibar Darja</w:t>
            </w:r>
          </w:p>
        </w:tc>
        <w:tc>
          <w:tcPr>
            <w:tcW w:w="1114" w:type="pct"/>
            <w:vAlign w:val="center"/>
          </w:tcPr>
          <w:p w14:paraId="1838893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606" w:type="pct"/>
          </w:tcPr>
          <w:p w14:paraId="4BF59D2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289B09FC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5EDAC51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07390CB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03EB1B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Žnidar Lidija</w:t>
            </w:r>
          </w:p>
        </w:tc>
        <w:tc>
          <w:tcPr>
            <w:tcW w:w="1114" w:type="pct"/>
            <w:vAlign w:val="center"/>
          </w:tcPr>
          <w:p w14:paraId="40355921" w14:textId="47E41B6F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</w:t>
            </w:r>
            <w:r w:rsidR="00772B48">
              <w:rPr>
                <w:sz w:val="18"/>
                <w:szCs w:val="18"/>
              </w:rPr>
              <w:t xml:space="preserve"> specialist</w:t>
            </w:r>
            <w:r w:rsidRPr="00B922D9">
              <w:rPr>
                <w:sz w:val="18"/>
                <w:szCs w:val="18"/>
              </w:rPr>
              <w:t xml:space="preserve"> I</w:t>
            </w:r>
          </w:p>
        </w:tc>
        <w:tc>
          <w:tcPr>
            <w:tcW w:w="1606" w:type="pct"/>
          </w:tcPr>
          <w:p w14:paraId="59A92D0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18" w:type="pct"/>
            <w:vAlign w:val="center"/>
          </w:tcPr>
          <w:p w14:paraId="4A31C19B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71DD438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256F0702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351318AF" w14:textId="77777777" w:rsidR="00B922D9" w:rsidRPr="00B922D9" w:rsidRDefault="00137D47" w:rsidP="00B922D9">
            <w:pPr>
              <w:rPr>
                <w:color w:val="FF0000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Valant Marko</w:t>
            </w:r>
          </w:p>
        </w:tc>
        <w:tc>
          <w:tcPr>
            <w:tcW w:w="1114" w:type="pct"/>
            <w:vAlign w:val="center"/>
          </w:tcPr>
          <w:p w14:paraId="38A6D2E8" w14:textId="77777777" w:rsidR="00B922D9" w:rsidRPr="00B922D9" w:rsidRDefault="00137D47" w:rsidP="00B922D9">
            <w:pPr>
              <w:rPr>
                <w:color w:val="FF0000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Višji carinik specialist I   </w:t>
            </w:r>
          </w:p>
        </w:tc>
        <w:tc>
          <w:tcPr>
            <w:tcW w:w="1606" w:type="pct"/>
          </w:tcPr>
          <w:p w14:paraId="72F5E63F" w14:textId="77777777" w:rsidR="00B922D9" w:rsidRPr="00B922D9" w:rsidRDefault="00137D47" w:rsidP="00B922D9">
            <w:pPr>
              <w:rPr>
                <w:color w:val="FF0000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vseh upravnih zadevah iz delovnega področja odmere davka na motorna vozila</w:t>
            </w:r>
          </w:p>
        </w:tc>
        <w:tc>
          <w:tcPr>
            <w:tcW w:w="618" w:type="pct"/>
            <w:vAlign w:val="center"/>
          </w:tcPr>
          <w:p w14:paraId="5E8EE22A" w14:textId="77777777" w:rsidR="00B922D9" w:rsidRPr="00B922D9" w:rsidRDefault="00137D47" w:rsidP="00B922D9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2A875906" w14:textId="77777777" w:rsidR="00B922D9" w:rsidRPr="00B922D9" w:rsidRDefault="00137D47" w:rsidP="00B922D9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</w:tbl>
    <w:p w14:paraId="382D9EF5" w14:textId="1662DD01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3D5F0E68" w14:textId="1BD2CCC7" w:rsidR="00CF5271" w:rsidRDefault="00CF5271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106B40E" w14:textId="501BD85D" w:rsidR="00CF5271" w:rsidRDefault="00CF5271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57485614" w14:textId="452F82E4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ABD4423" w14:textId="0801C4E2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6EAC86A" w14:textId="74FC078F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3BAFD34" w14:textId="126951A5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D6DD159" w14:textId="7CC3F4F9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499F929" w14:textId="2BEF5487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178A9810" w14:textId="77777777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EE007D4" w14:textId="77777777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76DC653E" w14:textId="344B48E2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NEPREMIČNINE IN DRUGE OBDAVČITVE</w:t>
      </w:r>
    </w:p>
    <w:p w14:paraId="4737D1DB" w14:textId="77777777" w:rsidR="00111F8F" w:rsidRPr="00B922D9" w:rsidRDefault="00111F8F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0024F6C9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1983"/>
        <w:gridCol w:w="2833"/>
        <w:gridCol w:w="1134"/>
        <w:gridCol w:w="1276"/>
      </w:tblGrid>
      <w:tr w:rsidR="007D6E6D" w14:paraId="519B9D23" w14:textId="77777777" w:rsidTr="00417AAC">
        <w:trPr>
          <w:jc w:val="center"/>
        </w:trPr>
        <w:tc>
          <w:tcPr>
            <w:tcW w:w="952" w:type="pct"/>
            <w:vAlign w:val="center"/>
          </w:tcPr>
          <w:p w14:paraId="251C28D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44581700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7" w:type="pct"/>
            <w:vAlign w:val="center"/>
          </w:tcPr>
          <w:p w14:paraId="0277412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340A589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0BF49AC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41E1B40E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0AC5640A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5D2AA764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59E828D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Bernik Alenka</w:t>
            </w:r>
          </w:p>
        </w:tc>
        <w:tc>
          <w:tcPr>
            <w:tcW w:w="1111" w:type="pct"/>
            <w:vAlign w:val="center"/>
          </w:tcPr>
          <w:p w14:paraId="3A72E9B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finančni kontrolor višji svetovalec I</w:t>
            </w:r>
          </w:p>
        </w:tc>
        <w:tc>
          <w:tcPr>
            <w:tcW w:w="1587" w:type="pct"/>
            <w:vAlign w:val="center"/>
          </w:tcPr>
          <w:p w14:paraId="657CDAC2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35" w:type="pct"/>
            <w:vAlign w:val="center"/>
          </w:tcPr>
          <w:p w14:paraId="01E1370C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3809706C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625A6D43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15556C2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Demšar Andreja</w:t>
            </w:r>
          </w:p>
        </w:tc>
        <w:tc>
          <w:tcPr>
            <w:tcW w:w="1111" w:type="pct"/>
            <w:vAlign w:val="center"/>
          </w:tcPr>
          <w:p w14:paraId="0922AF3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7" w:type="pct"/>
          </w:tcPr>
          <w:p w14:paraId="12A8C0C7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skrajšanem postopku odmere davka na promet nepremičnin in odmere davka na dediščine in darila iz pristojnosti oddelka</w:t>
            </w:r>
          </w:p>
        </w:tc>
        <w:tc>
          <w:tcPr>
            <w:tcW w:w="635" w:type="pct"/>
            <w:vAlign w:val="center"/>
          </w:tcPr>
          <w:p w14:paraId="6EF8461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5A4E7B9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2726F4F9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421E810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Demšar Andreja</w:t>
            </w:r>
          </w:p>
        </w:tc>
        <w:tc>
          <w:tcPr>
            <w:tcW w:w="1111" w:type="pct"/>
            <w:vAlign w:val="center"/>
          </w:tcPr>
          <w:p w14:paraId="2747B8C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7" w:type="pct"/>
          </w:tcPr>
          <w:p w14:paraId="0588E46B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FAF97D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3E60EB1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0A04F9" w14:paraId="7F853A65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3701058B" w14:textId="00516646" w:rsidR="000A04F9" w:rsidRPr="00B922D9" w:rsidRDefault="000A04F9" w:rsidP="00B922D9">
            <w:pPr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Andres Drago</w:t>
            </w:r>
          </w:p>
        </w:tc>
        <w:tc>
          <w:tcPr>
            <w:tcW w:w="1111" w:type="pct"/>
            <w:vAlign w:val="center"/>
          </w:tcPr>
          <w:p w14:paraId="3D3E6CC1" w14:textId="2A66F326" w:rsidR="000A04F9" w:rsidRPr="00B922D9" w:rsidRDefault="000A04F9" w:rsidP="00B922D9">
            <w:pPr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Finančni kontrolor višji svetovalec II</w:t>
            </w:r>
          </w:p>
        </w:tc>
        <w:tc>
          <w:tcPr>
            <w:tcW w:w="1587" w:type="pct"/>
          </w:tcPr>
          <w:p w14:paraId="1EDEF7FD" w14:textId="787484DC" w:rsidR="000A04F9" w:rsidRPr="00B922D9" w:rsidRDefault="000A04F9" w:rsidP="00B922D9">
            <w:pPr>
              <w:jc w:val="both"/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ADC7083" w14:textId="377AA392" w:rsidR="000A04F9" w:rsidRPr="00B922D9" w:rsidRDefault="000A04F9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25D535FF" w14:textId="12CFF1D3" w:rsidR="000A04F9" w:rsidRPr="00B922D9" w:rsidRDefault="000A04F9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0A04F9" w14:paraId="015FDBA2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224414A5" w14:textId="6C4C888C" w:rsidR="000A04F9" w:rsidRPr="000A04F9" w:rsidRDefault="000A04F9" w:rsidP="00B922D9">
            <w:pPr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Kunčič Sergeja</w:t>
            </w:r>
          </w:p>
        </w:tc>
        <w:tc>
          <w:tcPr>
            <w:tcW w:w="1111" w:type="pct"/>
            <w:vAlign w:val="center"/>
          </w:tcPr>
          <w:p w14:paraId="28D8C294" w14:textId="0DA13ED8" w:rsidR="000A04F9" w:rsidRPr="000A04F9" w:rsidRDefault="000A04F9" w:rsidP="00B922D9">
            <w:pPr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7" w:type="pct"/>
          </w:tcPr>
          <w:p w14:paraId="1EAD69EE" w14:textId="204B04AA" w:rsidR="000A04F9" w:rsidRPr="000A04F9" w:rsidRDefault="000A04F9" w:rsidP="00B922D9">
            <w:pPr>
              <w:jc w:val="both"/>
              <w:rPr>
                <w:sz w:val="18"/>
                <w:szCs w:val="18"/>
              </w:rPr>
            </w:pPr>
            <w:r w:rsidRPr="000A04F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7DC591D8" w14:textId="5492C2D6" w:rsidR="000A04F9" w:rsidRDefault="000A04F9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F790920" w14:textId="614E43D6" w:rsidR="000A04F9" w:rsidRDefault="000A04F9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9D32B7" w14:paraId="09DB990A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3C640E2E" w14:textId="3ADF0648" w:rsidR="009D32B7" w:rsidRPr="000A04F9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Markič Jamšek Maja</w:t>
            </w:r>
          </w:p>
        </w:tc>
        <w:tc>
          <w:tcPr>
            <w:tcW w:w="1111" w:type="pct"/>
            <w:vAlign w:val="center"/>
          </w:tcPr>
          <w:p w14:paraId="6580D66C" w14:textId="50F3EBCD" w:rsidR="009D32B7" w:rsidRPr="000A04F9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 xml:space="preserve">Finančni </w:t>
            </w:r>
            <w:r w:rsidR="0070578E">
              <w:rPr>
                <w:sz w:val="18"/>
                <w:szCs w:val="18"/>
              </w:rPr>
              <w:t>kontrolor višji svetovalec II</w:t>
            </w:r>
          </w:p>
        </w:tc>
        <w:tc>
          <w:tcPr>
            <w:tcW w:w="1587" w:type="pct"/>
          </w:tcPr>
          <w:p w14:paraId="1AAED3AA" w14:textId="5E90AB26" w:rsidR="009D32B7" w:rsidRPr="000A04F9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o izrednih pravnih sredstvih iz pristojnosti sektorja</w:t>
            </w:r>
          </w:p>
        </w:tc>
        <w:tc>
          <w:tcPr>
            <w:tcW w:w="635" w:type="pct"/>
            <w:vAlign w:val="center"/>
          </w:tcPr>
          <w:p w14:paraId="3FFADFD9" w14:textId="3DBBD841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166A5F6D" w14:textId="77777777" w:rsidR="009D32B7" w:rsidRDefault="009D32B7" w:rsidP="00B922D9">
            <w:pPr>
              <w:jc w:val="center"/>
              <w:rPr>
                <w:sz w:val="18"/>
                <w:szCs w:val="18"/>
              </w:rPr>
            </w:pPr>
          </w:p>
        </w:tc>
      </w:tr>
      <w:tr w:rsidR="009D32B7" w14:paraId="50C6861D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794662D3" w14:textId="1C741BA9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Markič Jamšek Maja</w:t>
            </w:r>
          </w:p>
        </w:tc>
        <w:tc>
          <w:tcPr>
            <w:tcW w:w="1111" w:type="pct"/>
            <w:vAlign w:val="center"/>
          </w:tcPr>
          <w:p w14:paraId="1C4A2500" w14:textId="48785D3E" w:rsidR="009D32B7" w:rsidRPr="000A04F9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Finančn</w:t>
            </w:r>
            <w:r w:rsidR="0070578E">
              <w:rPr>
                <w:sz w:val="18"/>
                <w:szCs w:val="18"/>
              </w:rPr>
              <w:t>i kontrolor višji svetovalec II</w:t>
            </w:r>
          </w:p>
        </w:tc>
        <w:tc>
          <w:tcPr>
            <w:tcW w:w="1587" w:type="pct"/>
          </w:tcPr>
          <w:p w14:paraId="637A3DA6" w14:textId="57D7507B" w:rsidR="009D32B7" w:rsidRPr="000A04F9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39C0289" w14:textId="78EDA2EE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31A3DEC" w14:textId="06F2638D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3DA3E87D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1C90A95C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Ramovš Mateja</w:t>
            </w:r>
          </w:p>
        </w:tc>
        <w:tc>
          <w:tcPr>
            <w:tcW w:w="1111" w:type="pct"/>
            <w:vAlign w:val="center"/>
          </w:tcPr>
          <w:p w14:paraId="74BDEB09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II</w:t>
            </w:r>
          </w:p>
        </w:tc>
        <w:tc>
          <w:tcPr>
            <w:tcW w:w="1587" w:type="pct"/>
          </w:tcPr>
          <w:p w14:paraId="34EEB673" w14:textId="77777777" w:rsidR="00B922D9" w:rsidRPr="00B922D9" w:rsidRDefault="00137D47" w:rsidP="00B922D9">
            <w:pPr>
              <w:jc w:val="both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skrajšanem postopku odmere davka na promet nepremičnin in odmere davka na dediščine in darila iz pristojnosti oddelka</w:t>
            </w:r>
          </w:p>
        </w:tc>
        <w:tc>
          <w:tcPr>
            <w:tcW w:w="635" w:type="pct"/>
            <w:vAlign w:val="center"/>
          </w:tcPr>
          <w:p w14:paraId="44DA2F1F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014E8DD5" w14:textId="77777777" w:rsidR="00B922D9" w:rsidRPr="00B922D9" w:rsidRDefault="00B922D9" w:rsidP="00B922D9">
            <w:pPr>
              <w:jc w:val="center"/>
              <w:rPr>
                <w:sz w:val="18"/>
                <w:szCs w:val="18"/>
              </w:rPr>
            </w:pPr>
          </w:p>
        </w:tc>
      </w:tr>
      <w:tr w:rsidR="007D6E6D" w14:paraId="2B1B6674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541AE185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Ramovš Mateja</w:t>
            </w:r>
          </w:p>
        </w:tc>
        <w:tc>
          <w:tcPr>
            <w:tcW w:w="1111" w:type="pct"/>
            <w:vAlign w:val="center"/>
          </w:tcPr>
          <w:p w14:paraId="264A960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II</w:t>
            </w:r>
          </w:p>
        </w:tc>
        <w:tc>
          <w:tcPr>
            <w:tcW w:w="1587" w:type="pct"/>
          </w:tcPr>
          <w:p w14:paraId="1669E41C" w14:textId="77777777" w:rsidR="00B922D9" w:rsidRPr="00B922D9" w:rsidRDefault="00137D47" w:rsidP="00B922D9">
            <w:pPr>
              <w:jc w:val="both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7760B2AD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53B39301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9D32B7" w14:paraId="636EED05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316FE774" w14:textId="06D04ED1" w:rsidR="009D32B7" w:rsidRPr="00B922D9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Vilfan Teja</w:t>
            </w:r>
          </w:p>
        </w:tc>
        <w:tc>
          <w:tcPr>
            <w:tcW w:w="1111" w:type="pct"/>
            <w:vAlign w:val="center"/>
          </w:tcPr>
          <w:p w14:paraId="2D0F1705" w14:textId="2BFDA99C" w:rsidR="009D32B7" w:rsidRPr="00B922D9" w:rsidRDefault="009D32B7" w:rsidP="005C246C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 xml:space="preserve">Finančni kontrolor </w:t>
            </w:r>
            <w:r w:rsidR="005C246C">
              <w:rPr>
                <w:sz w:val="18"/>
                <w:szCs w:val="18"/>
              </w:rPr>
              <w:t xml:space="preserve">višji </w:t>
            </w:r>
            <w:r w:rsidRPr="009D32B7">
              <w:rPr>
                <w:sz w:val="18"/>
                <w:szCs w:val="18"/>
              </w:rPr>
              <w:t xml:space="preserve">svetovalec </w:t>
            </w:r>
            <w:r w:rsidR="005C246C">
              <w:rPr>
                <w:sz w:val="18"/>
                <w:szCs w:val="18"/>
              </w:rPr>
              <w:t>I</w:t>
            </w:r>
            <w:r w:rsidRPr="009D32B7">
              <w:rPr>
                <w:sz w:val="18"/>
                <w:szCs w:val="18"/>
              </w:rPr>
              <w:t>II</w:t>
            </w:r>
          </w:p>
        </w:tc>
        <w:tc>
          <w:tcPr>
            <w:tcW w:w="1587" w:type="pct"/>
          </w:tcPr>
          <w:p w14:paraId="36F2F867" w14:textId="2926FD9F" w:rsidR="009D32B7" w:rsidRPr="00B922D9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22305C3D" w14:textId="68C2A0A7" w:rsidR="009D32B7" w:rsidRPr="00B922D9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344F5B50" w14:textId="1069B080" w:rsidR="009D32B7" w:rsidRPr="00B922D9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F82CBC" w14:paraId="01CB409D" w14:textId="77777777" w:rsidTr="000B5DAE">
        <w:trPr>
          <w:trHeight w:val="567"/>
          <w:jc w:val="center"/>
        </w:trPr>
        <w:tc>
          <w:tcPr>
            <w:tcW w:w="952" w:type="pct"/>
          </w:tcPr>
          <w:p w14:paraId="1A35B17D" w14:textId="31ECC98C" w:rsidR="00F82CBC" w:rsidRPr="00F82CBC" w:rsidRDefault="00F82CBC" w:rsidP="00F82CBC">
            <w:pPr>
              <w:rPr>
                <w:sz w:val="18"/>
                <w:szCs w:val="18"/>
              </w:rPr>
            </w:pPr>
            <w:r w:rsidRPr="00F82CBC">
              <w:rPr>
                <w:sz w:val="18"/>
                <w:szCs w:val="18"/>
              </w:rPr>
              <w:t>Hribernik Jaka</w:t>
            </w:r>
          </w:p>
        </w:tc>
        <w:tc>
          <w:tcPr>
            <w:tcW w:w="1111" w:type="pct"/>
          </w:tcPr>
          <w:p w14:paraId="18E6B61E" w14:textId="63FCD8B9" w:rsidR="00F82CBC" w:rsidRPr="00F82CBC" w:rsidRDefault="00F82CBC" w:rsidP="00F82CBC">
            <w:pPr>
              <w:rPr>
                <w:sz w:val="18"/>
                <w:szCs w:val="18"/>
              </w:rPr>
            </w:pPr>
            <w:r w:rsidRPr="00F82CBC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7" w:type="pct"/>
          </w:tcPr>
          <w:p w14:paraId="65E56F18" w14:textId="76131B61" w:rsidR="00F82CBC" w:rsidRPr="00F82CBC" w:rsidRDefault="00F82CBC" w:rsidP="00F82CBC">
            <w:pPr>
              <w:jc w:val="both"/>
              <w:rPr>
                <w:sz w:val="18"/>
                <w:szCs w:val="18"/>
              </w:rPr>
            </w:pPr>
            <w:r w:rsidRPr="00F82CBC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</w:tcPr>
          <w:p w14:paraId="2DE3CF86" w14:textId="560E40D6" w:rsidR="00F82CBC" w:rsidRPr="00F82CBC" w:rsidRDefault="00F82CBC" w:rsidP="00F82CBC">
            <w:pPr>
              <w:jc w:val="center"/>
              <w:rPr>
                <w:sz w:val="18"/>
                <w:szCs w:val="18"/>
              </w:rPr>
            </w:pPr>
            <w:r w:rsidRPr="00F82CBC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</w:tcPr>
          <w:p w14:paraId="179D1F6C" w14:textId="7BDA4175" w:rsidR="00F82CBC" w:rsidRPr="00F82CBC" w:rsidRDefault="00F82CBC" w:rsidP="00F82CBC">
            <w:pPr>
              <w:jc w:val="center"/>
              <w:rPr>
                <w:sz w:val="18"/>
                <w:szCs w:val="18"/>
              </w:rPr>
            </w:pPr>
            <w:r w:rsidRPr="00F82CBC">
              <w:rPr>
                <w:sz w:val="18"/>
                <w:szCs w:val="18"/>
              </w:rPr>
              <w:t>DA</w:t>
            </w:r>
          </w:p>
        </w:tc>
      </w:tr>
      <w:tr w:rsidR="009D32B7" w14:paraId="31E937D0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01D8F9C2" w14:textId="587BB31C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Hvasti Polonca</w:t>
            </w:r>
          </w:p>
        </w:tc>
        <w:tc>
          <w:tcPr>
            <w:tcW w:w="1111" w:type="pct"/>
            <w:vAlign w:val="center"/>
          </w:tcPr>
          <w:p w14:paraId="7BF2497C" w14:textId="7C1FE336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Finančni kontrolor svetovalec II</w:t>
            </w:r>
          </w:p>
        </w:tc>
        <w:tc>
          <w:tcPr>
            <w:tcW w:w="1587" w:type="pct"/>
          </w:tcPr>
          <w:p w14:paraId="18FA1B3A" w14:textId="58919D3B" w:rsidR="009D32B7" w:rsidRPr="009D32B7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 skrajšanem postopku odmere davka na dediščine in darila iz pristojnosti oddelka</w:t>
            </w:r>
          </w:p>
        </w:tc>
        <w:tc>
          <w:tcPr>
            <w:tcW w:w="635" w:type="pct"/>
            <w:vAlign w:val="center"/>
          </w:tcPr>
          <w:p w14:paraId="4DF35051" w14:textId="792F6390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0A5D21E0" w14:textId="77777777" w:rsidR="009D32B7" w:rsidRDefault="009D32B7" w:rsidP="00B922D9">
            <w:pPr>
              <w:jc w:val="center"/>
              <w:rPr>
                <w:sz w:val="18"/>
                <w:szCs w:val="18"/>
              </w:rPr>
            </w:pPr>
          </w:p>
        </w:tc>
      </w:tr>
      <w:tr w:rsidR="009D32B7" w14:paraId="0E771777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517707D3" w14:textId="4D5A8D60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Klančar Blanka</w:t>
            </w:r>
          </w:p>
        </w:tc>
        <w:tc>
          <w:tcPr>
            <w:tcW w:w="1111" w:type="pct"/>
            <w:vAlign w:val="center"/>
          </w:tcPr>
          <w:p w14:paraId="5E740104" w14:textId="154CF4B9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87" w:type="pct"/>
          </w:tcPr>
          <w:p w14:paraId="2357EEB7" w14:textId="40C40211" w:rsidR="009D32B7" w:rsidRPr="009D32B7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7F6DAA68" w14:textId="021CFE7F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2D2F665F" w14:textId="1DDAC724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9D32B7" w14:paraId="4B7ABB28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6DD2C60D" w14:textId="1F5A09D1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Lotrič Mitja</w:t>
            </w:r>
          </w:p>
        </w:tc>
        <w:tc>
          <w:tcPr>
            <w:tcW w:w="1111" w:type="pct"/>
            <w:vAlign w:val="center"/>
          </w:tcPr>
          <w:p w14:paraId="4A04D71C" w14:textId="7F16A6F0" w:rsidR="009D32B7" w:rsidRPr="009D32B7" w:rsidRDefault="009D32B7" w:rsidP="00B922D9">
            <w:pPr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87" w:type="pct"/>
          </w:tcPr>
          <w:p w14:paraId="36BD3480" w14:textId="5C294260" w:rsidR="009D32B7" w:rsidRPr="009D32B7" w:rsidRDefault="009D32B7" w:rsidP="00B922D9">
            <w:pPr>
              <w:jc w:val="both"/>
              <w:rPr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1393D87C" w14:textId="3D44841D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29E4D98D" w14:textId="28CE129F" w:rsidR="009D32B7" w:rsidRDefault="009D32B7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6296DDE4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17A726B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Burazin Klavdija</w:t>
            </w:r>
          </w:p>
        </w:tc>
        <w:tc>
          <w:tcPr>
            <w:tcW w:w="1111" w:type="pct"/>
            <w:vAlign w:val="center"/>
          </w:tcPr>
          <w:p w14:paraId="0284775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 I</w:t>
            </w:r>
          </w:p>
        </w:tc>
        <w:tc>
          <w:tcPr>
            <w:tcW w:w="1587" w:type="pct"/>
          </w:tcPr>
          <w:p w14:paraId="2EE34E66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skrajšanem postopku odmere davka na promet nepremičnin in odmere davka na dediščine in darila iz pristojnosti oddelka</w:t>
            </w:r>
          </w:p>
        </w:tc>
        <w:tc>
          <w:tcPr>
            <w:tcW w:w="635" w:type="pct"/>
            <w:vAlign w:val="center"/>
          </w:tcPr>
          <w:p w14:paraId="61437A5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4B86F68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652FB4E6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50CB706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Burazin Klavdija</w:t>
            </w:r>
          </w:p>
        </w:tc>
        <w:tc>
          <w:tcPr>
            <w:tcW w:w="1111" w:type="pct"/>
            <w:vAlign w:val="center"/>
          </w:tcPr>
          <w:p w14:paraId="27A52EC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 I</w:t>
            </w:r>
          </w:p>
        </w:tc>
        <w:tc>
          <w:tcPr>
            <w:tcW w:w="1587" w:type="pct"/>
          </w:tcPr>
          <w:p w14:paraId="0700B468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115B60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8F4DF8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08EF1862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723BD5C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Peteh Barbara</w:t>
            </w:r>
          </w:p>
        </w:tc>
        <w:tc>
          <w:tcPr>
            <w:tcW w:w="1111" w:type="pct"/>
            <w:vAlign w:val="center"/>
          </w:tcPr>
          <w:p w14:paraId="7C847D7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 I</w:t>
            </w:r>
          </w:p>
        </w:tc>
        <w:tc>
          <w:tcPr>
            <w:tcW w:w="1587" w:type="pct"/>
          </w:tcPr>
          <w:p w14:paraId="01CF3B18" w14:textId="77777777" w:rsidR="00B922D9" w:rsidRPr="00B922D9" w:rsidRDefault="00137D47" w:rsidP="00B922D9">
            <w:pPr>
              <w:jc w:val="both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skrajšanem postopku odmere davka na promet nepremičnin in odmere davka na dediščine in darila iz pristojnosti oddelka</w:t>
            </w:r>
          </w:p>
        </w:tc>
        <w:tc>
          <w:tcPr>
            <w:tcW w:w="635" w:type="pct"/>
            <w:vAlign w:val="center"/>
          </w:tcPr>
          <w:p w14:paraId="061AC5F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C2A2C37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670FD9F4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57872D0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Peteh Barbara</w:t>
            </w:r>
          </w:p>
        </w:tc>
        <w:tc>
          <w:tcPr>
            <w:tcW w:w="1111" w:type="pct"/>
            <w:vAlign w:val="center"/>
          </w:tcPr>
          <w:p w14:paraId="77D880E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svetovalec I</w:t>
            </w:r>
          </w:p>
        </w:tc>
        <w:tc>
          <w:tcPr>
            <w:tcW w:w="1587" w:type="pct"/>
          </w:tcPr>
          <w:p w14:paraId="47D5D95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71FF93B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4D33E7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52B9F846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33E45B7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Dolenc Mojca</w:t>
            </w:r>
          </w:p>
        </w:tc>
        <w:tc>
          <w:tcPr>
            <w:tcW w:w="1111" w:type="pct"/>
            <w:vAlign w:val="center"/>
          </w:tcPr>
          <w:p w14:paraId="5A954775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7" w:type="pct"/>
          </w:tcPr>
          <w:p w14:paraId="2BE336E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6BF4A16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338A10F9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79A5F57E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43766AC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Dolenc Mojca</w:t>
            </w:r>
          </w:p>
        </w:tc>
        <w:tc>
          <w:tcPr>
            <w:tcW w:w="1111" w:type="pct"/>
            <w:vAlign w:val="center"/>
          </w:tcPr>
          <w:p w14:paraId="30EB038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7" w:type="pct"/>
          </w:tcPr>
          <w:p w14:paraId="42F2099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 skrajšanem postopku odmere davka na dediščine in darila iz pristojnosti oddelka </w:t>
            </w:r>
          </w:p>
        </w:tc>
        <w:tc>
          <w:tcPr>
            <w:tcW w:w="635" w:type="pct"/>
            <w:vAlign w:val="center"/>
          </w:tcPr>
          <w:p w14:paraId="5A6783C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50376EE4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44DFCFDC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6EC7ECB7" w14:textId="5F6069D3" w:rsidR="00B922D9" w:rsidRPr="00B922D9" w:rsidRDefault="009D32B7" w:rsidP="00B922D9">
            <w:pPr>
              <w:rPr>
                <w:rFonts w:cs="Arial"/>
                <w:sz w:val="18"/>
                <w:szCs w:val="18"/>
              </w:rPr>
            </w:pPr>
            <w:r w:rsidRPr="009D32B7">
              <w:rPr>
                <w:sz w:val="18"/>
                <w:szCs w:val="18"/>
              </w:rPr>
              <w:t>Kadirić Azra</w:t>
            </w:r>
          </w:p>
        </w:tc>
        <w:tc>
          <w:tcPr>
            <w:tcW w:w="1111" w:type="pct"/>
            <w:vAlign w:val="center"/>
          </w:tcPr>
          <w:p w14:paraId="06D111C2" w14:textId="3E1358D9" w:rsidR="00B922D9" w:rsidRPr="00B922D9" w:rsidRDefault="009D32B7" w:rsidP="00B922D9">
            <w:pPr>
              <w:rPr>
                <w:rFonts w:cs="Arial"/>
                <w:sz w:val="18"/>
                <w:szCs w:val="18"/>
              </w:rPr>
            </w:pPr>
            <w:r w:rsidRPr="009D32B7">
              <w:rPr>
                <w:rFonts w:cs="Arial"/>
                <w:sz w:val="18"/>
                <w:szCs w:val="18"/>
              </w:rPr>
              <w:t>Višji finančni kontrolor specialist I</w:t>
            </w:r>
          </w:p>
        </w:tc>
        <w:tc>
          <w:tcPr>
            <w:tcW w:w="1587" w:type="pct"/>
          </w:tcPr>
          <w:p w14:paraId="1DA2FAE6" w14:textId="719B55E9" w:rsidR="00B922D9" w:rsidRPr="00B922D9" w:rsidRDefault="009D32B7" w:rsidP="00B922D9">
            <w:pPr>
              <w:rPr>
                <w:rFonts w:cs="Arial"/>
                <w:sz w:val="18"/>
                <w:szCs w:val="18"/>
              </w:rPr>
            </w:pPr>
            <w:r w:rsidRPr="009D32B7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107FFE9B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9574AD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64A76AAC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1939679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Pretnar Irma</w:t>
            </w:r>
          </w:p>
        </w:tc>
        <w:tc>
          <w:tcPr>
            <w:tcW w:w="1111" w:type="pct"/>
            <w:vAlign w:val="center"/>
          </w:tcPr>
          <w:p w14:paraId="4A46F83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7" w:type="pct"/>
          </w:tcPr>
          <w:p w14:paraId="1FAE692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0105802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4B10F58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3555A711" w14:textId="77777777" w:rsidTr="00417AAC">
        <w:trPr>
          <w:trHeight w:val="567"/>
          <w:jc w:val="center"/>
        </w:trPr>
        <w:tc>
          <w:tcPr>
            <w:tcW w:w="952" w:type="pct"/>
            <w:vAlign w:val="center"/>
          </w:tcPr>
          <w:p w14:paraId="05B423C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Razinger Traudi</w:t>
            </w:r>
          </w:p>
        </w:tc>
        <w:tc>
          <w:tcPr>
            <w:tcW w:w="1111" w:type="pct"/>
            <w:vAlign w:val="center"/>
          </w:tcPr>
          <w:p w14:paraId="6ACC395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Referent II</w:t>
            </w:r>
          </w:p>
        </w:tc>
        <w:tc>
          <w:tcPr>
            <w:tcW w:w="1587" w:type="pct"/>
          </w:tcPr>
          <w:p w14:paraId="37C1A2F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 upravnih ter davčnih postopkih iz pristojnosti oddelka </w:t>
            </w:r>
          </w:p>
        </w:tc>
        <w:tc>
          <w:tcPr>
            <w:tcW w:w="635" w:type="pct"/>
            <w:vAlign w:val="center"/>
          </w:tcPr>
          <w:p w14:paraId="1A95B31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C03B57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</w:tbl>
    <w:p w14:paraId="00928FB3" w14:textId="006DB3BC" w:rsidR="007350C1" w:rsidRDefault="007350C1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0B94E833" w14:textId="77777777" w:rsidR="0016747B" w:rsidRDefault="0016747B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0B801AE4" w14:textId="77777777" w:rsidR="007350C1" w:rsidRPr="00B922D9" w:rsidRDefault="007350C1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5029935E" w14:textId="77777777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 xml:space="preserve">ODDELEK ZA DOHODNINO </w:t>
      </w:r>
    </w:p>
    <w:p w14:paraId="000A2555" w14:textId="1383BF70" w:rsidR="0016747B" w:rsidRDefault="0016747B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p w14:paraId="4053E562" w14:textId="77777777" w:rsidR="0016747B" w:rsidRPr="00B922D9" w:rsidRDefault="0016747B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983"/>
        <w:gridCol w:w="2844"/>
        <w:gridCol w:w="1125"/>
        <w:gridCol w:w="1276"/>
      </w:tblGrid>
      <w:tr w:rsidR="007D6E6D" w14:paraId="23841850" w14:textId="77777777" w:rsidTr="00417AAC">
        <w:trPr>
          <w:jc w:val="center"/>
        </w:trPr>
        <w:tc>
          <w:tcPr>
            <w:tcW w:w="951" w:type="pct"/>
            <w:vAlign w:val="center"/>
          </w:tcPr>
          <w:p w14:paraId="40E92D5E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4C7E593F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93" w:type="pct"/>
            <w:vAlign w:val="center"/>
          </w:tcPr>
          <w:p w14:paraId="2632A78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0" w:type="pct"/>
            <w:vAlign w:val="center"/>
          </w:tcPr>
          <w:p w14:paraId="005166C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4DE14C8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57423F5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</w:tc>
      </w:tr>
      <w:tr w:rsidR="007D6E6D" w14:paraId="1DE0A26C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DA581A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Ribnikar Saša</w:t>
            </w:r>
          </w:p>
        </w:tc>
        <w:tc>
          <w:tcPr>
            <w:tcW w:w="1111" w:type="pct"/>
            <w:vAlign w:val="center"/>
          </w:tcPr>
          <w:p w14:paraId="716B3C7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finančni kontrolor višji svetovalec I</w:t>
            </w:r>
          </w:p>
        </w:tc>
        <w:tc>
          <w:tcPr>
            <w:tcW w:w="1593" w:type="pct"/>
            <w:vAlign w:val="center"/>
          </w:tcPr>
          <w:p w14:paraId="39FC149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30" w:type="pct"/>
            <w:vAlign w:val="center"/>
          </w:tcPr>
          <w:p w14:paraId="16AF0A3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542801F9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470E8A5D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3D17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Batagelj Zlatica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9FF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Finančni kontrolor višji svetovalec 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A97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2E37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D623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0578E" w14:paraId="7FA85CBA" w14:textId="77777777" w:rsidTr="0070578E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C275" w14:textId="77777777" w:rsidR="0070578E" w:rsidRPr="00B922D9" w:rsidRDefault="0070578E" w:rsidP="0070578E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Galun Andreja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CBF0" w14:textId="5A168C47" w:rsidR="0070578E" w:rsidRPr="0070578E" w:rsidRDefault="0070578E" w:rsidP="0070578E">
            <w:pPr>
              <w:rPr>
                <w:rFonts w:cs="Arial"/>
                <w:sz w:val="18"/>
                <w:szCs w:val="18"/>
              </w:rPr>
            </w:pPr>
            <w:r w:rsidRPr="0070578E">
              <w:rPr>
                <w:rFonts w:cs="Arial"/>
                <w:sz w:val="18"/>
                <w:szCs w:val="18"/>
              </w:rPr>
              <w:t xml:space="preserve">Finančni kontrolor višji svetovalec III 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69F7" w14:textId="77777777" w:rsidR="0070578E" w:rsidRPr="0070578E" w:rsidRDefault="0070578E" w:rsidP="0070578E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2EFEA" w14:textId="77777777" w:rsidR="0070578E" w:rsidRPr="00B922D9" w:rsidRDefault="0070578E" w:rsidP="0070578E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ACEA" w14:textId="77777777" w:rsidR="0070578E" w:rsidRPr="00B922D9" w:rsidRDefault="0070578E" w:rsidP="0070578E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3D0728" w14:paraId="287F529C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9858" w14:textId="44E19EFB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Lepoša Barbara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567BA" w14:textId="44204705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Finančni kontrolor višji svetovalec III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F282" w14:textId="75BB3417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37F3" w14:textId="4F717B75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2D21" w14:textId="65D9D156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0578E" w14:paraId="4A23B951" w14:textId="77777777" w:rsidTr="0070578E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4EB2" w14:textId="77777777" w:rsidR="0070578E" w:rsidRPr="00B922D9" w:rsidRDefault="0070578E" w:rsidP="0070578E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Ložar Tina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F754" w14:textId="77777777" w:rsidR="0070578E" w:rsidRPr="00B922D9" w:rsidRDefault="0070578E" w:rsidP="0070578E">
            <w:pPr>
              <w:rPr>
                <w:color w:val="000000" w:themeColor="text1"/>
                <w:sz w:val="18"/>
                <w:szCs w:val="18"/>
              </w:rPr>
            </w:pPr>
            <w:r w:rsidRPr="00B922D9">
              <w:rPr>
                <w:color w:val="000000" w:themeColor="text1"/>
                <w:sz w:val="18"/>
                <w:szCs w:val="18"/>
              </w:rPr>
              <w:t>F</w:t>
            </w:r>
            <w:r>
              <w:rPr>
                <w:color w:val="000000" w:themeColor="text1"/>
                <w:sz w:val="18"/>
                <w:szCs w:val="18"/>
              </w:rPr>
              <w:t>inančni kontrolor višji svetovalec III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2450" w14:textId="77777777" w:rsidR="0070578E" w:rsidRPr="00B922D9" w:rsidRDefault="0070578E" w:rsidP="0070578E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color w:val="000000" w:themeColor="text1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DFE3" w14:textId="77777777" w:rsidR="0070578E" w:rsidRPr="00B922D9" w:rsidRDefault="0070578E" w:rsidP="0070578E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color w:val="000000" w:themeColor="text1"/>
                <w:sz w:val="18"/>
                <w:szCs w:val="18"/>
              </w:rPr>
              <w:t xml:space="preserve">NE 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E49A" w14:textId="77777777" w:rsidR="0070578E" w:rsidRPr="00B922D9" w:rsidRDefault="0070578E" w:rsidP="0070578E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color w:val="000000" w:themeColor="text1"/>
                <w:sz w:val="18"/>
                <w:szCs w:val="18"/>
              </w:rPr>
              <w:t>DA</w:t>
            </w:r>
          </w:p>
        </w:tc>
      </w:tr>
      <w:tr w:rsidR="003D0728" w14:paraId="11334152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F5EB" w14:textId="2AF7EE77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Posavec Magda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197B" w14:textId="73C7C21C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Finančni kontrolor višji svetovalec III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46BE" w14:textId="28172FB2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</w:t>
            </w:r>
            <w:r w:rsidRPr="003D0728">
              <w:rPr>
                <w:rFonts w:cs="Arial"/>
                <w:sz w:val="18"/>
                <w:szCs w:val="18"/>
              </w:rPr>
              <w:t xml:space="preserve">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D6AB" w14:textId="055BC804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2A7A" w14:textId="3284B602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6EFF4422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EE13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Praček Zorko Hedvika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9CC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Finančni kontrolor višji svetovalec 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2EB3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498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1C0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0E365CE6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B56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Stojanov Ana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FD5E" w14:textId="1DD0B84E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Finančn</w:t>
            </w:r>
            <w:r w:rsidR="003F5C2C">
              <w:rPr>
                <w:rFonts w:cs="Arial"/>
                <w:sz w:val="18"/>
                <w:szCs w:val="18"/>
              </w:rPr>
              <w:t>i kontrolor višji svetovalec 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EDE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2FA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DBC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3D832472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989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Stojanov Ana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93CDC" w14:textId="2FCC5B64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Finančni kontrolor višji svetov</w:t>
            </w:r>
            <w:r w:rsidR="003F5C2C">
              <w:rPr>
                <w:rFonts w:cs="Arial"/>
                <w:sz w:val="18"/>
                <w:szCs w:val="18"/>
              </w:rPr>
              <w:t>alec 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B9DB" w14:textId="77777777" w:rsidR="00B922D9" w:rsidRPr="00064A70" w:rsidRDefault="00137D47" w:rsidP="00B922D9">
            <w:pPr>
              <w:rPr>
                <w:rFonts w:cs="Arial"/>
                <w:sz w:val="18"/>
                <w:szCs w:val="18"/>
              </w:rPr>
            </w:pPr>
            <w:r w:rsidRPr="00064A70">
              <w:rPr>
                <w:rFonts w:cs="Arial"/>
                <w:sz w:val="18"/>
                <w:szCs w:val="18"/>
              </w:rPr>
              <w:t>o izrednih pravnih sredstvih iz pristojnosti sektorja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030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7EFB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0311F" w14:paraId="1C81A006" w14:textId="77777777" w:rsidTr="0000311F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28FE" w14:textId="77777777" w:rsidR="0000311F" w:rsidRPr="003D0728" w:rsidRDefault="0000311F" w:rsidP="00D16D8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Žvorc Marjana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58DD" w14:textId="77777777" w:rsidR="0000311F" w:rsidRPr="0000311F" w:rsidRDefault="0000311F" w:rsidP="00D16D8F">
            <w:pPr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Finančni kontrolor višji svetovalec III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DFCB" w14:textId="77777777" w:rsidR="0000311F" w:rsidRPr="00B922D9" w:rsidRDefault="0000311F" w:rsidP="00D16D8F">
            <w:pPr>
              <w:rPr>
                <w:rFonts w:cs="Arial"/>
                <w:sz w:val="18"/>
                <w:szCs w:val="18"/>
              </w:rPr>
            </w:pPr>
            <w:r w:rsidRPr="00E16D8C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297D" w14:textId="77777777" w:rsidR="0000311F" w:rsidRPr="0000311F" w:rsidRDefault="0000311F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189D6" w14:textId="77777777" w:rsidR="0000311F" w:rsidRPr="0000311F" w:rsidRDefault="0000311F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DA</w:t>
            </w:r>
          </w:p>
        </w:tc>
      </w:tr>
      <w:tr w:rsidR="003D0728" w14:paraId="6511DE11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D939" w14:textId="27287E37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Logonder Jerneja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277D" w14:textId="339DCE06" w:rsidR="003D0728" w:rsidRDefault="003D0728" w:rsidP="00B922D9">
            <w:pPr>
              <w:rPr>
                <w:sz w:val="18"/>
                <w:szCs w:val="18"/>
              </w:rPr>
            </w:pPr>
            <w:r w:rsidRPr="003D0728"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C0B3" w14:textId="68A93721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6825" w14:textId="75C8AC05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3A77" w14:textId="5B4B972D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2C5F617B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3541EE8" w14:textId="3CCB6ED3" w:rsidR="00B922D9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Rezar Vesna</w:t>
            </w:r>
          </w:p>
        </w:tc>
        <w:tc>
          <w:tcPr>
            <w:tcW w:w="1111" w:type="pct"/>
            <w:vAlign w:val="center"/>
          </w:tcPr>
          <w:p w14:paraId="1D325418" w14:textId="0C358126" w:rsidR="00B922D9" w:rsidRPr="00B922D9" w:rsidRDefault="003D0728" w:rsidP="00B922D9">
            <w:pPr>
              <w:rPr>
                <w:color w:val="000000" w:themeColor="text1"/>
                <w:sz w:val="18"/>
                <w:szCs w:val="18"/>
              </w:rPr>
            </w:pPr>
            <w:r w:rsidRPr="003D0728">
              <w:rPr>
                <w:color w:val="000000" w:themeColor="text1"/>
                <w:sz w:val="18"/>
                <w:szCs w:val="18"/>
              </w:rPr>
              <w:t>Finančni kontrolor svetovalec I</w:t>
            </w:r>
          </w:p>
        </w:tc>
        <w:tc>
          <w:tcPr>
            <w:tcW w:w="1593" w:type="pct"/>
          </w:tcPr>
          <w:p w14:paraId="2ED0DDD5" w14:textId="77777777" w:rsidR="00B922D9" w:rsidRPr="00B922D9" w:rsidRDefault="00137D47" w:rsidP="00B922D9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vAlign w:val="center"/>
          </w:tcPr>
          <w:p w14:paraId="1DDB084D" w14:textId="77777777" w:rsidR="00B922D9" w:rsidRPr="00B922D9" w:rsidRDefault="00137D47" w:rsidP="00B922D9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6DA363B" w14:textId="77777777" w:rsidR="00B922D9" w:rsidRPr="00B922D9" w:rsidRDefault="00137D47" w:rsidP="00B922D9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4E67916D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22B82D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Bohinc Gregorija</w:t>
            </w:r>
          </w:p>
        </w:tc>
        <w:tc>
          <w:tcPr>
            <w:tcW w:w="1111" w:type="pct"/>
            <w:vAlign w:val="center"/>
          </w:tcPr>
          <w:p w14:paraId="3A46BC0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93" w:type="pct"/>
          </w:tcPr>
          <w:p w14:paraId="46A76D05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vAlign w:val="center"/>
          </w:tcPr>
          <w:p w14:paraId="200E3FEC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5DB6F1D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60127E7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7642ECC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Hüll Alenka</w:t>
            </w:r>
          </w:p>
        </w:tc>
        <w:tc>
          <w:tcPr>
            <w:tcW w:w="1111" w:type="pct"/>
            <w:vAlign w:val="center"/>
          </w:tcPr>
          <w:p w14:paraId="00822A2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93" w:type="pct"/>
          </w:tcPr>
          <w:p w14:paraId="1C987CFA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vAlign w:val="center"/>
          </w:tcPr>
          <w:p w14:paraId="20FF55F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E92C81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7B69133F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681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Mejavšek Monika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866E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Referent 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088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B900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F105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7AF791CB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44E34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Rekar Marta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8CD2C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Referent II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F83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FB53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7DB7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</w:tbl>
    <w:p w14:paraId="06A1216B" w14:textId="5015AFA1" w:rsidR="00B922D9" w:rsidRDefault="00B922D9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6AFF889B" w14:textId="1B391395" w:rsidR="00E16D8C" w:rsidRDefault="00E16D8C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77B0E888" w14:textId="77777777" w:rsidR="003B63A8" w:rsidRDefault="003B63A8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15F040E7" w14:textId="77777777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E8BC555" w14:textId="0335E9BF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DAVKE OD DOHODKOV IZ POSLOVANJA</w:t>
      </w:r>
    </w:p>
    <w:p w14:paraId="4654FAC9" w14:textId="77777777" w:rsidR="00E16D8C" w:rsidRPr="00B922D9" w:rsidRDefault="00E16D8C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31E4851" w14:textId="77777777" w:rsidR="00B922D9" w:rsidRPr="00B922D9" w:rsidRDefault="00B922D9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983"/>
        <w:gridCol w:w="2835"/>
        <w:gridCol w:w="1134"/>
        <w:gridCol w:w="1276"/>
      </w:tblGrid>
      <w:tr w:rsidR="007D6E6D" w14:paraId="3B1BEF31" w14:textId="77777777" w:rsidTr="00417AAC">
        <w:trPr>
          <w:jc w:val="center"/>
        </w:trPr>
        <w:tc>
          <w:tcPr>
            <w:tcW w:w="951" w:type="pct"/>
            <w:vAlign w:val="center"/>
          </w:tcPr>
          <w:p w14:paraId="3BC8F76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27C84287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48ACF52E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2E46D22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6DF835D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6635A077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3259D3B7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92FB4" w:rsidRPr="00292FB4" w14:paraId="4B00991D" w14:textId="77777777" w:rsidTr="00417AAC">
        <w:trPr>
          <w:jc w:val="center"/>
        </w:trPr>
        <w:tc>
          <w:tcPr>
            <w:tcW w:w="951" w:type="pct"/>
            <w:vAlign w:val="center"/>
          </w:tcPr>
          <w:p w14:paraId="39B4113A" w14:textId="2A578AB1" w:rsidR="00B922D9" w:rsidRPr="00292FB4" w:rsidRDefault="005C5EFC" w:rsidP="00B922D9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Perčič Mateja</w:t>
            </w:r>
          </w:p>
        </w:tc>
        <w:tc>
          <w:tcPr>
            <w:tcW w:w="1111" w:type="pct"/>
            <w:vAlign w:val="center"/>
          </w:tcPr>
          <w:p w14:paraId="4C05C386" w14:textId="04C2356D" w:rsidR="00B922D9" w:rsidRPr="00292FB4" w:rsidRDefault="00137D47" w:rsidP="00B922D9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Vodja oddelka –Finanč</w:t>
            </w:r>
            <w:r w:rsidR="003D0728" w:rsidRPr="00292FB4">
              <w:rPr>
                <w:rFonts w:cs="Arial"/>
                <w:sz w:val="18"/>
                <w:szCs w:val="18"/>
              </w:rPr>
              <w:t>ni kontrolor višji svetovalec I</w:t>
            </w:r>
          </w:p>
        </w:tc>
        <w:tc>
          <w:tcPr>
            <w:tcW w:w="1588" w:type="pct"/>
            <w:vAlign w:val="center"/>
          </w:tcPr>
          <w:p w14:paraId="142AC346" w14:textId="77777777" w:rsidR="00B922D9" w:rsidRPr="00292FB4" w:rsidRDefault="00137D47" w:rsidP="00B922D9">
            <w:pPr>
              <w:rPr>
                <w:rFonts w:cs="Arial"/>
                <w:sz w:val="18"/>
                <w:szCs w:val="18"/>
              </w:rPr>
            </w:pPr>
            <w:r w:rsidRPr="00292FB4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35" w:type="pct"/>
            <w:vAlign w:val="center"/>
          </w:tcPr>
          <w:p w14:paraId="479214DE" w14:textId="6EFA19C0" w:rsidR="00B922D9" w:rsidRPr="00292FB4" w:rsidRDefault="00EA44FF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A376A94" w14:textId="43CF4BDD" w:rsidR="00B922D9" w:rsidRPr="00292FB4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16D8C" w:rsidRPr="00292FB4" w14:paraId="5D6A1205" w14:textId="77777777" w:rsidTr="00417AAC">
        <w:trPr>
          <w:jc w:val="center"/>
        </w:trPr>
        <w:tc>
          <w:tcPr>
            <w:tcW w:w="951" w:type="pct"/>
            <w:vAlign w:val="center"/>
          </w:tcPr>
          <w:p w14:paraId="4177A479" w14:textId="4B1529FE" w:rsidR="00E16D8C" w:rsidRPr="00292FB4" w:rsidRDefault="00E16D8C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Krivec Karmen</w:t>
            </w:r>
          </w:p>
        </w:tc>
        <w:tc>
          <w:tcPr>
            <w:tcW w:w="1111" w:type="pct"/>
            <w:vAlign w:val="center"/>
          </w:tcPr>
          <w:p w14:paraId="25ED9BF0" w14:textId="45F4C773" w:rsidR="00E16D8C" w:rsidRPr="00292FB4" w:rsidRDefault="00E16D8C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  <w:vAlign w:val="center"/>
          </w:tcPr>
          <w:p w14:paraId="278401D5" w14:textId="6228D933" w:rsidR="00E16D8C" w:rsidRPr="00292FB4" w:rsidRDefault="00E16D8C" w:rsidP="00B922D9">
            <w:pPr>
              <w:rPr>
                <w:rFonts w:cs="Arial"/>
                <w:sz w:val="18"/>
                <w:szCs w:val="18"/>
              </w:rPr>
            </w:pPr>
            <w:r w:rsidRPr="00E16D8C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0E471256" w14:textId="4644332A" w:rsidR="00E16D8C" w:rsidRDefault="00E16D8C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57972B6E" w14:textId="3EF4B1A9" w:rsidR="00E16D8C" w:rsidRPr="00292FB4" w:rsidRDefault="00E16D8C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3D0728" w14:paraId="45F5979F" w14:textId="77777777" w:rsidTr="00417AAC">
        <w:trPr>
          <w:jc w:val="center"/>
        </w:trPr>
        <w:tc>
          <w:tcPr>
            <w:tcW w:w="951" w:type="pct"/>
            <w:vAlign w:val="center"/>
          </w:tcPr>
          <w:p w14:paraId="2301DBC5" w14:textId="60B0F13A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Simeunović Jana</w:t>
            </w:r>
          </w:p>
        </w:tc>
        <w:tc>
          <w:tcPr>
            <w:tcW w:w="1111" w:type="pct"/>
            <w:vAlign w:val="center"/>
          </w:tcPr>
          <w:p w14:paraId="1958CE57" w14:textId="0AF9BFDB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Finančni kontrolor višji svetovalec II</w:t>
            </w:r>
          </w:p>
        </w:tc>
        <w:tc>
          <w:tcPr>
            <w:tcW w:w="1588" w:type="pct"/>
            <w:vAlign w:val="center"/>
          </w:tcPr>
          <w:p w14:paraId="7EF094CD" w14:textId="575A2A1D" w:rsidR="003D0728" w:rsidRPr="00B922D9" w:rsidRDefault="003D0728" w:rsidP="00B922D9">
            <w:pPr>
              <w:rPr>
                <w:rFonts w:cs="Arial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E897B53" w14:textId="7FD4190B" w:rsidR="003D0728" w:rsidRPr="00B922D9" w:rsidRDefault="003D072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2B4D0CED" w14:textId="511CE119" w:rsidR="003D0728" w:rsidRPr="00B922D9" w:rsidRDefault="003D0728" w:rsidP="00B922D9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3D0728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5845FFC0" w14:textId="77777777" w:rsidTr="00417AAC">
        <w:trPr>
          <w:jc w:val="center"/>
        </w:trPr>
        <w:tc>
          <w:tcPr>
            <w:tcW w:w="951" w:type="pct"/>
            <w:vAlign w:val="center"/>
          </w:tcPr>
          <w:p w14:paraId="18C8734C" w14:textId="24971DCE" w:rsidR="00EB15B8" w:rsidRPr="003D0728" w:rsidRDefault="00EB15B8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Brejc Zoja</w:t>
            </w:r>
          </w:p>
        </w:tc>
        <w:tc>
          <w:tcPr>
            <w:tcW w:w="1111" w:type="pct"/>
            <w:vAlign w:val="center"/>
          </w:tcPr>
          <w:p w14:paraId="5CFBF131" w14:textId="152C2ABF" w:rsidR="00EB15B8" w:rsidRPr="003D0728" w:rsidRDefault="00EB15B8" w:rsidP="00B922D9">
            <w:pPr>
              <w:rPr>
                <w:rFonts w:cs="Arial"/>
                <w:sz w:val="18"/>
                <w:szCs w:val="18"/>
              </w:rPr>
            </w:pPr>
            <w:r w:rsidRPr="00EB15B8">
              <w:rPr>
                <w:rFonts w:cs="Arial"/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  <w:vAlign w:val="center"/>
          </w:tcPr>
          <w:p w14:paraId="4860C2B0" w14:textId="60244490" w:rsidR="00EB15B8" w:rsidRPr="003D0728" w:rsidRDefault="00EB15B8" w:rsidP="00B922D9">
            <w:pPr>
              <w:rPr>
                <w:rFonts w:cs="Arial"/>
                <w:sz w:val="18"/>
                <w:szCs w:val="18"/>
              </w:rPr>
            </w:pPr>
            <w:r w:rsidRPr="00EB15B8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319A444" w14:textId="14A550A8" w:rsidR="00EB15B8" w:rsidRDefault="00EB15B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49BFA5BC" w14:textId="14B41569" w:rsidR="00EB15B8" w:rsidRPr="003D0728" w:rsidRDefault="00EB15B8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7B5DD86B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0F12F2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Derlink Tatjana</w:t>
            </w:r>
          </w:p>
        </w:tc>
        <w:tc>
          <w:tcPr>
            <w:tcW w:w="1111" w:type="pct"/>
            <w:vAlign w:val="center"/>
          </w:tcPr>
          <w:p w14:paraId="3FAA923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</w:t>
            </w:r>
          </w:p>
        </w:tc>
        <w:tc>
          <w:tcPr>
            <w:tcW w:w="1588" w:type="pct"/>
          </w:tcPr>
          <w:p w14:paraId="0DB7C716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5E5D4F0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3CAE076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382DAB" w14:paraId="7DD276AC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0CE8751" w14:textId="281A886E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Erman Maja</w:t>
            </w:r>
          </w:p>
        </w:tc>
        <w:tc>
          <w:tcPr>
            <w:tcW w:w="1111" w:type="pct"/>
            <w:vAlign w:val="center"/>
          </w:tcPr>
          <w:p w14:paraId="1E2A0D70" w14:textId="0B42CB04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</w:tcPr>
          <w:p w14:paraId="4E524173" w14:textId="473C862E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4A5C8B8" w14:textId="013ED396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271222EC" w14:textId="1086F953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382DAB" w:rsidRPr="00CF5271" w14:paraId="1D40AB1E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873861F" w14:textId="585C2911" w:rsidR="00382DAB" w:rsidRPr="00CF5271" w:rsidRDefault="00382DAB" w:rsidP="00B922D9">
            <w:pPr>
              <w:rPr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Jeraša Tanja</w:t>
            </w:r>
          </w:p>
        </w:tc>
        <w:tc>
          <w:tcPr>
            <w:tcW w:w="1111" w:type="pct"/>
            <w:vAlign w:val="center"/>
          </w:tcPr>
          <w:p w14:paraId="62ED2AB4" w14:textId="5CB07415" w:rsidR="00382DAB" w:rsidRPr="00CF5271" w:rsidRDefault="00382DAB" w:rsidP="00B922D9">
            <w:pPr>
              <w:rPr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</w:tcPr>
          <w:p w14:paraId="3F8C1442" w14:textId="6CA2F3AB" w:rsidR="00382DAB" w:rsidRPr="00CF5271" w:rsidRDefault="00382DAB" w:rsidP="00B922D9">
            <w:pPr>
              <w:rPr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7BF1EBC9" w14:textId="17A8150C" w:rsidR="00382DAB" w:rsidRPr="00CF5271" w:rsidRDefault="00382DAB" w:rsidP="00B922D9">
            <w:pPr>
              <w:jc w:val="center"/>
              <w:rPr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0AEF669F" w14:textId="0C000173" w:rsidR="00382DAB" w:rsidRPr="00CF5271" w:rsidRDefault="00382DAB" w:rsidP="00B922D9">
            <w:pPr>
              <w:jc w:val="center"/>
              <w:rPr>
                <w:sz w:val="18"/>
                <w:szCs w:val="18"/>
              </w:rPr>
            </w:pPr>
            <w:r w:rsidRPr="00CF5271">
              <w:rPr>
                <w:sz w:val="18"/>
                <w:szCs w:val="18"/>
              </w:rPr>
              <w:t>DA</w:t>
            </w:r>
          </w:p>
        </w:tc>
      </w:tr>
      <w:tr w:rsidR="00382DAB" w14:paraId="5B30CAA8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3F4EAC83" w14:textId="7B0845A6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Mikić Tatjana</w:t>
            </w:r>
          </w:p>
        </w:tc>
        <w:tc>
          <w:tcPr>
            <w:tcW w:w="1111" w:type="pct"/>
            <w:vAlign w:val="center"/>
          </w:tcPr>
          <w:p w14:paraId="483CFB1A" w14:textId="60DA9FFF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Finančni kontrolor višji svetovalec  III</w:t>
            </w:r>
          </w:p>
        </w:tc>
        <w:tc>
          <w:tcPr>
            <w:tcW w:w="1588" w:type="pct"/>
          </w:tcPr>
          <w:p w14:paraId="6679E24B" w14:textId="3442DE0F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CEB4CE2" w14:textId="68615A77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9F15AB0" w14:textId="7FF31F17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25C0735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A3B3BDB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Šifrer Zorica</w:t>
            </w:r>
          </w:p>
        </w:tc>
        <w:tc>
          <w:tcPr>
            <w:tcW w:w="1111" w:type="pct"/>
            <w:vAlign w:val="center"/>
          </w:tcPr>
          <w:p w14:paraId="1D74099E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</w:tcPr>
          <w:p w14:paraId="07A1A9B3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5FF7ED73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455D422C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C20A1C" w14:paraId="058900CB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A389AA2" w14:textId="4BA3BE11" w:rsidR="00C20A1C" w:rsidRDefault="00C20A1C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Mrvar Tina</w:t>
            </w:r>
          </w:p>
        </w:tc>
        <w:tc>
          <w:tcPr>
            <w:tcW w:w="1111" w:type="pct"/>
            <w:vAlign w:val="center"/>
          </w:tcPr>
          <w:p w14:paraId="48910CEC" w14:textId="5A089BE0" w:rsidR="00C20A1C" w:rsidRDefault="00C20A1C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88" w:type="pct"/>
          </w:tcPr>
          <w:p w14:paraId="7FA98BED" w14:textId="02E637C9" w:rsidR="00C20A1C" w:rsidRDefault="00C20A1C" w:rsidP="00B922D9">
            <w:pPr>
              <w:rPr>
                <w:sz w:val="18"/>
                <w:szCs w:val="18"/>
              </w:rPr>
            </w:pPr>
            <w:r w:rsidRPr="00C20A1C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266A0D44" w14:textId="6A48014F" w:rsidR="00C20A1C" w:rsidRDefault="00C20A1C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4D8BC172" w14:textId="1B439E76" w:rsidR="00C20A1C" w:rsidRDefault="00C20A1C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935CB8" w14:paraId="148A9D72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890913E" w14:textId="77777777" w:rsidR="00935CB8" w:rsidRPr="00B922D9" w:rsidRDefault="00935CB8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Ramovš Vesna</w:t>
            </w:r>
          </w:p>
        </w:tc>
        <w:tc>
          <w:tcPr>
            <w:tcW w:w="1111" w:type="pct"/>
            <w:vAlign w:val="center"/>
          </w:tcPr>
          <w:p w14:paraId="7D20B5EF" w14:textId="262A0C0C" w:rsidR="00935CB8" w:rsidRPr="00B922D9" w:rsidRDefault="00935CB8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kontrolor specialist</w:t>
            </w:r>
            <w:r w:rsidR="007B5C8B">
              <w:rPr>
                <w:sz w:val="18"/>
                <w:szCs w:val="18"/>
              </w:rPr>
              <w:t xml:space="preserve"> II</w:t>
            </w:r>
          </w:p>
        </w:tc>
        <w:tc>
          <w:tcPr>
            <w:tcW w:w="1588" w:type="pct"/>
          </w:tcPr>
          <w:p w14:paraId="6AF09DCA" w14:textId="77777777" w:rsidR="00935CB8" w:rsidRPr="00B922D9" w:rsidRDefault="00935CB8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2BE233EA" w14:textId="77777777" w:rsidR="00935CB8" w:rsidRPr="00B922D9" w:rsidRDefault="00935CB8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FEE5048" w14:textId="77777777" w:rsidR="00935CB8" w:rsidRPr="00B922D9" w:rsidRDefault="00935CB8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</w:tbl>
    <w:p w14:paraId="6F3AA0AB" w14:textId="52DC2740" w:rsid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7DC6A61E" w14:textId="0F834D99" w:rsidR="007350C1" w:rsidRDefault="007350C1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B44A573" w14:textId="4C2E5163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27F52A4B" w14:textId="417740F3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70378CE" w14:textId="383FEC27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07535822" w14:textId="577D1DF8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75F38CA1" w14:textId="704F8EF8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72CAFAA" w14:textId="58ED1D09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B7FC03B" w14:textId="2F0EFAF2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6CBDF359" w14:textId="77777777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4F70E19" w14:textId="77777777" w:rsidR="00CF5271" w:rsidRPr="00B922D9" w:rsidRDefault="00CF5271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732C605" w14:textId="788D54A1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PRISPEVKE</w:t>
      </w:r>
    </w:p>
    <w:p w14:paraId="60F4A763" w14:textId="77777777" w:rsidR="00EB15B8" w:rsidRPr="00B922D9" w:rsidRDefault="00EB15B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31E37812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983"/>
        <w:gridCol w:w="2835"/>
        <w:gridCol w:w="1134"/>
        <w:gridCol w:w="1276"/>
      </w:tblGrid>
      <w:tr w:rsidR="007D6E6D" w14:paraId="6E5B7D8C" w14:textId="77777777" w:rsidTr="00417AAC">
        <w:trPr>
          <w:trHeight w:val="771"/>
          <w:jc w:val="center"/>
        </w:trPr>
        <w:tc>
          <w:tcPr>
            <w:tcW w:w="951" w:type="pct"/>
            <w:vAlign w:val="center"/>
          </w:tcPr>
          <w:p w14:paraId="7E82249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61C30E8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1310F7C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0CFE89F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1BFFF8E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45FBF7B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</w:tc>
      </w:tr>
      <w:tr w:rsidR="007D6E6D" w14:paraId="6C541D1F" w14:textId="77777777" w:rsidTr="00417AAC">
        <w:trPr>
          <w:trHeight w:val="771"/>
          <w:jc w:val="center"/>
        </w:trPr>
        <w:tc>
          <w:tcPr>
            <w:tcW w:w="951" w:type="pct"/>
            <w:vAlign w:val="center"/>
          </w:tcPr>
          <w:p w14:paraId="46EC620A" w14:textId="77777777" w:rsidR="00B922D9" w:rsidRPr="00B922D9" w:rsidRDefault="00137D47" w:rsidP="00B922D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Mirjana Oblak Sladič</w:t>
            </w:r>
          </w:p>
        </w:tc>
        <w:tc>
          <w:tcPr>
            <w:tcW w:w="1111" w:type="pct"/>
            <w:vAlign w:val="center"/>
          </w:tcPr>
          <w:p w14:paraId="7579EEF9" w14:textId="77777777" w:rsidR="00B922D9" w:rsidRPr="00B922D9" w:rsidRDefault="00137D47" w:rsidP="00B922D9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finančni kontrolor višji svetovalec I</w:t>
            </w:r>
          </w:p>
        </w:tc>
        <w:tc>
          <w:tcPr>
            <w:tcW w:w="1588" w:type="pct"/>
            <w:vAlign w:val="center"/>
          </w:tcPr>
          <w:p w14:paraId="61D1C263" w14:textId="77777777" w:rsidR="00B922D9" w:rsidRPr="00B922D9" w:rsidRDefault="00137D47" w:rsidP="00B922D9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 zadevah iz pristojnosti sektorja</w:t>
            </w:r>
          </w:p>
        </w:tc>
        <w:tc>
          <w:tcPr>
            <w:tcW w:w="635" w:type="pct"/>
            <w:vAlign w:val="center"/>
          </w:tcPr>
          <w:p w14:paraId="471B3A9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AA37889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0311F" w14:paraId="4CC8D0CA" w14:textId="77777777" w:rsidTr="0000311F">
        <w:trPr>
          <w:trHeight w:val="771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4591" w14:textId="77777777" w:rsidR="0000311F" w:rsidRPr="0000311F" w:rsidRDefault="0000311F" w:rsidP="0000311F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Globočnik Seljak Andrejka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A2F7" w14:textId="77777777" w:rsidR="0000311F" w:rsidRPr="0000311F" w:rsidRDefault="0000311F" w:rsidP="0000311F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CF05" w14:textId="77777777" w:rsidR="0000311F" w:rsidRPr="0000311F" w:rsidRDefault="0000311F" w:rsidP="0000311F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E53B" w14:textId="77777777" w:rsidR="0000311F" w:rsidRPr="0000311F" w:rsidRDefault="0000311F" w:rsidP="000031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0311F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F05D" w14:textId="77777777" w:rsidR="0000311F" w:rsidRPr="0000311F" w:rsidRDefault="0000311F" w:rsidP="0000311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0311F">
              <w:rPr>
                <w:rFonts w:cs="Arial"/>
                <w:b/>
                <w:sz w:val="18"/>
                <w:szCs w:val="18"/>
              </w:rPr>
              <w:t>DA</w:t>
            </w:r>
          </w:p>
        </w:tc>
      </w:tr>
      <w:tr w:rsidR="00382DAB" w14:paraId="40055742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178D" w14:textId="05962612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Hof Sonja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5936" w14:textId="76DEAEDF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300E" w14:textId="6D58A882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4ED9" w14:textId="406E1BD3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3926D" w14:textId="78EB51A4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382DAB" w14:paraId="704960A9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B5FB" w14:textId="2A0700A4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Hribernik Jaka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2C42" w14:textId="00A0234F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Finančni kontrolor višji svetovalec III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C428" w14:textId="03DE700D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06C0" w14:textId="66E43263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D3E2" w14:textId="6414301A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382DAB" w14:paraId="41966586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CF5F" w14:textId="5F92BF5B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Kajba Andreja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2850" w14:textId="03C6211C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</w:t>
            </w:r>
            <w:r w:rsidR="0000311F">
              <w:rPr>
                <w:sz w:val="18"/>
                <w:szCs w:val="18"/>
              </w:rPr>
              <w:t>ni kontrolor višji svetovalec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2C67" w14:textId="2BA90F28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2CC1" w14:textId="7B29CC96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D0EF" w14:textId="7203AEE6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00311F" w14:paraId="0A71C9B2" w14:textId="77777777" w:rsidTr="0000311F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2D7D" w14:textId="77777777" w:rsidR="0000311F" w:rsidRDefault="0000311F" w:rsidP="00D16D8F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Kolar Ana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9E242" w14:textId="77777777" w:rsidR="0000311F" w:rsidRPr="00B922D9" w:rsidRDefault="0000311F" w:rsidP="00D16D8F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 xml:space="preserve">Finančni kontrolor </w:t>
            </w:r>
            <w:r>
              <w:rPr>
                <w:sz w:val="18"/>
                <w:szCs w:val="18"/>
              </w:rPr>
              <w:t xml:space="preserve">višji </w:t>
            </w:r>
            <w:r w:rsidRPr="00382DAB">
              <w:rPr>
                <w:sz w:val="18"/>
                <w:szCs w:val="18"/>
              </w:rPr>
              <w:t xml:space="preserve">svetovalec </w:t>
            </w:r>
            <w:r>
              <w:rPr>
                <w:sz w:val="18"/>
                <w:szCs w:val="18"/>
              </w:rPr>
              <w:t>I</w:t>
            </w:r>
            <w:r w:rsidRPr="00382DAB">
              <w:rPr>
                <w:sz w:val="18"/>
                <w:szCs w:val="18"/>
              </w:rPr>
              <w:t>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F39D" w14:textId="77777777" w:rsidR="0000311F" w:rsidRPr="00B922D9" w:rsidRDefault="0000311F" w:rsidP="00D16D8F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AEC6" w14:textId="77777777" w:rsidR="0000311F" w:rsidRPr="00B922D9" w:rsidRDefault="0000311F" w:rsidP="00D16D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8226" w14:textId="77777777" w:rsidR="0000311F" w:rsidRPr="00B922D9" w:rsidRDefault="0000311F" w:rsidP="00D16D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3B78E209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1C84478" w14:textId="1ED52BD9" w:rsidR="00B922D9" w:rsidRPr="00B922D9" w:rsidRDefault="007B5C8B" w:rsidP="007B5C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Jelenc</w:t>
            </w:r>
            <w:r w:rsidR="00137D47" w:rsidRPr="00B922D9">
              <w:rPr>
                <w:sz w:val="18"/>
                <w:szCs w:val="18"/>
              </w:rPr>
              <w:t xml:space="preserve"> Sonja</w:t>
            </w:r>
          </w:p>
        </w:tc>
        <w:tc>
          <w:tcPr>
            <w:tcW w:w="1111" w:type="pct"/>
            <w:vAlign w:val="center"/>
          </w:tcPr>
          <w:p w14:paraId="3AF786BC" w14:textId="55673720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</w:t>
            </w:r>
            <w:r w:rsidR="0000311F">
              <w:rPr>
                <w:sz w:val="18"/>
                <w:szCs w:val="18"/>
              </w:rPr>
              <w:t>inančni kontrolor svetovalec II</w:t>
            </w:r>
          </w:p>
        </w:tc>
        <w:tc>
          <w:tcPr>
            <w:tcW w:w="1588" w:type="pct"/>
          </w:tcPr>
          <w:p w14:paraId="44F8BDA7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159083F7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64235B77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734E8224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27844C23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Pernuš Lara</w:t>
            </w:r>
          </w:p>
        </w:tc>
        <w:tc>
          <w:tcPr>
            <w:tcW w:w="1111" w:type="pct"/>
            <w:vAlign w:val="center"/>
          </w:tcPr>
          <w:p w14:paraId="19699E87" w14:textId="21A6CF74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</w:t>
            </w:r>
            <w:r w:rsidR="0000311F">
              <w:rPr>
                <w:sz w:val="18"/>
                <w:szCs w:val="18"/>
              </w:rPr>
              <w:t>inančni kontrolor svetovalec II</w:t>
            </w:r>
          </w:p>
        </w:tc>
        <w:tc>
          <w:tcPr>
            <w:tcW w:w="1588" w:type="pct"/>
          </w:tcPr>
          <w:p w14:paraId="03F36349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2B348A83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9B296C3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382DAB" w14:paraId="234463F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024DC5D" w14:textId="45432368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Sagadin Renata Tara</w:t>
            </w:r>
          </w:p>
        </w:tc>
        <w:tc>
          <w:tcPr>
            <w:tcW w:w="1111" w:type="pct"/>
            <w:vAlign w:val="center"/>
          </w:tcPr>
          <w:p w14:paraId="7126A357" w14:textId="187769C1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Finančni kontrolor svetovalec III</w:t>
            </w:r>
          </w:p>
        </w:tc>
        <w:tc>
          <w:tcPr>
            <w:tcW w:w="1588" w:type="pct"/>
          </w:tcPr>
          <w:p w14:paraId="72552C5A" w14:textId="0A6A8912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8935A54" w14:textId="0F7F63F8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57FD1611" w14:textId="0B0E28F6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50B8EB46" w14:textId="77777777" w:rsidTr="00417AAC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8DF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Viharnik Tjaša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5CB4" w14:textId="72DFE6D8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</w:t>
            </w:r>
            <w:r w:rsidR="0000311F">
              <w:rPr>
                <w:sz w:val="18"/>
                <w:szCs w:val="18"/>
              </w:rPr>
              <w:t>inančni kontrolor svetovalec 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37A9" w14:textId="77777777" w:rsidR="00B922D9" w:rsidRPr="00B922D9" w:rsidRDefault="00137D47" w:rsidP="00B922D9">
            <w:r w:rsidRPr="00B922D9">
              <w:rPr>
                <w:color w:val="000000" w:themeColor="text1"/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392C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FA3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color w:val="000000" w:themeColor="text1"/>
                <w:sz w:val="18"/>
                <w:szCs w:val="18"/>
              </w:rPr>
              <w:t>DA</w:t>
            </w:r>
          </w:p>
        </w:tc>
      </w:tr>
      <w:tr w:rsidR="007D6E6D" w14:paraId="5DAF55C8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20AA687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Selko Sabina</w:t>
            </w:r>
          </w:p>
        </w:tc>
        <w:tc>
          <w:tcPr>
            <w:tcW w:w="1111" w:type="pct"/>
            <w:vAlign w:val="center"/>
          </w:tcPr>
          <w:p w14:paraId="4475F0B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kontrolor specialist I</w:t>
            </w:r>
          </w:p>
        </w:tc>
        <w:tc>
          <w:tcPr>
            <w:tcW w:w="1588" w:type="pct"/>
          </w:tcPr>
          <w:p w14:paraId="7BA0C717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202AE0C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BDBE365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664DD335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2A7ACD6C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Žagar Jana</w:t>
            </w:r>
          </w:p>
        </w:tc>
        <w:tc>
          <w:tcPr>
            <w:tcW w:w="1111" w:type="pct"/>
            <w:vAlign w:val="center"/>
          </w:tcPr>
          <w:p w14:paraId="44277410" w14:textId="1E313F40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Višji </w:t>
            </w:r>
            <w:r w:rsidR="007B5C8B">
              <w:rPr>
                <w:sz w:val="18"/>
                <w:szCs w:val="18"/>
              </w:rPr>
              <w:t>finančni kontrolor specialist I</w:t>
            </w:r>
          </w:p>
        </w:tc>
        <w:tc>
          <w:tcPr>
            <w:tcW w:w="1588" w:type="pct"/>
          </w:tcPr>
          <w:p w14:paraId="389C5CC2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619F5B3C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397C080E" w14:textId="77777777" w:rsidR="00B922D9" w:rsidRPr="00B922D9" w:rsidRDefault="00137D47" w:rsidP="00B922D9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573FDEF9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7D13B2C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bookmarkStart w:id="2" w:name="_Hlk120699849"/>
            <w:r w:rsidRPr="00B922D9">
              <w:rPr>
                <w:sz w:val="18"/>
                <w:szCs w:val="18"/>
              </w:rPr>
              <w:t>Pagon Severina</w:t>
            </w:r>
          </w:p>
        </w:tc>
        <w:tc>
          <w:tcPr>
            <w:tcW w:w="1111" w:type="pct"/>
            <w:vAlign w:val="center"/>
          </w:tcPr>
          <w:p w14:paraId="77BDF65F" w14:textId="306FCEEF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Finančni kontrolor </w:t>
            </w:r>
            <w:r w:rsidR="0000311F">
              <w:rPr>
                <w:sz w:val="18"/>
                <w:szCs w:val="18"/>
              </w:rPr>
              <w:t xml:space="preserve">specialist </w:t>
            </w:r>
            <w:r w:rsidRPr="00B922D9">
              <w:rPr>
                <w:sz w:val="18"/>
                <w:szCs w:val="18"/>
              </w:rPr>
              <w:t>I</w:t>
            </w:r>
          </w:p>
        </w:tc>
        <w:tc>
          <w:tcPr>
            <w:tcW w:w="1588" w:type="pct"/>
          </w:tcPr>
          <w:p w14:paraId="4DA18D60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vAlign w:val="center"/>
          </w:tcPr>
          <w:p w14:paraId="49B9873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6D8660E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00311F" w14:paraId="56E37DFE" w14:textId="77777777" w:rsidTr="0000311F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874E" w14:textId="77777777" w:rsidR="0000311F" w:rsidRPr="00382DAB" w:rsidRDefault="0000311F" w:rsidP="00D16D8F">
            <w:pPr>
              <w:rPr>
                <w:sz w:val="18"/>
                <w:szCs w:val="18"/>
              </w:rPr>
            </w:pPr>
            <w:r w:rsidRPr="00EB15B8">
              <w:rPr>
                <w:sz w:val="18"/>
                <w:szCs w:val="18"/>
              </w:rPr>
              <w:t>Paulič David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6286" w14:textId="63FCFE6B" w:rsidR="0000311F" w:rsidRPr="00382DAB" w:rsidRDefault="0000311F" w:rsidP="00003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EB15B8">
              <w:rPr>
                <w:sz w:val="18"/>
                <w:szCs w:val="18"/>
              </w:rPr>
              <w:t>išji svetovalec</w:t>
            </w:r>
            <w:r>
              <w:rPr>
                <w:sz w:val="18"/>
                <w:szCs w:val="18"/>
              </w:rPr>
              <w:t xml:space="preserve"> – finančni forenzik </w:t>
            </w:r>
            <w:r w:rsidRPr="00EB15B8">
              <w:rPr>
                <w:sz w:val="18"/>
                <w:szCs w:val="18"/>
              </w:rPr>
              <w:t xml:space="preserve"> 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8871" w14:textId="77777777" w:rsidR="0000311F" w:rsidRPr="00382DAB" w:rsidRDefault="0000311F" w:rsidP="00D16D8F">
            <w:pPr>
              <w:rPr>
                <w:sz w:val="18"/>
                <w:szCs w:val="18"/>
              </w:rPr>
            </w:pPr>
            <w:r w:rsidRPr="00EB15B8">
              <w:rPr>
                <w:sz w:val="18"/>
                <w:szCs w:val="18"/>
              </w:rPr>
              <w:t>v upravnih ter davčnih postopkih iz pristojnosti oddelka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481E" w14:textId="77777777" w:rsidR="0000311F" w:rsidRDefault="0000311F" w:rsidP="00D16D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8468" w14:textId="77777777" w:rsidR="0000311F" w:rsidRDefault="0000311F" w:rsidP="00D16D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bookmarkEnd w:id="2"/>
    </w:tbl>
    <w:p w14:paraId="6F1CC1B6" w14:textId="166D990B" w:rsid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0594E8DB" w14:textId="77777777" w:rsidR="00F17378" w:rsidRDefault="00F17378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C5AC941" w14:textId="77777777" w:rsidR="00763AB6" w:rsidRPr="00B922D9" w:rsidRDefault="00763AB6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D404B91" w14:textId="12CFC194" w:rsid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SEKTOR ZA CARINJENJE</w:t>
      </w:r>
    </w:p>
    <w:p w14:paraId="4741FD91" w14:textId="77777777" w:rsidR="00EB15B8" w:rsidRPr="00B922D9" w:rsidRDefault="00EB15B8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</w:p>
    <w:p w14:paraId="669FDB9B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1990"/>
        <w:gridCol w:w="2830"/>
        <w:gridCol w:w="1143"/>
        <w:gridCol w:w="1266"/>
      </w:tblGrid>
      <w:tr w:rsidR="007D6E6D" w14:paraId="1F1B1C9C" w14:textId="77777777" w:rsidTr="00417AAC">
        <w:trPr>
          <w:jc w:val="center"/>
        </w:trPr>
        <w:tc>
          <w:tcPr>
            <w:tcW w:w="951" w:type="pct"/>
            <w:vAlign w:val="center"/>
          </w:tcPr>
          <w:p w14:paraId="1DB8B2A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5" w:type="pct"/>
            <w:vAlign w:val="center"/>
          </w:tcPr>
          <w:p w14:paraId="51AABFB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5" w:type="pct"/>
            <w:vAlign w:val="center"/>
          </w:tcPr>
          <w:p w14:paraId="1E89531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40" w:type="pct"/>
            <w:vAlign w:val="center"/>
          </w:tcPr>
          <w:p w14:paraId="1544F551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0" w:type="pct"/>
            <w:vAlign w:val="center"/>
          </w:tcPr>
          <w:p w14:paraId="1183F01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0D9F00D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27EF36EE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6E6D" w14:paraId="687C363A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E253F7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Kosmač Vojko</w:t>
            </w:r>
          </w:p>
        </w:tc>
        <w:tc>
          <w:tcPr>
            <w:tcW w:w="1115" w:type="pct"/>
            <w:vAlign w:val="center"/>
          </w:tcPr>
          <w:p w14:paraId="2600E4A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sektorja po pooblastilu - višji finančni svetnik </w:t>
            </w:r>
          </w:p>
        </w:tc>
        <w:tc>
          <w:tcPr>
            <w:tcW w:w="1585" w:type="pct"/>
            <w:vAlign w:val="center"/>
          </w:tcPr>
          <w:p w14:paraId="0B503FC6" w14:textId="5E777086" w:rsidR="00B922D9" w:rsidRPr="00B922D9" w:rsidRDefault="00137D47" w:rsidP="00F73EF4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 vseh upravnih zadevah iz pristojnosti </w:t>
            </w:r>
            <w:r w:rsidR="00F73EF4">
              <w:rPr>
                <w:rFonts w:cs="Arial"/>
                <w:sz w:val="18"/>
                <w:szCs w:val="18"/>
              </w:rPr>
              <w:t>urada</w:t>
            </w:r>
          </w:p>
        </w:tc>
        <w:tc>
          <w:tcPr>
            <w:tcW w:w="640" w:type="pct"/>
            <w:vAlign w:val="center"/>
          </w:tcPr>
          <w:p w14:paraId="20AB3A6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63EBCF4A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5F8F011" w14:textId="43309612" w:rsidR="0016747B" w:rsidRDefault="0016747B" w:rsidP="0016747B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9FA13E5" w14:textId="77777777" w:rsidR="0016747B" w:rsidRDefault="0016747B" w:rsidP="0016747B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CD12562" w14:textId="1DE556E8" w:rsidR="0016747B" w:rsidRPr="0016747B" w:rsidRDefault="00137D47" w:rsidP="0016747B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 xml:space="preserve">ODDELEK ZA CARINJENJE </w:t>
      </w:r>
    </w:p>
    <w:p w14:paraId="289ED84D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983"/>
        <w:gridCol w:w="2835"/>
        <w:gridCol w:w="1134"/>
        <w:gridCol w:w="1276"/>
      </w:tblGrid>
      <w:tr w:rsidR="007D6E6D" w14:paraId="48685199" w14:textId="77777777" w:rsidTr="00417AAC">
        <w:trPr>
          <w:jc w:val="center"/>
        </w:trPr>
        <w:tc>
          <w:tcPr>
            <w:tcW w:w="951" w:type="pct"/>
            <w:vAlign w:val="center"/>
          </w:tcPr>
          <w:p w14:paraId="70DCC24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6015585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2DEAA68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35" w:type="pct"/>
            <w:vAlign w:val="center"/>
          </w:tcPr>
          <w:p w14:paraId="1E04116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1D1BFC9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55B565A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2B0A6242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0903CFF0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50F2954" w14:textId="70163F72" w:rsidR="00B922D9" w:rsidRPr="00B922D9" w:rsidRDefault="00B37505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Šink Marjeta</w:t>
            </w:r>
          </w:p>
        </w:tc>
        <w:tc>
          <w:tcPr>
            <w:tcW w:w="1111" w:type="pct"/>
            <w:vAlign w:val="center"/>
          </w:tcPr>
          <w:p w14:paraId="11B1780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oddelka – </w:t>
            </w:r>
          </w:p>
          <w:p w14:paraId="605739D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8" w:type="pct"/>
            <w:vAlign w:val="center"/>
          </w:tcPr>
          <w:p w14:paraId="0D5343B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zadevah iz delovnega področja oddelka</w:t>
            </w:r>
          </w:p>
        </w:tc>
        <w:tc>
          <w:tcPr>
            <w:tcW w:w="635" w:type="pct"/>
            <w:vAlign w:val="center"/>
          </w:tcPr>
          <w:p w14:paraId="4E590C4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9381ED6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382DAB" w14:paraId="35B79F3C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32B8A04" w14:textId="7422E16C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Likozar Matjaž</w:t>
            </w:r>
          </w:p>
        </w:tc>
        <w:tc>
          <w:tcPr>
            <w:tcW w:w="1111" w:type="pct"/>
            <w:vAlign w:val="center"/>
          </w:tcPr>
          <w:p w14:paraId="185A9AD7" w14:textId="62275BE7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Višji finančni svetovalec inšpektor II</w:t>
            </w:r>
          </w:p>
        </w:tc>
        <w:tc>
          <w:tcPr>
            <w:tcW w:w="1588" w:type="pct"/>
          </w:tcPr>
          <w:p w14:paraId="66F2E659" w14:textId="0A330D55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0F7BBFAC" w14:textId="1FB73E75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1974ED13" w14:textId="6FD1FBFB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26E3FBC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5C42287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Peternel Rajko</w:t>
            </w:r>
          </w:p>
        </w:tc>
        <w:tc>
          <w:tcPr>
            <w:tcW w:w="1111" w:type="pct"/>
            <w:vAlign w:val="center"/>
          </w:tcPr>
          <w:p w14:paraId="71177A5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svetovalec inšpektor I</w:t>
            </w:r>
          </w:p>
        </w:tc>
        <w:tc>
          <w:tcPr>
            <w:tcW w:w="1588" w:type="pct"/>
          </w:tcPr>
          <w:p w14:paraId="2CBDCB1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082485D3" w14:textId="1D6884F1" w:rsidR="00B922D9" w:rsidRPr="00B922D9" w:rsidRDefault="00A36E13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C2EB50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382DAB" w14:paraId="147E4FB0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931A012" w14:textId="63FB7241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Istenič Irena</w:t>
            </w:r>
          </w:p>
        </w:tc>
        <w:tc>
          <w:tcPr>
            <w:tcW w:w="1111" w:type="pct"/>
            <w:vAlign w:val="center"/>
          </w:tcPr>
          <w:p w14:paraId="2FD6CFAC" w14:textId="7B81F033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Višji finančni svetovalec inšpektor III</w:t>
            </w:r>
          </w:p>
        </w:tc>
        <w:tc>
          <w:tcPr>
            <w:tcW w:w="1588" w:type="pct"/>
          </w:tcPr>
          <w:p w14:paraId="5EE9B9FF" w14:textId="38927D06" w:rsidR="00382DAB" w:rsidRPr="00B922D9" w:rsidRDefault="00382DAB" w:rsidP="00B922D9">
            <w:pPr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47915489" w14:textId="7C285B5E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 w:rsidRPr="00382DAB">
              <w:rPr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2D64F100" w14:textId="1EB59C9A" w:rsidR="00382DAB" w:rsidRPr="00B922D9" w:rsidRDefault="00382DA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23A93176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33DDABB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Kosmač Simona</w:t>
            </w:r>
          </w:p>
        </w:tc>
        <w:tc>
          <w:tcPr>
            <w:tcW w:w="1111" w:type="pct"/>
            <w:vAlign w:val="center"/>
          </w:tcPr>
          <w:p w14:paraId="46FCF39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svetovalec inšpektor I</w:t>
            </w:r>
          </w:p>
        </w:tc>
        <w:tc>
          <w:tcPr>
            <w:tcW w:w="1588" w:type="pct"/>
          </w:tcPr>
          <w:p w14:paraId="71193EB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7087FD65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2C1102E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3CE4CC37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3F32C5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Trkulja Željko</w:t>
            </w:r>
          </w:p>
        </w:tc>
        <w:tc>
          <w:tcPr>
            <w:tcW w:w="1111" w:type="pct"/>
            <w:vAlign w:val="center"/>
          </w:tcPr>
          <w:p w14:paraId="62F9FC0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svetovalec inšpektor I</w:t>
            </w:r>
          </w:p>
        </w:tc>
        <w:tc>
          <w:tcPr>
            <w:tcW w:w="1588" w:type="pct"/>
          </w:tcPr>
          <w:p w14:paraId="2B463EE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40E8241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24BE8AF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DF09B1" w14:paraId="7A0869E6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7180038" w14:textId="77777777" w:rsidR="00DF09B1" w:rsidRPr="00B922D9" w:rsidRDefault="00DF09B1" w:rsidP="00DF09B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Šimnovec Andreja</w:t>
            </w:r>
          </w:p>
        </w:tc>
        <w:tc>
          <w:tcPr>
            <w:tcW w:w="1111" w:type="pct"/>
            <w:vAlign w:val="center"/>
          </w:tcPr>
          <w:p w14:paraId="7ECD3749" w14:textId="77777777" w:rsidR="00DF09B1" w:rsidRPr="00B922D9" w:rsidRDefault="00DF09B1" w:rsidP="00DF09B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Carinik I   </w:t>
            </w:r>
          </w:p>
        </w:tc>
        <w:tc>
          <w:tcPr>
            <w:tcW w:w="1588" w:type="pct"/>
          </w:tcPr>
          <w:p w14:paraId="21CEEEA5" w14:textId="77777777" w:rsidR="00DF09B1" w:rsidRPr="00B922D9" w:rsidRDefault="00DF09B1" w:rsidP="00DF09B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5" w:type="pct"/>
            <w:vAlign w:val="center"/>
          </w:tcPr>
          <w:p w14:paraId="1AA604FD" w14:textId="77777777" w:rsidR="00DF09B1" w:rsidRPr="00B922D9" w:rsidRDefault="00DF09B1" w:rsidP="00DF09B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6E1A179A" w14:textId="77777777" w:rsidR="00DF09B1" w:rsidRPr="00B922D9" w:rsidRDefault="00DF09B1" w:rsidP="00DF09B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</w:tbl>
    <w:p w14:paraId="2FD39F9B" w14:textId="77777777" w:rsidR="00B922D9" w:rsidRPr="00B922D9" w:rsidRDefault="00137D47" w:rsidP="00B922D9">
      <w:pPr>
        <w:spacing w:line="240" w:lineRule="auto"/>
        <w:rPr>
          <w:rFonts w:cs="Arial"/>
          <w:sz w:val="18"/>
          <w:szCs w:val="18"/>
        </w:rPr>
      </w:pPr>
      <w:r w:rsidRPr="00B922D9">
        <w:rPr>
          <w:rFonts w:cs="Arial"/>
          <w:sz w:val="18"/>
          <w:szCs w:val="18"/>
        </w:rPr>
        <w:t>* odloča v enostavnih upravnih zadevah na I. stopnji, kjer se odločba izda na predpisanem obrazcu</w:t>
      </w:r>
    </w:p>
    <w:p w14:paraId="649ECB4F" w14:textId="5E2404CE" w:rsid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7D92030" w14:textId="4F93BAAF" w:rsidR="00EB15B8" w:rsidRPr="0016747B" w:rsidRDefault="00EB15B8" w:rsidP="0016747B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TARIC</w:t>
      </w:r>
    </w:p>
    <w:p w14:paraId="0E661FF4" w14:textId="1C9A235F" w:rsidR="00EB15B8" w:rsidRDefault="00EB15B8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1983"/>
        <w:gridCol w:w="2837"/>
        <w:gridCol w:w="1132"/>
        <w:gridCol w:w="1276"/>
      </w:tblGrid>
      <w:tr w:rsidR="00EB15B8" w14:paraId="275A88CD" w14:textId="77777777" w:rsidTr="00763913">
        <w:trPr>
          <w:jc w:val="center"/>
        </w:trPr>
        <w:tc>
          <w:tcPr>
            <w:tcW w:w="951" w:type="pct"/>
            <w:vAlign w:val="center"/>
          </w:tcPr>
          <w:p w14:paraId="19602EB8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1" w:type="pct"/>
            <w:vAlign w:val="center"/>
          </w:tcPr>
          <w:p w14:paraId="19ED19B2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9" w:type="pct"/>
            <w:vAlign w:val="center"/>
          </w:tcPr>
          <w:p w14:paraId="37FF74C4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34" w:type="pct"/>
            <w:vAlign w:val="center"/>
          </w:tcPr>
          <w:p w14:paraId="5E2F5865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595F08AF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2DDD144A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1560383F" w14:textId="77777777" w:rsidR="00EB15B8" w:rsidRPr="00B922D9" w:rsidRDefault="00EB15B8" w:rsidP="0076391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B15B8" w14:paraId="40673545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573EF7FD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Ravnik Matej</w:t>
            </w:r>
          </w:p>
        </w:tc>
        <w:tc>
          <w:tcPr>
            <w:tcW w:w="1111" w:type="pct"/>
            <w:vAlign w:val="center"/>
          </w:tcPr>
          <w:p w14:paraId="25BC84BF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oddelka – </w:t>
            </w:r>
          </w:p>
          <w:p w14:paraId="4C3D5313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  <w:vAlign w:val="center"/>
          </w:tcPr>
          <w:p w14:paraId="67A8E8E0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sektorja</w:t>
            </w:r>
          </w:p>
        </w:tc>
        <w:tc>
          <w:tcPr>
            <w:tcW w:w="634" w:type="pct"/>
            <w:vAlign w:val="center"/>
          </w:tcPr>
          <w:p w14:paraId="55FAC592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107A56F8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B15B8" w14:paraId="4FF2CE8E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5273755A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Godnjov Marjan</w:t>
            </w:r>
          </w:p>
        </w:tc>
        <w:tc>
          <w:tcPr>
            <w:tcW w:w="1111" w:type="pct"/>
            <w:vAlign w:val="center"/>
          </w:tcPr>
          <w:p w14:paraId="3269DD01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22504B01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7D5A1E75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054F5815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550A6948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3FCDB23C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Gmajnar Gaber</w:t>
            </w:r>
          </w:p>
        </w:tc>
        <w:tc>
          <w:tcPr>
            <w:tcW w:w="1111" w:type="pct"/>
            <w:vAlign w:val="center"/>
          </w:tcPr>
          <w:p w14:paraId="513B8947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740E4EB1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63EDDDB3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375F108B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1166533F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0B75BF42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Jošt Boštjan</w:t>
            </w:r>
          </w:p>
        </w:tc>
        <w:tc>
          <w:tcPr>
            <w:tcW w:w="1111" w:type="pct"/>
            <w:vAlign w:val="center"/>
          </w:tcPr>
          <w:p w14:paraId="3F37011F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3C32DA4E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05EDA63A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090EA1EA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3BA611F6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1D944512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Šavs Marjan</w:t>
            </w:r>
          </w:p>
        </w:tc>
        <w:tc>
          <w:tcPr>
            <w:tcW w:w="1111" w:type="pct"/>
            <w:vAlign w:val="center"/>
          </w:tcPr>
          <w:p w14:paraId="5C2A8B52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672FA313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29900B63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161195A1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6D088A08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6D0BE75A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Oman Mojca</w:t>
            </w:r>
          </w:p>
        </w:tc>
        <w:tc>
          <w:tcPr>
            <w:tcW w:w="1111" w:type="pct"/>
            <w:vAlign w:val="center"/>
          </w:tcPr>
          <w:p w14:paraId="7CB7517E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Višji carinik specialist I   </w:t>
            </w:r>
          </w:p>
        </w:tc>
        <w:tc>
          <w:tcPr>
            <w:tcW w:w="1589" w:type="pct"/>
          </w:tcPr>
          <w:p w14:paraId="1FBE3AE6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5FE6413A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1F612657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08BC7B57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7BA4381C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Košir Roman</w:t>
            </w:r>
          </w:p>
        </w:tc>
        <w:tc>
          <w:tcPr>
            <w:tcW w:w="1111" w:type="pct"/>
            <w:vAlign w:val="center"/>
          </w:tcPr>
          <w:p w14:paraId="660976E4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Carinik specialist I   </w:t>
            </w:r>
          </w:p>
        </w:tc>
        <w:tc>
          <w:tcPr>
            <w:tcW w:w="1589" w:type="pct"/>
          </w:tcPr>
          <w:p w14:paraId="1422F840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1C9A668D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6A5CE4A5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EB15B8" w14:paraId="619B932A" w14:textId="77777777" w:rsidTr="00763913">
        <w:trPr>
          <w:trHeight w:val="567"/>
          <w:jc w:val="center"/>
        </w:trPr>
        <w:tc>
          <w:tcPr>
            <w:tcW w:w="951" w:type="pct"/>
            <w:vAlign w:val="center"/>
          </w:tcPr>
          <w:p w14:paraId="41D47393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Šimic Egon</w:t>
            </w:r>
          </w:p>
        </w:tc>
        <w:tc>
          <w:tcPr>
            <w:tcW w:w="1111" w:type="pct"/>
            <w:vAlign w:val="center"/>
          </w:tcPr>
          <w:p w14:paraId="0E62A65F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Carinik specialist I   </w:t>
            </w:r>
          </w:p>
        </w:tc>
        <w:tc>
          <w:tcPr>
            <w:tcW w:w="1589" w:type="pct"/>
          </w:tcPr>
          <w:p w14:paraId="7995476D" w14:textId="77777777" w:rsidR="00EB15B8" w:rsidRPr="00B922D9" w:rsidRDefault="00EB15B8" w:rsidP="00763913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vAlign w:val="center"/>
          </w:tcPr>
          <w:p w14:paraId="6EE21449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72311FBD" w14:textId="77777777" w:rsidR="00EB15B8" w:rsidRPr="00B922D9" w:rsidRDefault="00EB15B8" w:rsidP="00763913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00311F" w14:paraId="36FB6FB1" w14:textId="77777777" w:rsidTr="0000311F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BA7E" w14:textId="77777777" w:rsidR="0000311F" w:rsidRPr="00B922D9" w:rsidRDefault="0000311F" w:rsidP="00D16D8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Dolenšek Roman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2F1F" w14:textId="6FB35FE9" w:rsidR="0000311F" w:rsidRPr="00B922D9" w:rsidRDefault="0000311F" w:rsidP="0000311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Višji svetovalec </w:t>
            </w:r>
            <w:r>
              <w:rPr>
                <w:rFonts w:cs="Arial"/>
                <w:sz w:val="18"/>
                <w:szCs w:val="18"/>
              </w:rPr>
              <w:t xml:space="preserve"> - finančni forenzik</w:t>
            </w:r>
            <w:r w:rsidRPr="00B922D9">
              <w:rPr>
                <w:rFonts w:cs="Arial"/>
                <w:sz w:val="18"/>
                <w:szCs w:val="18"/>
              </w:rPr>
              <w:t xml:space="preserve"> 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6657" w14:textId="77777777" w:rsidR="0000311F" w:rsidRPr="00B922D9" w:rsidRDefault="0000311F" w:rsidP="00D16D8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30CA4" w14:textId="77777777" w:rsidR="0000311F" w:rsidRPr="00B922D9" w:rsidRDefault="0000311F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E525" w14:textId="77777777" w:rsidR="0000311F" w:rsidRPr="00B922D9" w:rsidRDefault="0000311F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</w:tbl>
    <w:p w14:paraId="604BA929" w14:textId="484AF325" w:rsidR="00EB15B8" w:rsidRPr="00EB15B8" w:rsidRDefault="00EB15B8" w:rsidP="00B922D9">
      <w:pPr>
        <w:tabs>
          <w:tab w:val="left" w:pos="1701"/>
        </w:tabs>
        <w:spacing w:line="240" w:lineRule="auto"/>
        <w:rPr>
          <w:sz w:val="18"/>
          <w:szCs w:val="18"/>
          <w:lang w:eastAsia="sl-SI"/>
        </w:rPr>
      </w:pPr>
      <w:r w:rsidRPr="00EB15B8">
        <w:rPr>
          <w:sz w:val="18"/>
          <w:szCs w:val="18"/>
          <w:lang w:eastAsia="sl-SI"/>
        </w:rPr>
        <w:t>* odloča v enostavnih upravnih zadevah na I. stopnji, kjer se odločba izda na predpisanem obrazcu</w:t>
      </w:r>
    </w:p>
    <w:p w14:paraId="3AEA72E9" w14:textId="7FC3B553" w:rsidR="00B922D9" w:rsidRPr="00B922D9" w:rsidRDefault="0022049D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>
        <w:rPr>
          <w:b/>
          <w:sz w:val="22"/>
          <w:szCs w:val="22"/>
          <w:lang w:eastAsia="sl-SI"/>
        </w:rPr>
        <w:t>SEKTOR</w:t>
      </w:r>
      <w:r w:rsidR="00137D47" w:rsidRPr="00B922D9">
        <w:rPr>
          <w:b/>
          <w:sz w:val="22"/>
          <w:szCs w:val="22"/>
          <w:lang w:eastAsia="sl-SI"/>
        </w:rPr>
        <w:t xml:space="preserve"> ZA TOD</w:t>
      </w:r>
      <w:r>
        <w:rPr>
          <w:b/>
          <w:sz w:val="22"/>
          <w:szCs w:val="22"/>
          <w:lang w:eastAsia="sl-SI"/>
        </w:rPr>
        <w:t xml:space="preserve"> IN CBAM</w:t>
      </w:r>
      <w:r w:rsidR="00137D47" w:rsidRPr="00B922D9">
        <w:rPr>
          <w:b/>
          <w:sz w:val="22"/>
          <w:szCs w:val="22"/>
          <w:lang w:eastAsia="sl-SI"/>
        </w:rPr>
        <w:t xml:space="preserve"> </w:t>
      </w:r>
    </w:p>
    <w:p w14:paraId="4F472CFC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499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1986"/>
        <w:gridCol w:w="2834"/>
        <w:gridCol w:w="1134"/>
        <w:gridCol w:w="1268"/>
      </w:tblGrid>
      <w:tr w:rsidR="007D6E6D" w14:paraId="6747EF5B" w14:textId="77777777" w:rsidTr="00417AAC">
        <w:trPr>
          <w:jc w:val="center"/>
        </w:trPr>
        <w:tc>
          <w:tcPr>
            <w:tcW w:w="951" w:type="pct"/>
            <w:vAlign w:val="center"/>
          </w:tcPr>
          <w:p w14:paraId="78959F4D" w14:textId="77777777" w:rsidR="00B922D9" w:rsidRPr="00B922D9" w:rsidRDefault="00137D47" w:rsidP="00B922D9">
            <w:pPr>
              <w:spacing w:line="240" w:lineRule="auto"/>
              <w:ind w:left="-108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3" w:type="pct"/>
            <w:vAlign w:val="center"/>
          </w:tcPr>
          <w:p w14:paraId="1F0D526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9" w:type="pct"/>
            <w:vAlign w:val="center"/>
          </w:tcPr>
          <w:p w14:paraId="5D1FC00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36" w:type="pct"/>
            <w:vAlign w:val="center"/>
          </w:tcPr>
          <w:p w14:paraId="2617326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1" w:type="pct"/>
            <w:vAlign w:val="center"/>
          </w:tcPr>
          <w:p w14:paraId="62F63D90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1BA49F7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1586967D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7E75F37C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DB66DD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Arh Pretnar Saša</w:t>
            </w:r>
          </w:p>
        </w:tc>
        <w:tc>
          <w:tcPr>
            <w:tcW w:w="1113" w:type="pct"/>
            <w:vAlign w:val="center"/>
          </w:tcPr>
          <w:p w14:paraId="6AA1C87E" w14:textId="55045AB5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</w:t>
            </w:r>
            <w:r w:rsidR="0022049D">
              <w:rPr>
                <w:rFonts w:cs="Arial"/>
                <w:sz w:val="18"/>
                <w:szCs w:val="18"/>
              </w:rPr>
              <w:t>sektorja</w:t>
            </w:r>
            <w:r w:rsidRPr="00B922D9">
              <w:rPr>
                <w:rFonts w:cs="Arial"/>
                <w:sz w:val="18"/>
                <w:szCs w:val="18"/>
              </w:rPr>
              <w:t xml:space="preserve"> – </w:t>
            </w:r>
          </w:p>
          <w:p w14:paraId="5B958AB9" w14:textId="48C055D9" w:rsidR="00B922D9" w:rsidRPr="00B922D9" w:rsidRDefault="0022049D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finančni svetnik</w:t>
            </w:r>
          </w:p>
        </w:tc>
        <w:tc>
          <w:tcPr>
            <w:tcW w:w="1589" w:type="pct"/>
            <w:vAlign w:val="center"/>
          </w:tcPr>
          <w:p w14:paraId="12F7CC3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 vseh upravnih zadevah iz pristojnosti sektorja </w:t>
            </w:r>
          </w:p>
        </w:tc>
        <w:tc>
          <w:tcPr>
            <w:tcW w:w="636" w:type="pct"/>
            <w:vAlign w:val="center"/>
          </w:tcPr>
          <w:p w14:paraId="47619712" w14:textId="77777777" w:rsidR="00B922D9" w:rsidRPr="00B922D9" w:rsidRDefault="00137D47" w:rsidP="00B922D9">
            <w:pPr>
              <w:ind w:left="-111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1" w:type="pct"/>
            <w:vAlign w:val="center"/>
          </w:tcPr>
          <w:p w14:paraId="05ED5F84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1777C98D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0E0AE68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Arh Pretnar Saša</w:t>
            </w:r>
          </w:p>
        </w:tc>
        <w:tc>
          <w:tcPr>
            <w:tcW w:w="1113" w:type="pct"/>
            <w:vAlign w:val="center"/>
          </w:tcPr>
          <w:p w14:paraId="5672A8CD" w14:textId="77777777" w:rsidR="0022049D" w:rsidRPr="0022049D" w:rsidRDefault="0022049D" w:rsidP="0022049D">
            <w:pPr>
              <w:rPr>
                <w:rFonts w:cs="Arial"/>
                <w:sz w:val="18"/>
                <w:szCs w:val="18"/>
              </w:rPr>
            </w:pPr>
            <w:r w:rsidRPr="0022049D">
              <w:rPr>
                <w:rFonts w:cs="Arial"/>
                <w:sz w:val="18"/>
                <w:szCs w:val="18"/>
              </w:rPr>
              <w:t xml:space="preserve">Vodja sektorja – </w:t>
            </w:r>
          </w:p>
          <w:p w14:paraId="78656624" w14:textId="07C2B238" w:rsidR="00B922D9" w:rsidRPr="00B922D9" w:rsidRDefault="0022049D" w:rsidP="0022049D">
            <w:pPr>
              <w:rPr>
                <w:rFonts w:cs="Arial"/>
                <w:sz w:val="18"/>
                <w:szCs w:val="18"/>
              </w:rPr>
            </w:pPr>
            <w:r w:rsidRPr="0022049D">
              <w:rPr>
                <w:rFonts w:cs="Arial"/>
                <w:sz w:val="18"/>
                <w:szCs w:val="18"/>
              </w:rPr>
              <w:t>finančni svetnik</w:t>
            </w:r>
          </w:p>
        </w:tc>
        <w:tc>
          <w:tcPr>
            <w:tcW w:w="1589" w:type="pct"/>
            <w:vAlign w:val="center"/>
          </w:tcPr>
          <w:p w14:paraId="650C74A1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odločanje o izrednih pravnih sredstvih iz pristojnosti urada</w:t>
            </w:r>
          </w:p>
        </w:tc>
        <w:tc>
          <w:tcPr>
            <w:tcW w:w="636" w:type="pct"/>
            <w:vAlign w:val="center"/>
          </w:tcPr>
          <w:p w14:paraId="29E32094" w14:textId="77777777" w:rsidR="00B922D9" w:rsidRPr="00B922D9" w:rsidRDefault="00137D47" w:rsidP="00B922D9">
            <w:pPr>
              <w:ind w:left="-111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1" w:type="pct"/>
            <w:vAlign w:val="center"/>
          </w:tcPr>
          <w:p w14:paraId="09658A50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798EA52F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697BD95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Lazar Natalija</w:t>
            </w:r>
          </w:p>
        </w:tc>
        <w:tc>
          <w:tcPr>
            <w:tcW w:w="1113" w:type="pct"/>
            <w:vAlign w:val="center"/>
          </w:tcPr>
          <w:p w14:paraId="4F4D1A5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Finančni svetnik</w:t>
            </w:r>
          </w:p>
        </w:tc>
        <w:tc>
          <w:tcPr>
            <w:tcW w:w="1589" w:type="pct"/>
          </w:tcPr>
          <w:p w14:paraId="5BF88FF6" w14:textId="4AF0CAFF" w:rsidR="00B922D9" w:rsidRPr="00B922D9" w:rsidRDefault="00137D47" w:rsidP="00DD068E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 vseh upravnih zadevah iz delovnega področja </w:t>
            </w:r>
            <w:r w:rsidR="00DD068E">
              <w:rPr>
                <w:sz w:val="18"/>
                <w:szCs w:val="18"/>
              </w:rPr>
              <w:t>sektorja</w:t>
            </w:r>
          </w:p>
        </w:tc>
        <w:tc>
          <w:tcPr>
            <w:tcW w:w="636" w:type="pct"/>
            <w:vAlign w:val="center"/>
          </w:tcPr>
          <w:p w14:paraId="69B7C315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49C3D9F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155CDCD8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7063F9F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Poklukar Marjeta</w:t>
            </w:r>
          </w:p>
        </w:tc>
        <w:tc>
          <w:tcPr>
            <w:tcW w:w="1113" w:type="pct"/>
            <w:vAlign w:val="center"/>
          </w:tcPr>
          <w:p w14:paraId="4678E579" w14:textId="6E04843F" w:rsidR="00B922D9" w:rsidRPr="00B922D9" w:rsidRDefault="00137D47" w:rsidP="0000311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svetovalec inšpektor I</w:t>
            </w:r>
            <w:r w:rsidR="000031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89" w:type="pct"/>
          </w:tcPr>
          <w:p w14:paraId="27083916" w14:textId="572A7114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0182CA9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11A22B1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B92DDB" w14:paraId="41238D45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AA7FE80" w14:textId="62415D62" w:rsidR="00B92DDB" w:rsidRPr="00B922D9" w:rsidRDefault="00B92DDB" w:rsidP="00B922D9">
            <w:pPr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Pezić Jasmin</w:t>
            </w:r>
          </w:p>
        </w:tc>
        <w:tc>
          <w:tcPr>
            <w:tcW w:w="1113" w:type="pct"/>
            <w:vAlign w:val="center"/>
          </w:tcPr>
          <w:p w14:paraId="39DB42E0" w14:textId="0CB84E54" w:rsidR="00B92DDB" w:rsidRPr="00B922D9" w:rsidRDefault="00B92DDB" w:rsidP="00B922D9">
            <w:pPr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Višji finančni svetovalec inšpektor II</w:t>
            </w:r>
          </w:p>
        </w:tc>
        <w:tc>
          <w:tcPr>
            <w:tcW w:w="1589" w:type="pct"/>
          </w:tcPr>
          <w:p w14:paraId="2BA16511" w14:textId="65D50721" w:rsidR="00B92DDB" w:rsidRPr="00B922D9" w:rsidRDefault="00DD068E" w:rsidP="00B922D9">
            <w:pPr>
              <w:rPr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69AF00E9" w14:textId="7774452E" w:rsidR="00B92DDB" w:rsidRPr="00B922D9" w:rsidRDefault="00B92DDB" w:rsidP="00B922D9">
            <w:pPr>
              <w:jc w:val="center"/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79C2CC46" w14:textId="217985AB" w:rsidR="00B92DDB" w:rsidRPr="00B922D9" w:rsidRDefault="00B92DD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B92DDB" w14:paraId="21D0D8A7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18814C9B" w14:textId="32A9B884" w:rsidR="00B92DDB" w:rsidRPr="00B92DDB" w:rsidRDefault="00B92DDB" w:rsidP="00B922D9">
            <w:pPr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Šranc Damijan</w:t>
            </w:r>
          </w:p>
        </w:tc>
        <w:tc>
          <w:tcPr>
            <w:tcW w:w="1113" w:type="pct"/>
            <w:vAlign w:val="center"/>
          </w:tcPr>
          <w:p w14:paraId="33649FE4" w14:textId="5C353F38" w:rsidR="00B92DDB" w:rsidRPr="00B92DDB" w:rsidRDefault="00B92DDB" w:rsidP="00B922D9">
            <w:pPr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3656AF8B" w14:textId="4A26AF93" w:rsidR="00B92DDB" w:rsidRPr="00B92DDB" w:rsidRDefault="00DD068E" w:rsidP="00B922D9">
            <w:pPr>
              <w:rPr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36992670" w14:textId="33A18355" w:rsidR="00B92DDB" w:rsidRPr="00B92DDB" w:rsidRDefault="00B92DDB" w:rsidP="00B922D9">
            <w:pPr>
              <w:jc w:val="center"/>
              <w:rPr>
                <w:sz w:val="18"/>
                <w:szCs w:val="18"/>
              </w:rPr>
            </w:pPr>
            <w:r w:rsidRPr="00B92DDB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2C646058" w14:textId="565B12E8" w:rsidR="00B92DDB" w:rsidRDefault="00B92DDB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6B9AE066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2690F94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Tomakić Željko</w:t>
            </w:r>
          </w:p>
        </w:tc>
        <w:tc>
          <w:tcPr>
            <w:tcW w:w="1113" w:type="pct"/>
            <w:vAlign w:val="center"/>
          </w:tcPr>
          <w:p w14:paraId="22B756A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svetovalec inšpektor I</w:t>
            </w:r>
          </w:p>
        </w:tc>
        <w:tc>
          <w:tcPr>
            <w:tcW w:w="1589" w:type="pct"/>
          </w:tcPr>
          <w:p w14:paraId="6E84BFB6" w14:textId="599BDC11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75BBACA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3BDB6AB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0B5DAE" w14:paraId="39F4DC2A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30858780" w14:textId="5FAEB651" w:rsidR="000B5DAE" w:rsidRPr="00B922D9" w:rsidRDefault="000B5DAE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Kumro Senka</w:t>
            </w:r>
          </w:p>
        </w:tc>
        <w:tc>
          <w:tcPr>
            <w:tcW w:w="1113" w:type="pct"/>
            <w:vAlign w:val="center"/>
          </w:tcPr>
          <w:p w14:paraId="0DAC07A7" w14:textId="7D958BB4" w:rsidR="000B5DAE" w:rsidRPr="00B922D9" w:rsidRDefault="000B5DAE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svetovalec inšpektor III</w:t>
            </w:r>
          </w:p>
        </w:tc>
        <w:tc>
          <w:tcPr>
            <w:tcW w:w="1589" w:type="pct"/>
          </w:tcPr>
          <w:p w14:paraId="1BAE5674" w14:textId="3DC7126C" w:rsidR="000B5DAE" w:rsidRPr="00DD068E" w:rsidRDefault="000B5DAE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0A37703E" w14:textId="6C3453EC" w:rsidR="000B5DAE" w:rsidRPr="00B922D9" w:rsidRDefault="006B4E90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  <w:r w:rsidR="00977CFF">
              <w:rPr>
                <w:sz w:val="18"/>
                <w:szCs w:val="18"/>
              </w:rPr>
              <w:t>*</w:t>
            </w:r>
          </w:p>
        </w:tc>
        <w:tc>
          <w:tcPr>
            <w:tcW w:w="711" w:type="pct"/>
            <w:vAlign w:val="center"/>
          </w:tcPr>
          <w:p w14:paraId="0BD9B4AC" w14:textId="1FD200F6" w:rsidR="000B5DAE" w:rsidRPr="00B922D9" w:rsidRDefault="000B5DAE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00311F" w14:paraId="35FE89C2" w14:textId="77777777" w:rsidTr="0000311F">
        <w:trPr>
          <w:trHeight w:val="567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895E" w14:textId="77777777" w:rsidR="0000311F" w:rsidRPr="0000311F" w:rsidRDefault="0000311F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Midžan Sadmir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9D89" w14:textId="77777777" w:rsidR="0000311F" w:rsidRPr="0000311F" w:rsidRDefault="0000311F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svetovalec inšpektor 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680F" w14:textId="77777777" w:rsidR="0000311F" w:rsidRPr="0000311F" w:rsidRDefault="0000311F" w:rsidP="00D16D8F">
            <w:pPr>
              <w:rPr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F8BF" w14:textId="77777777" w:rsidR="0000311F" w:rsidRPr="0000311F" w:rsidRDefault="0000311F" w:rsidP="00D16D8F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B5D14" w14:textId="77777777" w:rsidR="0000311F" w:rsidRPr="0000311F" w:rsidRDefault="0000311F" w:rsidP="00D16D8F">
            <w:pPr>
              <w:jc w:val="center"/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8F7811" w14:paraId="0E133311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3DA4A100" w14:textId="0C8578DD" w:rsidR="008F7811" w:rsidRPr="00B922D9" w:rsidRDefault="00EB15B8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Abram Anita</w:t>
            </w:r>
          </w:p>
        </w:tc>
        <w:tc>
          <w:tcPr>
            <w:tcW w:w="1113" w:type="pct"/>
            <w:vAlign w:val="center"/>
          </w:tcPr>
          <w:p w14:paraId="6FC14FB8" w14:textId="41200E67" w:rsidR="008F7811" w:rsidRDefault="008F7811" w:rsidP="00C63E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svetovalec -inšpektor specialist III</w:t>
            </w:r>
          </w:p>
        </w:tc>
        <w:tc>
          <w:tcPr>
            <w:tcW w:w="1589" w:type="pct"/>
          </w:tcPr>
          <w:p w14:paraId="661C3410" w14:textId="5344DE98" w:rsidR="008F7811" w:rsidRPr="00B922D9" w:rsidRDefault="00DD068E" w:rsidP="00044288">
            <w:pPr>
              <w:rPr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63062B24" w14:textId="766B7496" w:rsidR="008F7811" w:rsidRPr="00B922D9" w:rsidRDefault="008F7811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7EB20267" w14:textId="0B08E86F" w:rsidR="008F7811" w:rsidRPr="00B922D9" w:rsidRDefault="008F7811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044288" w14:paraId="17423008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720E01ED" w14:textId="3FAB2F55" w:rsidR="00044288" w:rsidRDefault="00EB15B8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Lužnik Mišo</w:t>
            </w:r>
          </w:p>
        </w:tc>
        <w:tc>
          <w:tcPr>
            <w:tcW w:w="1113" w:type="pct"/>
            <w:vAlign w:val="center"/>
          </w:tcPr>
          <w:p w14:paraId="1E6CDADC" w14:textId="5665DC27" w:rsidR="00044288" w:rsidRDefault="00044288" w:rsidP="00C63E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svetovalec - inšpektor specialist III</w:t>
            </w:r>
          </w:p>
        </w:tc>
        <w:tc>
          <w:tcPr>
            <w:tcW w:w="1589" w:type="pct"/>
          </w:tcPr>
          <w:p w14:paraId="5114E3D7" w14:textId="56E98E5B" w:rsidR="00044288" w:rsidRDefault="00DD068E" w:rsidP="00B922D9">
            <w:pPr>
              <w:rPr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2975989B" w14:textId="33A7F23D" w:rsidR="00044288" w:rsidRDefault="00044288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1F6C428F" w14:textId="40500234" w:rsidR="00044288" w:rsidRDefault="00044288" w:rsidP="00B92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</w:t>
            </w:r>
          </w:p>
        </w:tc>
      </w:tr>
      <w:tr w:rsidR="007D6E6D" w14:paraId="7453CF08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A5AD1E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Kastelic Levin</w:t>
            </w:r>
          </w:p>
        </w:tc>
        <w:tc>
          <w:tcPr>
            <w:tcW w:w="1113" w:type="pct"/>
            <w:vAlign w:val="center"/>
          </w:tcPr>
          <w:p w14:paraId="1932B9C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Carinik specialist I   </w:t>
            </w:r>
          </w:p>
        </w:tc>
        <w:tc>
          <w:tcPr>
            <w:tcW w:w="1589" w:type="pct"/>
          </w:tcPr>
          <w:p w14:paraId="4A0D9F45" w14:textId="43BE7C2D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07A3F8B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3888D4A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0CD45C65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E3A4C1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Kobilica Por Lilijana</w:t>
            </w:r>
          </w:p>
        </w:tc>
        <w:tc>
          <w:tcPr>
            <w:tcW w:w="1113" w:type="pct"/>
            <w:vAlign w:val="center"/>
          </w:tcPr>
          <w:p w14:paraId="2D869EB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Carinik specialist I   </w:t>
            </w:r>
          </w:p>
        </w:tc>
        <w:tc>
          <w:tcPr>
            <w:tcW w:w="1589" w:type="pct"/>
          </w:tcPr>
          <w:p w14:paraId="2083DCCD" w14:textId="36447BAD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7DBA63C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7293028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0CA83337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49E94B7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Pivač Semir</w:t>
            </w:r>
          </w:p>
        </w:tc>
        <w:tc>
          <w:tcPr>
            <w:tcW w:w="1113" w:type="pct"/>
            <w:vAlign w:val="center"/>
          </w:tcPr>
          <w:p w14:paraId="1600AD4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Carinik specialist I   </w:t>
            </w:r>
          </w:p>
        </w:tc>
        <w:tc>
          <w:tcPr>
            <w:tcW w:w="1589" w:type="pct"/>
          </w:tcPr>
          <w:p w14:paraId="33038A14" w14:textId="1B72C3E4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29D4F79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6A2AF28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  <w:tr w:rsidR="007D6E6D" w14:paraId="093047E9" w14:textId="77777777" w:rsidTr="00417AAC">
        <w:trPr>
          <w:trHeight w:val="567"/>
          <w:jc w:val="center"/>
        </w:trPr>
        <w:tc>
          <w:tcPr>
            <w:tcW w:w="951" w:type="pct"/>
            <w:vAlign w:val="center"/>
          </w:tcPr>
          <w:p w14:paraId="2BC18199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Meglič Janez</w:t>
            </w:r>
          </w:p>
        </w:tc>
        <w:tc>
          <w:tcPr>
            <w:tcW w:w="1113" w:type="pct"/>
            <w:vAlign w:val="center"/>
          </w:tcPr>
          <w:p w14:paraId="3995A266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Carinik I</w:t>
            </w:r>
          </w:p>
        </w:tc>
        <w:tc>
          <w:tcPr>
            <w:tcW w:w="1589" w:type="pct"/>
          </w:tcPr>
          <w:p w14:paraId="3C83F866" w14:textId="24187CF4" w:rsidR="00B922D9" w:rsidRPr="00B922D9" w:rsidRDefault="00DD068E" w:rsidP="00B922D9">
            <w:pPr>
              <w:rPr>
                <w:rFonts w:cs="Arial"/>
                <w:sz w:val="18"/>
                <w:szCs w:val="18"/>
              </w:rPr>
            </w:pPr>
            <w:r w:rsidRPr="00DD068E">
              <w:rPr>
                <w:sz w:val="18"/>
                <w:szCs w:val="18"/>
              </w:rPr>
              <w:t>v vseh upravnih zadevah iz delovnega področja sektorja</w:t>
            </w:r>
          </w:p>
        </w:tc>
        <w:tc>
          <w:tcPr>
            <w:tcW w:w="636" w:type="pct"/>
            <w:vAlign w:val="center"/>
          </w:tcPr>
          <w:p w14:paraId="2DDD36A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NE*</w:t>
            </w:r>
          </w:p>
        </w:tc>
        <w:tc>
          <w:tcPr>
            <w:tcW w:w="711" w:type="pct"/>
            <w:vAlign w:val="center"/>
          </w:tcPr>
          <w:p w14:paraId="1A855C3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DA</w:t>
            </w:r>
          </w:p>
        </w:tc>
      </w:tr>
    </w:tbl>
    <w:p w14:paraId="1C436E85" w14:textId="77777777" w:rsidR="00B922D9" w:rsidRPr="00B922D9" w:rsidRDefault="00B922D9" w:rsidP="00B922D9">
      <w:pPr>
        <w:spacing w:line="240" w:lineRule="auto"/>
        <w:rPr>
          <w:rFonts w:cs="Arial"/>
          <w:sz w:val="18"/>
          <w:szCs w:val="18"/>
        </w:rPr>
      </w:pPr>
    </w:p>
    <w:p w14:paraId="61F3929F" w14:textId="77777777" w:rsidR="00B922D9" w:rsidRPr="00B922D9" w:rsidRDefault="00137D47" w:rsidP="00B922D9">
      <w:pPr>
        <w:spacing w:line="240" w:lineRule="auto"/>
        <w:rPr>
          <w:rFonts w:cs="Arial"/>
          <w:sz w:val="18"/>
          <w:szCs w:val="18"/>
        </w:rPr>
      </w:pPr>
      <w:r w:rsidRPr="00B922D9">
        <w:rPr>
          <w:rFonts w:cs="Arial"/>
          <w:sz w:val="18"/>
          <w:szCs w:val="18"/>
        </w:rPr>
        <w:t>* odloča v enostavnih upravnih zadevah na I. stopnji, kjer se odločba izda na predpisanem obrazcu</w:t>
      </w:r>
    </w:p>
    <w:p w14:paraId="0C82B0BF" w14:textId="77777777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8957136" w14:textId="61A34E93" w:rsidR="00763AB6" w:rsidRDefault="00763AB6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B452C93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p w14:paraId="4742CD0B" w14:textId="131A7502" w:rsidR="00B922D9" w:rsidRDefault="00B922D9" w:rsidP="00B922D9">
      <w:pPr>
        <w:spacing w:line="240" w:lineRule="auto"/>
        <w:rPr>
          <w:b/>
          <w:sz w:val="22"/>
          <w:szCs w:val="22"/>
        </w:rPr>
      </w:pPr>
    </w:p>
    <w:p w14:paraId="181FF6B6" w14:textId="05B9311F" w:rsidR="00763AB6" w:rsidRDefault="00763AB6" w:rsidP="00B922D9">
      <w:pPr>
        <w:spacing w:line="240" w:lineRule="auto"/>
        <w:rPr>
          <w:b/>
          <w:sz w:val="22"/>
          <w:szCs w:val="22"/>
        </w:rPr>
      </w:pPr>
    </w:p>
    <w:p w14:paraId="26ACD184" w14:textId="7C8B492A" w:rsidR="00CF5271" w:rsidRDefault="00CF5271" w:rsidP="00B922D9">
      <w:pPr>
        <w:spacing w:line="240" w:lineRule="auto"/>
        <w:rPr>
          <w:b/>
          <w:sz w:val="22"/>
          <w:szCs w:val="22"/>
        </w:rPr>
      </w:pPr>
    </w:p>
    <w:p w14:paraId="0682CCA5" w14:textId="77777777" w:rsidR="00EB15B8" w:rsidRDefault="00EB15B8" w:rsidP="00B922D9">
      <w:pPr>
        <w:spacing w:line="240" w:lineRule="auto"/>
        <w:rPr>
          <w:b/>
          <w:sz w:val="22"/>
          <w:szCs w:val="22"/>
        </w:rPr>
      </w:pPr>
    </w:p>
    <w:p w14:paraId="2FCFA748" w14:textId="77777777" w:rsidR="00CF5271" w:rsidRDefault="00CF5271" w:rsidP="00B922D9">
      <w:pPr>
        <w:spacing w:line="240" w:lineRule="auto"/>
        <w:rPr>
          <w:b/>
          <w:sz w:val="22"/>
          <w:szCs w:val="22"/>
        </w:rPr>
      </w:pPr>
    </w:p>
    <w:p w14:paraId="51FF03A2" w14:textId="0A9052B0" w:rsidR="00CF5271" w:rsidRDefault="00CF5271" w:rsidP="00B922D9">
      <w:pPr>
        <w:spacing w:line="240" w:lineRule="auto"/>
        <w:rPr>
          <w:b/>
          <w:sz w:val="22"/>
          <w:szCs w:val="22"/>
        </w:rPr>
      </w:pPr>
    </w:p>
    <w:p w14:paraId="5DC0D039" w14:textId="77777777" w:rsidR="00CF5271" w:rsidRPr="00B922D9" w:rsidRDefault="00CF5271" w:rsidP="00B922D9">
      <w:pPr>
        <w:spacing w:line="240" w:lineRule="auto"/>
        <w:rPr>
          <w:b/>
          <w:sz w:val="22"/>
          <w:szCs w:val="22"/>
        </w:rPr>
      </w:pPr>
    </w:p>
    <w:p w14:paraId="68C0F0E4" w14:textId="77777777" w:rsidR="00B922D9" w:rsidRPr="00B922D9" w:rsidRDefault="00137D47" w:rsidP="00B922D9">
      <w:pPr>
        <w:spacing w:line="240" w:lineRule="auto"/>
        <w:jc w:val="center"/>
        <w:rPr>
          <w:rFonts w:cs="Arial"/>
          <w:sz w:val="18"/>
          <w:szCs w:val="18"/>
        </w:rPr>
      </w:pPr>
      <w:r w:rsidRPr="00B922D9">
        <w:rPr>
          <w:b/>
          <w:sz w:val="22"/>
          <w:szCs w:val="22"/>
        </w:rPr>
        <w:t>SEKTOR ZA NADZOR</w:t>
      </w:r>
    </w:p>
    <w:p w14:paraId="4CE6491F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982"/>
        <w:gridCol w:w="2837"/>
        <w:gridCol w:w="1137"/>
        <w:gridCol w:w="1269"/>
      </w:tblGrid>
      <w:tr w:rsidR="007D6E6D" w14:paraId="06C63AC7" w14:textId="77777777" w:rsidTr="006E53EB">
        <w:trPr>
          <w:trHeight w:val="958"/>
          <w:jc w:val="center"/>
        </w:trPr>
        <w:tc>
          <w:tcPr>
            <w:tcW w:w="953" w:type="pct"/>
            <w:vAlign w:val="center"/>
          </w:tcPr>
          <w:p w14:paraId="3990127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0" w:type="pct"/>
            <w:vAlign w:val="center"/>
          </w:tcPr>
          <w:p w14:paraId="6722124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9" w:type="pct"/>
            <w:vAlign w:val="center"/>
          </w:tcPr>
          <w:p w14:paraId="2124624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7" w:type="pct"/>
            <w:vAlign w:val="center"/>
          </w:tcPr>
          <w:p w14:paraId="0BDBC70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1" w:type="pct"/>
            <w:vAlign w:val="center"/>
          </w:tcPr>
          <w:p w14:paraId="096FA4C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1B11071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774AAC70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6E6D" w14:paraId="0573AE3B" w14:textId="77777777" w:rsidTr="006E53EB">
        <w:trPr>
          <w:jc w:val="center"/>
        </w:trPr>
        <w:tc>
          <w:tcPr>
            <w:tcW w:w="953" w:type="pct"/>
            <w:vAlign w:val="center"/>
          </w:tcPr>
          <w:p w14:paraId="7DC9A1F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Brecelj Petra</w:t>
            </w:r>
          </w:p>
        </w:tc>
        <w:tc>
          <w:tcPr>
            <w:tcW w:w="1110" w:type="pct"/>
            <w:vAlign w:val="center"/>
          </w:tcPr>
          <w:p w14:paraId="3B5720A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sektorja – </w:t>
            </w:r>
          </w:p>
          <w:p w14:paraId="188C68D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inšpektor svetnik</w:t>
            </w:r>
          </w:p>
        </w:tc>
        <w:tc>
          <w:tcPr>
            <w:tcW w:w="1589" w:type="pct"/>
            <w:vAlign w:val="center"/>
          </w:tcPr>
          <w:p w14:paraId="5D9E75C4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 in upravnih zadevah iz pristojnosti urada</w:t>
            </w:r>
          </w:p>
        </w:tc>
        <w:tc>
          <w:tcPr>
            <w:tcW w:w="637" w:type="pct"/>
            <w:vAlign w:val="center"/>
          </w:tcPr>
          <w:p w14:paraId="2318B77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1" w:type="pct"/>
            <w:vAlign w:val="center"/>
          </w:tcPr>
          <w:p w14:paraId="06444E12" w14:textId="77777777" w:rsidR="00B922D9" w:rsidRPr="00B922D9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1EFCEEC" w14:textId="77777777" w:rsidR="00B922D9" w:rsidRPr="00B922D9" w:rsidRDefault="00B922D9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327567D1" w14:textId="03154EF9" w:rsidR="0016747B" w:rsidRDefault="0016747B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63834626" w14:textId="77777777" w:rsidR="003B63A8" w:rsidRPr="00B922D9" w:rsidRDefault="003B63A8" w:rsidP="00B922D9">
      <w:pPr>
        <w:spacing w:line="240" w:lineRule="auto"/>
        <w:jc w:val="both"/>
        <w:rPr>
          <w:rFonts w:cs="Arial"/>
          <w:b/>
          <w:bCs/>
          <w:sz w:val="22"/>
          <w:szCs w:val="22"/>
        </w:rPr>
      </w:pPr>
    </w:p>
    <w:p w14:paraId="435B9E12" w14:textId="77777777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FINANČNI NADZOR 1</w:t>
      </w:r>
    </w:p>
    <w:p w14:paraId="2CCBDDED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985"/>
        <w:gridCol w:w="2835"/>
        <w:gridCol w:w="1134"/>
        <w:gridCol w:w="1276"/>
      </w:tblGrid>
      <w:tr w:rsidR="007D6E6D" w14:paraId="3677FC9F" w14:textId="77777777" w:rsidTr="00417AAC">
        <w:trPr>
          <w:trHeight w:val="927"/>
          <w:jc w:val="center"/>
        </w:trPr>
        <w:tc>
          <w:tcPr>
            <w:tcW w:w="950" w:type="pct"/>
            <w:vAlign w:val="center"/>
          </w:tcPr>
          <w:p w14:paraId="240D8838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2" w:type="pct"/>
            <w:vAlign w:val="center"/>
          </w:tcPr>
          <w:p w14:paraId="362F8BE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5916382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44748B27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460B3B5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37F0998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243F965C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6E6D" w14:paraId="6DF140DB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34233841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Kovačič Vesna</w:t>
            </w:r>
          </w:p>
          <w:p w14:paraId="4631DCF2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2" w:type="pct"/>
            <w:vAlign w:val="center"/>
          </w:tcPr>
          <w:p w14:paraId="01F606C3" w14:textId="63621F9B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oddelka </w:t>
            </w:r>
            <w:r w:rsidR="00F73EF4">
              <w:rPr>
                <w:rFonts w:cs="Arial"/>
                <w:sz w:val="18"/>
                <w:szCs w:val="18"/>
              </w:rPr>
              <w:t xml:space="preserve">po pooblastilu </w:t>
            </w:r>
            <w:r w:rsidRPr="00B922D9">
              <w:rPr>
                <w:rFonts w:cs="Arial"/>
                <w:sz w:val="18"/>
                <w:szCs w:val="18"/>
              </w:rPr>
              <w:t xml:space="preserve">– </w:t>
            </w:r>
          </w:p>
          <w:p w14:paraId="566E07F5" w14:textId="4F3F8290" w:rsidR="00B922D9" w:rsidRPr="00B922D9" w:rsidRDefault="00137D47" w:rsidP="00D620E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inšpektor </w:t>
            </w:r>
            <w:r w:rsidR="00D620E9">
              <w:rPr>
                <w:rFonts w:cs="Arial"/>
                <w:sz w:val="18"/>
                <w:szCs w:val="18"/>
              </w:rPr>
              <w:t>svetnik</w:t>
            </w:r>
          </w:p>
        </w:tc>
        <w:tc>
          <w:tcPr>
            <w:tcW w:w="1588" w:type="pct"/>
            <w:vAlign w:val="center"/>
          </w:tcPr>
          <w:p w14:paraId="563426C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29C0C34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630FBDCD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69AF326B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B51F42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Kučič Marjanca</w:t>
            </w:r>
          </w:p>
        </w:tc>
        <w:tc>
          <w:tcPr>
            <w:tcW w:w="1112" w:type="pct"/>
            <w:vAlign w:val="center"/>
          </w:tcPr>
          <w:p w14:paraId="7210CA9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  <w:vAlign w:val="center"/>
          </w:tcPr>
          <w:p w14:paraId="0939132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6DA12C7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5B33B4E2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793C0A63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012E176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Čaplo Romana</w:t>
            </w:r>
          </w:p>
        </w:tc>
        <w:tc>
          <w:tcPr>
            <w:tcW w:w="1112" w:type="pct"/>
            <w:vAlign w:val="center"/>
          </w:tcPr>
          <w:p w14:paraId="6045814B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657E0C23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2FA4839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555A0343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B92DDB" w14:paraId="4F3F98F6" w14:textId="77777777" w:rsidTr="00607601">
        <w:trPr>
          <w:trHeight w:val="567"/>
          <w:jc w:val="center"/>
        </w:trPr>
        <w:tc>
          <w:tcPr>
            <w:tcW w:w="950" w:type="pct"/>
            <w:vAlign w:val="center"/>
          </w:tcPr>
          <w:p w14:paraId="6680FD77" w14:textId="77777777" w:rsidR="00B92DDB" w:rsidRPr="00B922D9" w:rsidRDefault="00B92DDB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Čengija Magdalena</w:t>
            </w:r>
          </w:p>
        </w:tc>
        <w:tc>
          <w:tcPr>
            <w:tcW w:w="1112" w:type="pct"/>
            <w:vAlign w:val="center"/>
          </w:tcPr>
          <w:p w14:paraId="7D88ACBF" w14:textId="77777777" w:rsidR="00B92DDB" w:rsidRPr="00B922D9" w:rsidRDefault="00B92DDB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7F581883" w14:textId="77777777" w:rsidR="00B92DDB" w:rsidRPr="00B922D9" w:rsidRDefault="00B92DDB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71B166FA" w14:textId="77777777" w:rsidR="00B92DDB" w:rsidRPr="00B922D9" w:rsidRDefault="00B92DDB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3DC87BBB" w14:textId="77777777" w:rsidR="00B92DDB" w:rsidRPr="00B922D9" w:rsidRDefault="00B92DDB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05BF2677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0F676B2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Gračnar Aleš</w:t>
            </w:r>
          </w:p>
        </w:tc>
        <w:tc>
          <w:tcPr>
            <w:tcW w:w="1112" w:type="pct"/>
            <w:vAlign w:val="center"/>
          </w:tcPr>
          <w:p w14:paraId="0D85B1E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5D058C88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38ED130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A00A4CC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4E0343" w14:paraId="6E7C8F62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61DF13C" w14:textId="0F53A777" w:rsidR="004E0343" w:rsidRPr="00B922D9" w:rsidRDefault="004E0343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Hrovat Alja</w:t>
            </w:r>
          </w:p>
        </w:tc>
        <w:tc>
          <w:tcPr>
            <w:tcW w:w="1112" w:type="pct"/>
            <w:vAlign w:val="center"/>
          </w:tcPr>
          <w:p w14:paraId="55BC6FB9" w14:textId="53252AE5" w:rsidR="004E0343" w:rsidRPr="00B922D9" w:rsidRDefault="004E0343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inšpektor II</w:t>
            </w:r>
          </w:p>
        </w:tc>
        <w:tc>
          <w:tcPr>
            <w:tcW w:w="1588" w:type="pct"/>
          </w:tcPr>
          <w:p w14:paraId="3916FFBF" w14:textId="336C4AC1" w:rsidR="004E0343" w:rsidRPr="00B922D9" w:rsidRDefault="004E0343" w:rsidP="00B922D9">
            <w:pPr>
              <w:rPr>
                <w:rFonts w:cs="Arial"/>
                <w:sz w:val="18"/>
                <w:szCs w:val="18"/>
              </w:rPr>
            </w:pPr>
            <w:r w:rsidRPr="004E0343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425E1FAC" w14:textId="4571F30C" w:rsidR="004E0343" w:rsidRPr="00B922D9" w:rsidRDefault="004E0343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2FF1E8CB" w14:textId="77777777" w:rsidR="004E0343" w:rsidRPr="00B922D9" w:rsidRDefault="004E0343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6A93CBB8" w14:textId="77777777" w:rsidTr="00607601">
        <w:trPr>
          <w:trHeight w:val="567"/>
          <w:jc w:val="center"/>
        </w:trPr>
        <w:tc>
          <w:tcPr>
            <w:tcW w:w="950" w:type="pct"/>
            <w:vAlign w:val="center"/>
          </w:tcPr>
          <w:p w14:paraId="2ADBF404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Kocjančič Lidija</w:t>
            </w:r>
          </w:p>
        </w:tc>
        <w:tc>
          <w:tcPr>
            <w:tcW w:w="1112" w:type="pct"/>
            <w:vAlign w:val="center"/>
          </w:tcPr>
          <w:p w14:paraId="532CFC3E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7FD5B89A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4517E33B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0752EDE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641C7D8E" w14:textId="77777777" w:rsidTr="00607601">
        <w:trPr>
          <w:trHeight w:val="567"/>
          <w:jc w:val="center"/>
        </w:trPr>
        <w:tc>
          <w:tcPr>
            <w:tcW w:w="950" w:type="pct"/>
            <w:vAlign w:val="center"/>
          </w:tcPr>
          <w:p w14:paraId="7F8929CD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Kozomara Marija</w:t>
            </w:r>
          </w:p>
        </w:tc>
        <w:tc>
          <w:tcPr>
            <w:tcW w:w="1112" w:type="pct"/>
            <w:vAlign w:val="center"/>
          </w:tcPr>
          <w:p w14:paraId="4C159402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72DBF85A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7BD3768C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A77E1C0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57C45E96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BF16C2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Palovšnik Andrej</w:t>
            </w:r>
          </w:p>
        </w:tc>
        <w:tc>
          <w:tcPr>
            <w:tcW w:w="1112" w:type="pct"/>
            <w:vAlign w:val="center"/>
          </w:tcPr>
          <w:p w14:paraId="57CFB81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56D6179B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6E54798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39C86480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2177CBF7" w14:textId="77777777" w:rsidTr="00607601">
        <w:trPr>
          <w:trHeight w:val="567"/>
          <w:jc w:val="center"/>
        </w:trPr>
        <w:tc>
          <w:tcPr>
            <w:tcW w:w="950" w:type="pct"/>
            <w:vAlign w:val="center"/>
          </w:tcPr>
          <w:p w14:paraId="439604C8" w14:textId="77777777" w:rsidR="005D7FE3" w:rsidRPr="00B922D9" w:rsidRDefault="005D7FE3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Peternel Iva</w:t>
            </w:r>
          </w:p>
        </w:tc>
        <w:tc>
          <w:tcPr>
            <w:tcW w:w="1112" w:type="pct"/>
            <w:vAlign w:val="center"/>
          </w:tcPr>
          <w:p w14:paraId="6D4232F0" w14:textId="4C7A1207" w:rsidR="005D7FE3" w:rsidRPr="00B922D9" w:rsidRDefault="005D7FE3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inšpektor I</w:t>
            </w:r>
            <w:r w:rsidR="00EB15B8">
              <w:rPr>
                <w:sz w:val="18"/>
                <w:szCs w:val="18"/>
              </w:rPr>
              <w:t>II</w:t>
            </w:r>
          </w:p>
        </w:tc>
        <w:tc>
          <w:tcPr>
            <w:tcW w:w="1588" w:type="pct"/>
          </w:tcPr>
          <w:p w14:paraId="1FA90991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8F6A41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32E0B434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16DEF07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02A84161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236D836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Štih Roman</w:t>
            </w:r>
          </w:p>
        </w:tc>
        <w:tc>
          <w:tcPr>
            <w:tcW w:w="1112" w:type="pct"/>
            <w:vAlign w:val="center"/>
          </w:tcPr>
          <w:p w14:paraId="3B56B0E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07CD6763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6E03EFCB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28132CBE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33562C48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0BE0DD3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Ziherl Darja</w:t>
            </w:r>
          </w:p>
        </w:tc>
        <w:tc>
          <w:tcPr>
            <w:tcW w:w="1112" w:type="pct"/>
            <w:vAlign w:val="center"/>
          </w:tcPr>
          <w:p w14:paraId="4C942D1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6B922069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5FF249FD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6D0D53D6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7B56E396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0BEDA39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Zupan Milena</w:t>
            </w:r>
          </w:p>
        </w:tc>
        <w:tc>
          <w:tcPr>
            <w:tcW w:w="1112" w:type="pct"/>
            <w:vAlign w:val="center"/>
          </w:tcPr>
          <w:p w14:paraId="36A9C51A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29FB49D8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284C9D51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1E3BE898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3E6F2BDD" w14:textId="55C96E35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2B95CFEE" w14:textId="77777777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5B68A8C9" w14:textId="77777777" w:rsidR="00F17378" w:rsidRPr="00B922D9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3AD6381B" w14:textId="77777777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FINANČNI NADZOR 2</w:t>
      </w:r>
    </w:p>
    <w:p w14:paraId="473332DC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985"/>
        <w:gridCol w:w="2835"/>
        <w:gridCol w:w="1134"/>
        <w:gridCol w:w="1276"/>
      </w:tblGrid>
      <w:tr w:rsidR="007D6E6D" w14:paraId="1F9F9AFD" w14:textId="77777777" w:rsidTr="00417AAC">
        <w:trPr>
          <w:jc w:val="center"/>
        </w:trPr>
        <w:tc>
          <w:tcPr>
            <w:tcW w:w="950" w:type="pct"/>
            <w:vAlign w:val="center"/>
          </w:tcPr>
          <w:p w14:paraId="1232ED9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2" w:type="pct"/>
            <w:vAlign w:val="center"/>
          </w:tcPr>
          <w:p w14:paraId="46D1F1F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7F3C02A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3C3E481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3C604D3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557FB71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</w:tc>
      </w:tr>
      <w:tr w:rsidR="007D6E6D" w14:paraId="5D6369E0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4909A72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Kovač Igor</w:t>
            </w:r>
          </w:p>
        </w:tc>
        <w:tc>
          <w:tcPr>
            <w:tcW w:w="1112" w:type="pct"/>
            <w:vAlign w:val="center"/>
          </w:tcPr>
          <w:p w14:paraId="125DD1A5" w14:textId="504DA826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oddelka </w:t>
            </w:r>
            <w:r w:rsidR="00F73EF4">
              <w:rPr>
                <w:rFonts w:cs="Arial"/>
                <w:sz w:val="18"/>
                <w:szCs w:val="18"/>
              </w:rPr>
              <w:t xml:space="preserve">po pooblastilu </w:t>
            </w:r>
            <w:r w:rsidRPr="00B922D9">
              <w:rPr>
                <w:rFonts w:cs="Arial"/>
                <w:sz w:val="18"/>
                <w:szCs w:val="18"/>
              </w:rPr>
              <w:t xml:space="preserve">– </w:t>
            </w:r>
          </w:p>
          <w:p w14:paraId="344057F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inšpektor svetnik</w:t>
            </w:r>
          </w:p>
        </w:tc>
        <w:tc>
          <w:tcPr>
            <w:tcW w:w="1588" w:type="pct"/>
          </w:tcPr>
          <w:p w14:paraId="237AB0D0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34DDE37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3F6D4100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6D2986" w14:paraId="6FEB7EC2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8F9BA8C" w14:textId="77777777" w:rsidR="006D2986" w:rsidRPr="00B922D9" w:rsidRDefault="006D2986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Pašić Dejan</w:t>
            </w:r>
          </w:p>
        </w:tc>
        <w:tc>
          <w:tcPr>
            <w:tcW w:w="1112" w:type="pct"/>
            <w:vAlign w:val="center"/>
          </w:tcPr>
          <w:p w14:paraId="7F7675FB" w14:textId="77777777" w:rsidR="006D2986" w:rsidRPr="00B922D9" w:rsidRDefault="006D2986" w:rsidP="00B9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Inšpektor svetnik </w:t>
            </w:r>
          </w:p>
        </w:tc>
        <w:tc>
          <w:tcPr>
            <w:tcW w:w="1588" w:type="pct"/>
          </w:tcPr>
          <w:p w14:paraId="7E991850" w14:textId="77777777" w:rsidR="006D2986" w:rsidRPr="00B922D9" w:rsidRDefault="006D2986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5246B843" w14:textId="77777777" w:rsidR="006D2986" w:rsidRPr="00B922D9" w:rsidRDefault="006D2986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7E17BE46" w14:textId="77777777" w:rsidR="006D2986" w:rsidRPr="00B922D9" w:rsidRDefault="006D2986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23A5EA24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386AD81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Mrljak Irena</w:t>
            </w:r>
          </w:p>
        </w:tc>
        <w:tc>
          <w:tcPr>
            <w:tcW w:w="1112" w:type="pct"/>
            <w:vAlign w:val="center"/>
          </w:tcPr>
          <w:p w14:paraId="75F05DF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2152B43D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7CD94F6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37C88BBF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10F661A1" w14:textId="77777777" w:rsidTr="00607601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6D78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Roškar Diana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73FB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206D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1D0F0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4AC5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FC77DD" w14:paraId="03B4B053" w14:textId="77777777" w:rsidTr="00607601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6FB0" w14:textId="0C05301E" w:rsidR="00FC77DD" w:rsidRPr="00B922D9" w:rsidRDefault="00FC77DD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Bohte Aleš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E9457" w14:textId="0C2A7A2E" w:rsidR="00FC77DD" w:rsidRPr="00B922D9" w:rsidRDefault="00FC77DD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inšpektor III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2E7" w14:textId="72A22360" w:rsidR="00FC77DD" w:rsidRPr="00B922D9" w:rsidRDefault="00FC77DD" w:rsidP="00607601">
            <w:pPr>
              <w:rPr>
                <w:rFonts w:cs="Arial"/>
                <w:sz w:val="18"/>
                <w:szCs w:val="18"/>
              </w:rPr>
            </w:pPr>
            <w:r w:rsidRPr="00FC77DD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C727" w14:textId="75985D99" w:rsidR="00FC77DD" w:rsidRPr="00B922D9" w:rsidRDefault="00FC77DD" w:rsidP="0060760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F7D7" w14:textId="77777777" w:rsidR="00FC77DD" w:rsidRPr="00B922D9" w:rsidRDefault="00FC77DD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28D7EA85" w14:textId="77777777" w:rsidTr="00607601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D32C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Gartner Nataša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0A10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</w:t>
            </w:r>
            <w:r>
              <w:rPr>
                <w:sz w:val="18"/>
                <w:szCs w:val="18"/>
              </w:rPr>
              <w:t>i finančni inšpektor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F8CE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CD61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D437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5D7FE3" w14:paraId="04DDC8D5" w14:textId="77777777" w:rsidTr="00607601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7C49" w14:textId="77777777" w:rsidR="005D7FE3" w:rsidRPr="00B922D9" w:rsidRDefault="005D7FE3" w:rsidP="00607601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Gerčar Maja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9EF76" w14:textId="758617BD" w:rsidR="005D7FE3" w:rsidRPr="00B922D9" w:rsidRDefault="00FC77DD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inšpektor II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4DEC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183A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131B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3372F29F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45A4729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Podrekar Anja</w:t>
            </w:r>
          </w:p>
        </w:tc>
        <w:tc>
          <w:tcPr>
            <w:tcW w:w="1112" w:type="pct"/>
            <w:vAlign w:val="center"/>
          </w:tcPr>
          <w:p w14:paraId="50CE0EE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0C1ECF9F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150FCB7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19FDAA17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77BDD26F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BD2956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Rašeta Olga</w:t>
            </w:r>
          </w:p>
        </w:tc>
        <w:tc>
          <w:tcPr>
            <w:tcW w:w="1112" w:type="pct"/>
            <w:vAlign w:val="center"/>
          </w:tcPr>
          <w:p w14:paraId="38BB645E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</w:tcPr>
          <w:p w14:paraId="080647F6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vAlign w:val="center"/>
          </w:tcPr>
          <w:p w14:paraId="74036BB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4248A3B9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  <w:tr w:rsidR="007D6E6D" w14:paraId="0E63704C" w14:textId="77777777" w:rsidTr="00417AAC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0B7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Založnik Natalija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4FD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inšpektor I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D15F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zadevah iz področja finančnega nadzora iz pristojnosti finančne uprave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EA23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D20E2" w14:textId="77777777" w:rsidR="00B922D9" w:rsidRPr="00B922D9" w:rsidRDefault="00B922D9" w:rsidP="00B922D9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38CC1FA1" w14:textId="45E5E32E" w:rsid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F493E2B" w14:textId="3B0A8820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E15109D" w14:textId="6F46C03A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084968E2" w14:textId="3F1A4EF1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6F5347FE" w14:textId="4E150D1B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18A492F6" w14:textId="45018A31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671F60D3" w14:textId="46A03D1F" w:rsidR="0016747B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0C559AC4" w14:textId="77777777" w:rsidR="0016747B" w:rsidRPr="00B922D9" w:rsidRDefault="0016747B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09E6486C" w14:textId="77777777" w:rsidR="00B922D9" w:rsidRPr="00B922D9" w:rsidRDefault="00B922D9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274FE0C" w14:textId="77777777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MOBILNI ODDELEK</w:t>
      </w:r>
    </w:p>
    <w:p w14:paraId="3D42EFA5" w14:textId="77777777" w:rsidR="00B922D9" w:rsidRPr="00B922D9" w:rsidRDefault="00B922D9" w:rsidP="00B922D9">
      <w:pPr>
        <w:spacing w:line="240" w:lineRule="auto"/>
        <w:jc w:val="center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985"/>
        <w:gridCol w:w="2837"/>
        <w:gridCol w:w="1132"/>
        <w:gridCol w:w="1276"/>
      </w:tblGrid>
      <w:tr w:rsidR="007D6E6D" w14:paraId="1B24F37B" w14:textId="77777777" w:rsidTr="00417AAC">
        <w:trPr>
          <w:jc w:val="center"/>
        </w:trPr>
        <w:tc>
          <w:tcPr>
            <w:tcW w:w="950" w:type="pct"/>
            <w:vAlign w:val="center"/>
          </w:tcPr>
          <w:p w14:paraId="4BF06C40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2" w:type="pct"/>
            <w:vAlign w:val="center"/>
          </w:tcPr>
          <w:p w14:paraId="6175AEE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9" w:type="pct"/>
            <w:vAlign w:val="center"/>
          </w:tcPr>
          <w:p w14:paraId="7AC319E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- področje dela</w:t>
            </w:r>
          </w:p>
        </w:tc>
        <w:tc>
          <w:tcPr>
            <w:tcW w:w="634" w:type="pct"/>
            <w:vAlign w:val="center"/>
          </w:tcPr>
          <w:p w14:paraId="29C65C4F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39D019FE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7F81F033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36E8C6F2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D6E6D" w14:paraId="7E928624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739D66AF" w14:textId="3534BDFD" w:rsidR="00B922D9" w:rsidRPr="00B922D9" w:rsidRDefault="00131CA1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Delovec Barbara</w:t>
            </w:r>
          </w:p>
        </w:tc>
        <w:tc>
          <w:tcPr>
            <w:tcW w:w="1112" w:type="pct"/>
            <w:vAlign w:val="center"/>
          </w:tcPr>
          <w:p w14:paraId="78793FD5" w14:textId="3E9A54D3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višji finančni svetovalec inšpektor preiskovalec I</w:t>
            </w:r>
          </w:p>
        </w:tc>
        <w:tc>
          <w:tcPr>
            <w:tcW w:w="1589" w:type="pct"/>
            <w:vAlign w:val="center"/>
          </w:tcPr>
          <w:p w14:paraId="5E92BCBF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upravnih zadevah iz delovnega področja oddelka</w:t>
            </w:r>
          </w:p>
        </w:tc>
        <w:tc>
          <w:tcPr>
            <w:tcW w:w="634" w:type="pct"/>
            <w:vAlign w:val="center"/>
          </w:tcPr>
          <w:p w14:paraId="3E5FDAA8" w14:textId="53987E4F" w:rsidR="00B922D9" w:rsidRPr="00B922D9" w:rsidRDefault="00136D42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5" w:type="pct"/>
            <w:vAlign w:val="center"/>
          </w:tcPr>
          <w:p w14:paraId="7E542EC0" w14:textId="25C6E13E" w:rsidR="00B922D9" w:rsidRPr="00B922D9" w:rsidRDefault="00136D42" w:rsidP="00B922D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14A8925C" w14:textId="77777777" w:rsidTr="00417AAC">
        <w:trPr>
          <w:trHeight w:val="567"/>
          <w:jc w:val="center"/>
        </w:trPr>
        <w:tc>
          <w:tcPr>
            <w:tcW w:w="950" w:type="pct"/>
          </w:tcPr>
          <w:p w14:paraId="5630FFCC" w14:textId="0CE5E9CB" w:rsidR="00B922D9" w:rsidRPr="00B922D9" w:rsidRDefault="000F04ED" w:rsidP="00B922D9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Vilfan Aleš</w:t>
            </w:r>
          </w:p>
        </w:tc>
        <w:tc>
          <w:tcPr>
            <w:tcW w:w="1112" w:type="pct"/>
          </w:tcPr>
          <w:p w14:paraId="30D22487" w14:textId="5BB126A5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Višji finančni svetovalec inšpektor preiskovalec </w:t>
            </w:r>
            <w:r w:rsidR="000F04ED">
              <w:rPr>
                <w:sz w:val="18"/>
                <w:szCs w:val="18"/>
              </w:rPr>
              <w:t>I</w:t>
            </w:r>
            <w:r w:rsidRPr="00B922D9">
              <w:rPr>
                <w:sz w:val="18"/>
                <w:szCs w:val="18"/>
              </w:rPr>
              <w:t>II</w:t>
            </w:r>
          </w:p>
        </w:tc>
        <w:tc>
          <w:tcPr>
            <w:tcW w:w="1589" w:type="pct"/>
          </w:tcPr>
          <w:p w14:paraId="08D02CB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354FD12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vAlign w:val="center"/>
          </w:tcPr>
          <w:p w14:paraId="521898B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FC77DD" w14:paraId="0A0A17C4" w14:textId="77777777" w:rsidTr="00FC77DD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C386" w14:textId="77777777" w:rsidR="00FC77DD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Bajd Klemen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CD8A" w14:textId="77777777" w:rsidR="00FC77DD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Višji finančni preiskovalec 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E327" w14:textId="77777777" w:rsidR="00FC77DD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vseh upravnih zadevah iz delovnega področja oddelka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E159B" w14:textId="77777777" w:rsidR="00FC77DD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F84E6" w14:textId="77777777" w:rsidR="00FC77DD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76083745" w14:textId="77777777" w:rsidTr="00417AAC">
        <w:trPr>
          <w:trHeight w:val="567"/>
          <w:jc w:val="center"/>
        </w:trPr>
        <w:tc>
          <w:tcPr>
            <w:tcW w:w="950" w:type="pct"/>
          </w:tcPr>
          <w:p w14:paraId="2203850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Sikošek Boštjan</w:t>
            </w:r>
          </w:p>
        </w:tc>
        <w:tc>
          <w:tcPr>
            <w:tcW w:w="1112" w:type="pct"/>
          </w:tcPr>
          <w:p w14:paraId="7C131A7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preiskovalec I</w:t>
            </w:r>
          </w:p>
        </w:tc>
        <w:tc>
          <w:tcPr>
            <w:tcW w:w="1589" w:type="pct"/>
          </w:tcPr>
          <w:p w14:paraId="03EAEE32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66C0B905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vAlign w:val="center"/>
          </w:tcPr>
          <w:p w14:paraId="0A86F24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11D6BD4C" w14:textId="77777777" w:rsidTr="00417AAC">
        <w:trPr>
          <w:trHeight w:val="567"/>
          <w:jc w:val="center"/>
        </w:trPr>
        <w:tc>
          <w:tcPr>
            <w:tcW w:w="950" w:type="pct"/>
          </w:tcPr>
          <w:p w14:paraId="2FF6DE0D" w14:textId="77777777" w:rsidR="00B922D9" w:rsidRPr="00B922D9" w:rsidRDefault="00137D47" w:rsidP="00B922D9">
            <w:pPr>
              <w:rPr>
                <w:color w:val="FF0000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Bagari Aleš</w:t>
            </w:r>
          </w:p>
        </w:tc>
        <w:tc>
          <w:tcPr>
            <w:tcW w:w="1112" w:type="pct"/>
          </w:tcPr>
          <w:p w14:paraId="2CB16287" w14:textId="77777777" w:rsidR="00B922D9" w:rsidRPr="00B922D9" w:rsidRDefault="00137D47" w:rsidP="00B922D9">
            <w:pPr>
              <w:rPr>
                <w:color w:val="FF0000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preiskovalec I</w:t>
            </w:r>
          </w:p>
        </w:tc>
        <w:tc>
          <w:tcPr>
            <w:tcW w:w="1589" w:type="pct"/>
          </w:tcPr>
          <w:p w14:paraId="2C1DABA9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094F4B57" w14:textId="77777777" w:rsidR="00B922D9" w:rsidRPr="00B922D9" w:rsidRDefault="00137D47" w:rsidP="00B922D9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vAlign w:val="center"/>
          </w:tcPr>
          <w:p w14:paraId="4209ED05" w14:textId="77777777" w:rsidR="00B922D9" w:rsidRPr="00B922D9" w:rsidRDefault="00137D47" w:rsidP="00B922D9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509E0C9" w14:textId="77777777" w:rsidTr="00417AAC">
        <w:trPr>
          <w:trHeight w:val="567"/>
          <w:jc w:val="center"/>
        </w:trPr>
        <w:tc>
          <w:tcPr>
            <w:tcW w:w="950" w:type="pct"/>
          </w:tcPr>
          <w:p w14:paraId="7628D656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Bradić Krašovec Dalibor</w:t>
            </w:r>
          </w:p>
        </w:tc>
        <w:tc>
          <w:tcPr>
            <w:tcW w:w="1112" w:type="pct"/>
          </w:tcPr>
          <w:p w14:paraId="17B3974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preiskovalec I</w:t>
            </w:r>
          </w:p>
        </w:tc>
        <w:tc>
          <w:tcPr>
            <w:tcW w:w="1589" w:type="pct"/>
          </w:tcPr>
          <w:p w14:paraId="5FBE75BF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28B81820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vAlign w:val="center"/>
          </w:tcPr>
          <w:p w14:paraId="3982412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5D7FE3" w14:paraId="21B81FE0" w14:textId="77777777" w:rsidTr="00607601">
        <w:trPr>
          <w:trHeight w:val="567"/>
          <w:jc w:val="center"/>
        </w:trPr>
        <w:tc>
          <w:tcPr>
            <w:tcW w:w="950" w:type="pct"/>
          </w:tcPr>
          <w:p w14:paraId="25E1A1AB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Šturm Marko</w:t>
            </w:r>
          </w:p>
        </w:tc>
        <w:tc>
          <w:tcPr>
            <w:tcW w:w="1112" w:type="pct"/>
          </w:tcPr>
          <w:p w14:paraId="5C03EC78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preiskovalec I</w:t>
            </w:r>
          </w:p>
        </w:tc>
        <w:tc>
          <w:tcPr>
            <w:tcW w:w="1589" w:type="pct"/>
          </w:tcPr>
          <w:p w14:paraId="1D939F26" w14:textId="77777777" w:rsidR="005D7FE3" w:rsidRPr="00B922D9" w:rsidRDefault="005D7FE3" w:rsidP="00607601"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434D2954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vAlign w:val="center"/>
          </w:tcPr>
          <w:p w14:paraId="02376206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5A9BD3B" w14:textId="77777777" w:rsidTr="00417AAC">
        <w:trPr>
          <w:trHeight w:val="567"/>
          <w:jc w:val="center"/>
        </w:trPr>
        <w:tc>
          <w:tcPr>
            <w:tcW w:w="950" w:type="pct"/>
          </w:tcPr>
          <w:p w14:paraId="10CBFCF5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Stritih Karmen</w:t>
            </w:r>
          </w:p>
        </w:tc>
        <w:tc>
          <w:tcPr>
            <w:tcW w:w="1112" w:type="pct"/>
          </w:tcPr>
          <w:p w14:paraId="7CB3F24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svetovalec inšpektor preiskovalec III</w:t>
            </w:r>
          </w:p>
        </w:tc>
        <w:tc>
          <w:tcPr>
            <w:tcW w:w="1589" w:type="pct"/>
          </w:tcPr>
          <w:p w14:paraId="1E62A59A" w14:textId="77777777" w:rsidR="00B922D9" w:rsidRPr="00B922D9" w:rsidRDefault="00137D47" w:rsidP="00B922D9"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vAlign w:val="center"/>
          </w:tcPr>
          <w:p w14:paraId="4977B8B8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vAlign w:val="center"/>
          </w:tcPr>
          <w:p w14:paraId="10F6586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FC77DD" w14:paraId="6829BAA2" w14:textId="77777777" w:rsidTr="00FC77DD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9F82" w14:textId="77777777" w:rsidR="00FC77DD" w:rsidRPr="00B922D9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Šest Polona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0AE1" w14:textId="77777777" w:rsidR="00FC77DD" w:rsidRPr="00B922D9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svetovalec inšpektor preiskovalec III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2C9C" w14:textId="77777777" w:rsidR="00FC77DD" w:rsidRPr="00B922D9" w:rsidRDefault="00FC77DD" w:rsidP="00D16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3277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NE*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9D840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FC77DD" w14:paraId="73BE72E5" w14:textId="77777777" w:rsidTr="00FC77DD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2BB0" w14:textId="77777777" w:rsidR="00FC77DD" w:rsidRPr="00FC77DD" w:rsidRDefault="00FC77DD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Ravnihar Tomaž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D10F" w14:textId="70F15F71" w:rsidR="00FC77DD" w:rsidRPr="00FC77DD" w:rsidRDefault="00FC77DD" w:rsidP="00FC77DD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preiskovalec</w:t>
            </w:r>
            <w:r>
              <w:rPr>
                <w:sz w:val="18"/>
                <w:szCs w:val="18"/>
              </w:rPr>
              <w:t xml:space="preserve"> V – operativni vodja </w:t>
            </w:r>
            <w:r w:rsidRPr="00B922D9">
              <w:rPr>
                <w:sz w:val="18"/>
                <w:szCs w:val="18"/>
              </w:rPr>
              <w:t xml:space="preserve"> 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0948" w14:textId="77777777" w:rsidR="00FC77DD" w:rsidRPr="00FC77DD" w:rsidRDefault="00FC77DD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1162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7AAC1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FC77DD" w14:paraId="2D7E68B0" w14:textId="77777777" w:rsidTr="00FC77DD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0303" w14:textId="77777777" w:rsidR="00FC77DD" w:rsidRPr="00FC77DD" w:rsidRDefault="00FC77DD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Vasilić Branislav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5CF7" w14:textId="44724683" w:rsidR="00FC77DD" w:rsidRPr="00FC77DD" w:rsidRDefault="00FC77DD" w:rsidP="00D16D8F">
            <w:pPr>
              <w:rPr>
                <w:sz w:val="18"/>
                <w:szCs w:val="18"/>
              </w:rPr>
            </w:pPr>
            <w:r w:rsidRPr="00FC77DD">
              <w:rPr>
                <w:sz w:val="18"/>
                <w:szCs w:val="18"/>
              </w:rPr>
              <w:t>Finančni preiskovalec V – operativni vodja  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1F2A" w14:textId="77777777" w:rsidR="00FC77DD" w:rsidRPr="00FC77DD" w:rsidRDefault="00FC77DD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v vseh upravnih zadevah iz delovnega področja oddelka 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940E9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 *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BFC64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</w:tbl>
    <w:p w14:paraId="6BCD7685" w14:textId="77777777" w:rsidR="00B922D9" w:rsidRPr="00B922D9" w:rsidRDefault="00137D47" w:rsidP="00B922D9">
      <w:pPr>
        <w:spacing w:line="240" w:lineRule="auto"/>
        <w:rPr>
          <w:rFonts w:cs="Arial"/>
          <w:sz w:val="18"/>
          <w:szCs w:val="18"/>
        </w:rPr>
      </w:pPr>
      <w:r w:rsidRPr="00B922D9">
        <w:rPr>
          <w:rFonts w:cs="Arial"/>
          <w:sz w:val="18"/>
          <w:szCs w:val="18"/>
        </w:rPr>
        <w:t>* odloča v enostavnih upravnih zadevah na I. stopnji, kjer se odločba izda na predpisanem obrazcu</w:t>
      </w:r>
    </w:p>
    <w:p w14:paraId="449D5EA1" w14:textId="0D42C811" w:rsidR="00F17378" w:rsidRDefault="00F17378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56D6512" w14:textId="17865BCA" w:rsidR="00C000F4" w:rsidRDefault="00C000F4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187C0AA2" w14:textId="0AC6DB98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09E31FE0" w14:textId="4FAA0E69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49F7A384" w14:textId="686B7605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7D9B9027" w14:textId="77777777" w:rsidR="0016747B" w:rsidRDefault="0016747B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33A20CB1" w14:textId="3D97D905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SEKTOR ZA IZVRŠBO</w:t>
      </w:r>
    </w:p>
    <w:p w14:paraId="6ACDAB47" w14:textId="77777777" w:rsidR="00B922D9" w:rsidRPr="00B922D9" w:rsidRDefault="00B922D9" w:rsidP="00B922D9">
      <w:pPr>
        <w:spacing w:line="240" w:lineRule="auto"/>
        <w:rPr>
          <w:rFonts w:cs="Arial"/>
          <w:b/>
          <w:bCs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985"/>
        <w:gridCol w:w="2835"/>
        <w:gridCol w:w="1134"/>
        <w:gridCol w:w="1276"/>
      </w:tblGrid>
      <w:tr w:rsidR="007D6E6D" w14:paraId="0CF67E0D" w14:textId="77777777" w:rsidTr="00417AAC">
        <w:trPr>
          <w:jc w:val="center"/>
        </w:trPr>
        <w:tc>
          <w:tcPr>
            <w:tcW w:w="950" w:type="pct"/>
            <w:vAlign w:val="center"/>
          </w:tcPr>
          <w:p w14:paraId="6F30BFD9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2" w:type="pct"/>
            <w:vAlign w:val="center"/>
          </w:tcPr>
          <w:p w14:paraId="3C3CC7D1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02CA6AA1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5" w:type="pct"/>
            <w:vAlign w:val="center"/>
          </w:tcPr>
          <w:p w14:paraId="2A6963D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5" w:type="pct"/>
            <w:vAlign w:val="center"/>
          </w:tcPr>
          <w:p w14:paraId="28277E7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0E2C0396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49924F3C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34EC3" w:rsidRPr="00434EC3" w14:paraId="659EC829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674E769D" w14:textId="486229A8" w:rsidR="00B922D9" w:rsidRPr="00434EC3" w:rsidRDefault="00434EC3" w:rsidP="00B922D9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Košnjek Jerič Petra</w:t>
            </w:r>
          </w:p>
        </w:tc>
        <w:tc>
          <w:tcPr>
            <w:tcW w:w="1112" w:type="pct"/>
            <w:vAlign w:val="center"/>
          </w:tcPr>
          <w:p w14:paraId="48294039" w14:textId="2F69334F" w:rsidR="00B922D9" w:rsidRPr="00434EC3" w:rsidRDefault="00137D47" w:rsidP="00434EC3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Vodja sektorja</w:t>
            </w:r>
            <w:r w:rsidR="00434EC3" w:rsidRPr="00434EC3">
              <w:rPr>
                <w:rFonts w:cs="Arial"/>
                <w:sz w:val="18"/>
                <w:szCs w:val="18"/>
              </w:rPr>
              <w:t xml:space="preserve"> </w:t>
            </w:r>
            <w:r w:rsidRPr="00434EC3">
              <w:rPr>
                <w:rFonts w:cs="Arial"/>
                <w:sz w:val="18"/>
                <w:szCs w:val="18"/>
              </w:rPr>
              <w:t>–finančni svetnik</w:t>
            </w:r>
          </w:p>
        </w:tc>
        <w:tc>
          <w:tcPr>
            <w:tcW w:w="1588" w:type="pct"/>
            <w:vAlign w:val="center"/>
          </w:tcPr>
          <w:p w14:paraId="7191A6B7" w14:textId="42E8B99A" w:rsidR="00B922D9" w:rsidRPr="00434EC3" w:rsidRDefault="00137D47" w:rsidP="00434EC3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 xml:space="preserve">v vseh upravnih in davčnih postopkih iz pristojnosti </w:t>
            </w:r>
            <w:r w:rsidR="00434EC3" w:rsidRPr="00434EC3">
              <w:rPr>
                <w:rFonts w:cs="Arial"/>
                <w:sz w:val="18"/>
                <w:szCs w:val="18"/>
              </w:rPr>
              <w:t>Sektorja za izvršbo</w:t>
            </w:r>
          </w:p>
        </w:tc>
        <w:tc>
          <w:tcPr>
            <w:tcW w:w="635" w:type="pct"/>
            <w:vAlign w:val="center"/>
          </w:tcPr>
          <w:p w14:paraId="7BB5BCC7" w14:textId="77777777" w:rsidR="00B922D9" w:rsidRPr="00434EC3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061819B4" w14:textId="77777777" w:rsidR="00B922D9" w:rsidRPr="00434EC3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34EC3" w:rsidRPr="00434EC3" w14:paraId="18FD63E7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1771A876" w14:textId="272C1943" w:rsidR="00B922D9" w:rsidRPr="00434EC3" w:rsidRDefault="00434EC3" w:rsidP="00B922D9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Košnjek Jerič Petra</w:t>
            </w:r>
          </w:p>
        </w:tc>
        <w:tc>
          <w:tcPr>
            <w:tcW w:w="1112" w:type="pct"/>
            <w:vAlign w:val="center"/>
          </w:tcPr>
          <w:p w14:paraId="7E5868FE" w14:textId="2FA602B7" w:rsidR="00B922D9" w:rsidRPr="00434EC3" w:rsidRDefault="00137D47" w:rsidP="00434EC3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Vodja sektorja</w:t>
            </w:r>
            <w:r w:rsidR="00E400F5" w:rsidRPr="00434EC3">
              <w:rPr>
                <w:rFonts w:cs="Arial"/>
                <w:sz w:val="18"/>
                <w:szCs w:val="18"/>
              </w:rPr>
              <w:t xml:space="preserve"> </w:t>
            </w:r>
            <w:r w:rsidRPr="00434EC3">
              <w:rPr>
                <w:rFonts w:cs="Arial"/>
                <w:sz w:val="18"/>
                <w:szCs w:val="18"/>
              </w:rPr>
              <w:t xml:space="preserve"> –</w:t>
            </w:r>
            <w:r w:rsidR="00434EC3" w:rsidRPr="00434EC3">
              <w:rPr>
                <w:rFonts w:cs="Arial"/>
                <w:sz w:val="18"/>
                <w:szCs w:val="18"/>
              </w:rPr>
              <w:t xml:space="preserve"> </w:t>
            </w:r>
            <w:r w:rsidRPr="00434EC3">
              <w:rPr>
                <w:rFonts w:cs="Arial"/>
                <w:sz w:val="18"/>
                <w:szCs w:val="18"/>
              </w:rPr>
              <w:t>finančni svetnik</w:t>
            </w:r>
          </w:p>
        </w:tc>
        <w:tc>
          <w:tcPr>
            <w:tcW w:w="1588" w:type="pct"/>
            <w:vAlign w:val="center"/>
          </w:tcPr>
          <w:p w14:paraId="20C0C5F8" w14:textId="77777777" w:rsidR="00B922D9" w:rsidRPr="00434EC3" w:rsidRDefault="00137D47" w:rsidP="00B922D9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o izrednih pravnih sredstvih iz pristojnosti urada</w:t>
            </w:r>
          </w:p>
        </w:tc>
        <w:tc>
          <w:tcPr>
            <w:tcW w:w="635" w:type="pct"/>
            <w:vAlign w:val="center"/>
          </w:tcPr>
          <w:p w14:paraId="1E7791F0" w14:textId="77777777" w:rsidR="00B922D9" w:rsidRPr="00434EC3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5" w:type="pct"/>
            <w:vAlign w:val="center"/>
          </w:tcPr>
          <w:p w14:paraId="6C266BAB" w14:textId="77777777" w:rsidR="00B922D9" w:rsidRPr="00434EC3" w:rsidRDefault="00B922D9" w:rsidP="00B922D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F2D7A32" w14:textId="77777777" w:rsidR="00C63924" w:rsidRDefault="00C63924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6B2E4FE6" w14:textId="1C5EE2BF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IZVRŠBO 1</w:t>
      </w:r>
    </w:p>
    <w:p w14:paraId="6ABC0D9C" w14:textId="77777777" w:rsidR="00B922D9" w:rsidRPr="00B922D9" w:rsidRDefault="00B922D9" w:rsidP="00B922D9">
      <w:pPr>
        <w:jc w:val="both"/>
        <w:rPr>
          <w:rFonts w:cs="Arial"/>
          <w:b/>
          <w:bCs/>
          <w:sz w:val="22"/>
          <w:szCs w:val="22"/>
        </w:rPr>
      </w:pPr>
    </w:p>
    <w:tbl>
      <w:tblPr>
        <w:tblW w:w="500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1992"/>
        <w:gridCol w:w="2829"/>
        <w:gridCol w:w="1140"/>
        <w:gridCol w:w="1267"/>
      </w:tblGrid>
      <w:tr w:rsidR="007D6E6D" w14:paraId="3EDD82EC" w14:textId="77777777" w:rsidTr="00417AAC">
        <w:trPr>
          <w:jc w:val="center"/>
        </w:trPr>
        <w:tc>
          <w:tcPr>
            <w:tcW w:w="950" w:type="pct"/>
            <w:vAlign w:val="center"/>
          </w:tcPr>
          <w:p w14:paraId="4B62F89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16" w:type="pct"/>
            <w:vAlign w:val="center"/>
          </w:tcPr>
          <w:p w14:paraId="2EE83178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5" w:type="pct"/>
            <w:vAlign w:val="center"/>
          </w:tcPr>
          <w:p w14:paraId="1CBE964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9" w:type="pct"/>
            <w:vAlign w:val="center"/>
          </w:tcPr>
          <w:p w14:paraId="5698A2F2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0" w:type="pct"/>
            <w:vAlign w:val="center"/>
          </w:tcPr>
          <w:p w14:paraId="38B006B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53FF5EEB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06E94A8C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6E6D" w14:paraId="49E7A4FF" w14:textId="77777777" w:rsidTr="00417AAC">
        <w:trPr>
          <w:jc w:val="center"/>
        </w:trPr>
        <w:tc>
          <w:tcPr>
            <w:tcW w:w="950" w:type="pct"/>
            <w:vAlign w:val="center"/>
          </w:tcPr>
          <w:p w14:paraId="52F47C10" w14:textId="77777777" w:rsidR="00B922D9" w:rsidRPr="00B922D9" w:rsidRDefault="00137D47" w:rsidP="00B922D9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Anžič Alenka</w:t>
            </w:r>
          </w:p>
        </w:tc>
        <w:tc>
          <w:tcPr>
            <w:tcW w:w="1116" w:type="pct"/>
            <w:vAlign w:val="center"/>
          </w:tcPr>
          <w:p w14:paraId="084853F9" w14:textId="77777777" w:rsidR="00B922D9" w:rsidRPr="00B922D9" w:rsidRDefault="00137D47" w:rsidP="00B922D9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Vodja oddelka – finančni izterjevalec višji svetovalec I</w:t>
            </w:r>
          </w:p>
        </w:tc>
        <w:tc>
          <w:tcPr>
            <w:tcW w:w="1585" w:type="pct"/>
            <w:vAlign w:val="center"/>
          </w:tcPr>
          <w:p w14:paraId="59CA28FC" w14:textId="77777777" w:rsidR="00B922D9" w:rsidRPr="00B922D9" w:rsidRDefault="00137D47" w:rsidP="00B922D9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 postopkih iz delovnega področja sektorja</w:t>
            </w:r>
          </w:p>
        </w:tc>
        <w:tc>
          <w:tcPr>
            <w:tcW w:w="639" w:type="pct"/>
            <w:vAlign w:val="center"/>
          </w:tcPr>
          <w:p w14:paraId="3B9327DC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176CF45F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D7FE3" w14:paraId="5976CBEA" w14:textId="77777777" w:rsidTr="00607601">
        <w:trPr>
          <w:trHeight w:val="567"/>
          <w:jc w:val="center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0464B" w14:textId="77777777" w:rsidR="005D7FE3" w:rsidRPr="00417C0D" w:rsidRDefault="005D7FE3" w:rsidP="00607601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Gregorec Kadoič Anita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58B3B" w14:textId="77777777" w:rsidR="005D7FE3" w:rsidRPr="00417C0D" w:rsidRDefault="005D7FE3" w:rsidP="00607601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 xml:space="preserve">Finančni </w:t>
            </w:r>
            <w:r>
              <w:rPr>
                <w:sz w:val="18"/>
                <w:szCs w:val="18"/>
              </w:rPr>
              <w:t>izterjevalec višji svetovalec I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240F" w14:textId="77777777" w:rsidR="005D7FE3" w:rsidRPr="00417C0D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3342E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B5A7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1BCEB8C7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6B1A53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Salkić Maja</w:t>
            </w:r>
          </w:p>
        </w:tc>
        <w:tc>
          <w:tcPr>
            <w:tcW w:w="1116" w:type="pct"/>
            <w:vAlign w:val="center"/>
          </w:tcPr>
          <w:p w14:paraId="781C6CB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izterjevalec višji svetovalec I</w:t>
            </w:r>
          </w:p>
        </w:tc>
        <w:tc>
          <w:tcPr>
            <w:tcW w:w="1585" w:type="pct"/>
            <w:vAlign w:val="center"/>
          </w:tcPr>
          <w:p w14:paraId="7582E591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39ADE416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5F13F5E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1A4F931A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4794EDE5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Sitar Marta</w:t>
            </w:r>
          </w:p>
        </w:tc>
        <w:tc>
          <w:tcPr>
            <w:tcW w:w="1116" w:type="pct"/>
            <w:vAlign w:val="center"/>
          </w:tcPr>
          <w:p w14:paraId="377740F6" w14:textId="77777777" w:rsidR="00B922D9" w:rsidRPr="00B922D9" w:rsidRDefault="00137D47" w:rsidP="00B922D9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izterjevalec višji svetovalec II</w:t>
            </w:r>
          </w:p>
        </w:tc>
        <w:tc>
          <w:tcPr>
            <w:tcW w:w="1585" w:type="pct"/>
          </w:tcPr>
          <w:p w14:paraId="7503DDE1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3063E9A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0406F772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74E0046A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792A3497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Dremelj Igor</w:t>
            </w:r>
          </w:p>
        </w:tc>
        <w:tc>
          <w:tcPr>
            <w:tcW w:w="1116" w:type="pct"/>
            <w:vAlign w:val="center"/>
          </w:tcPr>
          <w:p w14:paraId="63307758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izterjevalec specialist I</w:t>
            </w:r>
          </w:p>
        </w:tc>
        <w:tc>
          <w:tcPr>
            <w:tcW w:w="1585" w:type="pct"/>
          </w:tcPr>
          <w:p w14:paraId="555F59C9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460466A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31E337CA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54AB523C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51165403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Šinkovec Anton</w:t>
            </w:r>
          </w:p>
        </w:tc>
        <w:tc>
          <w:tcPr>
            <w:tcW w:w="1116" w:type="pct"/>
            <w:vAlign w:val="center"/>
          </w:tcPr>
          <w:p w14:paraId="60A1DA85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izterjevalec specialist I</w:t>
            </w:r>
          </w:p>
        </w:tc>
        <w:tc>
          <w:tcPr>
            <w:tcW w:w="1585" w:type="pct"/>
          </w:tcPr>
          <w:p w14:paraId="3C48FB94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56E83FBF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26E25A34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6150673D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4B7E9D5D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Benedik Alenka</w:t>
            </w:r>
          </w:p>
        </w:tc>
        <w:tc>
          <w:tcPr>
            <w:tcW w:w="1116" w:type="pct"/>
            <w:vAlign w:val="center"/>
          </w:tcPr>
          <w:p w14:paraId="5367E342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izterjevalec I</w:t>
            </w:r>
          </w:p>
        </w:tc>
        <w:tc>
          <w:tcPr>
            <w:tcW w:w="1585" w:type="pct"/>
          </w:tcPr>
          <w:p w14:paraId="53863916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5F48E039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09CEE5BE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0CADBDD4" w14:textId="77777777" w:rsidTr="00417AAC">
        <w:trPr>
          <w:trHeight w:val="567"/>
          <w:jc w:val="center"/>
        </w:trPr>
        <w:tc>
          <w:tcPr>
            <w:tcW w:w="950" w:type="pct"/>
            <w:vAlign w:val="center"/>
          </w:tcPr>
          <w:p w14:paraId="6495785C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Bešić Iris</w:t>
            </w:r>
          </w:p>
        </w:tc>
        <w:tc>
          <w:tcPr>
            <w:tcW w:w="1116" w:type="pct"/>
            <w:vAlign w:val="center"/>
          </w:tcPr>
          <w:p w14:paraId="55373C29" w14:textId="77777777" w:rsidR="00B922D9" w:rsidRPr="00B922D9" w:rsidRDefault="00137D47" w:rsidP="00B922D9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Višji finančni izterjevalec I</w:t>
            </w:r>
          </w:p>
        </w:tc>
        <w:tc>
          <w:tcPr>
            <w:tcW w:w="1585" w:type="pct"/>
          </w:tcPr>
          <w:p w14:paraId="430BC976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9" w:type="pct"/>
            <w:vAlign w:val="center"/>
          </w:tcPr>
          <w:p w14:paraId="363C822B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0" w:type="pct"/>
            <w:vAlign w:val="center"/>
          </w:tcPr>
          <w:p w14:paraId="4A5A7E57" w14:textId="77777777" w:rsidR="00B922D9" w:rsidRPr="00B922D9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</w:tbl>
    <w:p w14:paraId="3062E384" w14:textId="46BCD640" w:rsidR="00B922D9" w:rsidRDefault="00B922D9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557436BB" w14:textId="77777777" w:rsidR="003B63A8" w:rsidRPr="00B922D9" w:rsidRDefault="003B63A8" w:rsidP="00B922D9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7636F76D" w14:textId="77777777" w:rsidR="00C000F4" w:rsidRDefault="00C000F4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</w:p>
    <w:p w14:paraId="5CBF08C2" w14:textId="2941E423" w:rsidR="00B922D9" w:rsidRPr="00B922D9" w:rsidRDefault="00137D47" w:rsidP="00B922D9">
      <w:pPr>
        <w:tabs>
          <w:tab w:val="left" w:pos="1701"/>
        </w:tabs>
        <w:spacing w:line="240" w:lineRule="auto"/>
        <w:jc w:val="center"/>
        <w:rPr>
          <w:b/>
          <w:sz w:val="22"/>
          <w:szCs w:val="22"/>
          <w:lang w:eastAsia="sl-SI"/>
        </w:rPr>
      </w:pPr>
      <w:r w:rsidRPr="00B922D9">
        <w:rPr>
          <w:b/>
          <w:sz w:val="22"/>
          <w:szCs w:val="22"/>
          <w:lang w:eastAsia="sl-SI"/>
        </w:rPr>
        <w:t>ODDELEK ZA IZVRŠBO 2</w:t>
      </w:r>
    </w:p>
    <w:p w14:paraId="27BFD118" w14:textId="77777777" w:rsidR="00B922D9" w:rsidRPr="00B922D9" w:rsidRDefault="00B922D9" w:rsidP="00B922D9">
      <w:pPr>
        <w:jc w:val="both"/>
        <w:rPr>
          <w:rFonts w:cs="Arial"/>
          <w:b/>
          <w:bCs/>
          <w:sz w:val="22"/>
          <w:szCs w:val="22"/>
        </w:rPr>
      </w:pPr>
    </w:p>
    <w:tbl>
      <w:tblPr>
        <w:tblW w:w="500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979"/>
        <w:gridCol w:w="2836"/>
        <w:gridCol w:w="1137"/>
        <w:gridCol w:w="1269"/>
      </w:tblGrid>
      <w:tr w:rsidR="007D6E6D" w14:paraId="3EA873F3" w14:textId="77777777" w:rsidTr="00417AAC">
        <w:trPr>
          <w:jc w:val="center"/>
        </w:trPr>
        <w:tc>
          <w:tcPr>
            <w:tcW w:w="954" w:type="pct"/>
            <w:vAlign w:val="center"/>
          </w:tcPr>
          <w:p w14:paraId="04C55EAA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Osebno ime</w:t>
            </w:r>
          </w:p>
        </w:tc>
        <w:tc>
          <w:tcPr>
            <w:tcW w:w="1109" w:type="pct"/>
            <w:vAlign w:val="center"/>
          </w:tcPr>
          <w:p w14:paraId="22CD442D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Delovno mesto / uradniški naziv</w:t>
            </w:r>
          </w:p>
        </w:tc>
        <w:tc>
          <w:tcPr>
            <w:tcW w:w="1589" w:type="pct"/>
            <w:vAlign w:val="center"/>
          </w:tcPr>
          <w:p w14:paraId="37BD3077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Obseg pooblastila – področje dela</w:t>
            </w:r>
          </w:p>
        </w:tc>
        <w:tc>
          <w:tcPr>
            <w:tcW w:w="637" w:type="pct"/>
            <w:vAlign w:val="center"/>
          </w:tcPr>
          <w:p w14:paraId="6FF90EF5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odločanje</w:t>
            </w:r>
          </w:p>
        </w:tc>
        <w:tc>
          <w:tcPr>
            <w:tcW w:w="711" w:type="pct"/>
            <w:vAlign w:val="center"/>
          </w:tcPr>
          <w:p w14:paraId="40BFC304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vodenje postopka</w:t>
            </w:r>
          </w:p>
          <w:p w14:paraId="17A94D97" w14:textId="77777777" w:rsidR="00B922D9" w:rsidRPr="00B922D9" w:rsidRDefault="00137D47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B922D9">
              <w:rPr>
                <w:rFonts w:cs="Arial"/>
                <w:b/>
                <w:sz w:val="18"/>
                <w:szCs w:val="18"/>
              </w:rPr>
              <w:t>pred izdajo odločbe</w:t>
            </w:r>
          </w:p>
          <w:p w14:paraId="55126B3A" w14:textId="77777777" w:rsidR="00B922D9" w:rsidRPr="00B922D9" w:rsidRDefault="00B922D9" w:rsidP="00B922D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34EC3" w:rsidRPr="00434EC3" w14:paraId="3F3C44B2" w14:textId="77777777" w:rsidTr="00417AAC">
        <w:trPr>
          <w:trHeight w:val="567"/>
          <w:jc w:val="center"/>
        </w:trPr>
        <w:tc>
          <w:tcPr>
            <w:tcW w:w="954" w:type="pct"/>
            <w:vAlign w:val="center"/>
          </w:tcPr>
          <w:p w14:paraId="5F750FFC" w14:textId="1FB5009C" w:rsidR="00B922D9" w:rsidRPr="00434EC3" w:rsidRDefault="00434EC3" w:rsidP="00B922D9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sz w:val="18"/>
                <w:szCs w:val="18"/>
              </w:rPr>
              <w:t>Meglič Anja</w:t>
            </w:r>
          </w:p>
        </w:tc>
        <w:tc>
          <w:tcPr>
            <w:tcW w:w="1109" w:type="pct"/>
            <w:vAlign w:val="center"/>
          </w:tcPr>
          <w:p w14:paraId="28F3272A" w14:textId="21B11BB9" w:rsidR="00B922D9" w:rsidRPr="00434EC3" w:rsidRDefault="00137D47" w:rsidP="00B922D9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 xml:space="preserve">Vodja oddelka – finančni izterjevalec višji </w:t>
            </w:r>
            <w:r w:rsidR="006D2986" w:rsidRPr="00434EC3">
              <w:rPr>
                <w:rFonts w:cs="Arial"/>
                <w:sz w:val="18"/>
                <w:szCs w:val="18"/>
              </w:rPr>
              <w:t xml:space="preserve">svetovalec </w:t>
            </w:r>
            <w:r w:rsidR="00434EC3" w:rsidRPr="00434EC3">
              <w:rPr>
                <w:rFonts w:cs="Arial"/>
                <w:sz w:val="18"/>
                <w:szCs w:val="18"/>
              </w:rPr>
              <w:t>I</w:t>
            </w:r>
            <w:r w:rsidR="006D2986" w:rsidRPr="00434EC3">
              <w:rPr>
                <w:rFonts w:cs="Arial"/>
                <w:sz w:val="18"/>
                <w:szCs w:val="18"/>
              </w:rPr>
              <w:t>I</w:t>
            </w:r>
          </w:p>
        </w:tc>
        <w:tc>
          <w:tcPr>
            <w:tcW w:w="1589" w:type="pct"/>
            <w:vAlign w:val="center"/>
          </w:tcPr>
          <w:p w14:paraId="13325053" w14:textId="16164C1A" w:rsidR="00B922D9" w:rsidRPr="00434EC3" w:rsidRDefault="00137D47" w:rsidP="00434EC3">
            <w:pPr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 xml:space="preserve">v vseh upravnih in davčnih postopkih iz delovnega področja </w:t>
            </w:r>
            <w:r w:rsidR="00434EC3" w:rsidRPr="00434EC3">
              <w:rPr>
                <w:rFonts w:cs="Arial"/>
                <w:sz w:val="18"/>
                <w:szCs w:val="18"/>
              </w:rPr>
              <w:t>Sektorja za izvršbo</w:t>
            </w:r>
          </w:p>
        </w:tc>
        <w:tc>
          <w:tcPr>
            <w:tcW w:w="637" w:type="pct"/>
            <w:vAlign w:val="center"/>
          </w:tcPr>
          <w:p w14:paraId="0C40405F" w14:textId="1521885B" w:rsidR="00B922D9" w:rsidRPr="00434EC3" w:rsidRDefault="00434EC3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1" w:type="pct"/>
            <w:vAlign w:val="center"/>
          </w:tcPr>
          <w:p w14:paraId="17F2232D" w14:textId="77777777" w:rsidR="00B922D9" w:rsidRPr="00434EC3" w:rsidRDefault="00137D47" w:rsidP="00B922D9">
            <w:pPr>
              <w:jc w:val="center"/>
              <w:rPr>
                <w:rFonts w:cs="Arial"/>
                <w:sz w:val="18"/>
                <w:szCs w:val="18"/>
              </w:rPr>
            </w:pPr>
            <w:r w:rsidRPr="00434EC3">
              <w:rPr>
                <w:rFonts w:cs="Arial"/>
                <w:sz w:val="18"/>
                <w:szCs w:val="18"/>
              </w:rPr>
              <w:t>DA</w:t>
            </w:r>
          </w:p>
        </w:tc>
      </w:tr>
      <w:tr w:rsidR="00FC77DD" w14:paraId="3C72F59F" w14:textId="77777777" w:rsidTr="00FC77DD">
        <w:trPr>
          <w:trHeight w:val="567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7C9C" w14:textId="77777777" w:rsidR="00FC77DD" w:rsidRPr="00B922D9" w:rsidRDefault="00FC77DD" w:rsidP="00D16D8F">
            <w:pPr>
              <w:rPr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Bole Laura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D3BF2" w14:textId="77777777" w:rsidR="00FC77DD" w:rsidRPr="00FC77DD" w:rsidRDefault="00FC77DD" w:rsidP="00D16D8F">
            <w:pPr>
              <w:rPr>
                <w:rFonts w:cs="Arial"/>
                <w:sz w:val="18"/>
                <w:szCs w:val="18"/>
              </w:rPr>
            </w:pPr>
            <w:r w:rsidRPr="00FC77DD">
              <w:rPr>
                <w:rFonts w:cs="Arial"/>
                <w:sz w:val="18"/>
                <w:szCs w:val="18"/>
              </w:rPr>
              <w:t>Finančni izterjevalec višji svetovalec III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937F" w14:textId="77777777" w:rsidR="00FC77DD" w:rsidRPr="00B922D9" w:rsidRDefault="00FC77DD" w:rsidP="00D16D8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44E25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6C792" w14:textId="77777777" w:rsidR="00FC77DD" w:rsidRPr="00B922D9" w:rsidRDefault="00FC77DD" w:rsidP="00D16D8F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5D7FE3" w14:paraId="6A0805A7" w14:textId="77777777" w:rsidTr="00607601">
        <w:trPr>
          <w:trHeight w:val="567"/>
          <w:jc w:val="center"/>
        </w:trPr>
        <w:tc>
          <w:tcPr>
            <w:tcW w:w="954" w:type="pct"/>
            <w:vAlign w:val="center"/>
          </w:tcPr>
          <w:p w14:paraId="5F3364F0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Grabar Rahela</w:t>
            </w:r>
          </w:p>
        </w:tc>
        <w:tc>
          <w:tcPr>
            <w:tcW w:w="1109" w:type="pct"/>
            <w:vAlign w:val="center"/>
          </w:tcPr>
          <w:p w14:paraId="51B4300A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izterjevalec višji svetovalec III</w:t>
            </w:r>
          </w:p>
        </w:tc>
        <w:tc>
          <w:tcPr>
            <w:tcW w:w="1589" w:type="pct"/>
          </w:tcPr>
          <w:p w14:paraId="08A3DC35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vAlign w:val="center"/>
          </w:tcPr>
          <w:p w14:paraId="1143984D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69367A8B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5D7FE3" w14:paraId="3052A78C" w14:textId="77777777" w:rsidTr="00607601">
        <w:trPr>
          <w:trHeight w:val="567"/>
          <w:jc w:val="center"/>
        </w:trPr>
        <w:tc>
          <w:tcPr>
            <w:tcW w:w="954" w:type="pct"/>
            <w:vAlign w:val="center"/>
          </w:tcPr>
          <w:p w14:paraId="49D531FB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Končan Maja</w:t>
            </w:r>
          </w:p>
        </w:tc>
        <w:tc>
          <w:tcPr>
            <w:tcW w:w="1109" w:type="pct"/>
            <w:vAlign w:val="center"/>
          </w:tcPr>
          <w:p w14:paraId="12EB4AEB" w14:textId="7E942520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Finančni i</w:t>
            </w:r>
            <w:r w:rsidR="00FC77DD">
              <w:rPr>
                <w:sz w:val="18"/>
                <w:szCs w:val="18"/>
              </w:rPr>
              <w:t>zterjevalec višji svetovalec II</w:t>
            </w:r>
          </w:p>
        </w:tc>
        <w:tc>
          <w:tcPr>
            <w:tcW w:w="1589" w:type="pct"/>
          </w:tcPr>
          <w:p w14:paraId="67A5DFF4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vAlign w:val="center"/>
          </w:tcPr>
          <w:p w14:paraId="618D7186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0A491260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FD17C4" w14:paraId="16B994BE" w14:textId="77777777" w:rsidTr="00607601">
        <w:trPr>
          <w:trHeight w:val="567"/>
          <w:jc w:val="center"/>
        </w:trPr>
        <w:tc>
          <w:tcPr>
            <w:tcW w:w="954" w:type="pct"/>
            <w:vAlign w:val="center"/>
          </w:tcPr>
          <w:p w14:paraId="5257B262" w14:textId="4B6E05A6" w:rsidR="00FD17C4" w:rsidRPr="00B922D9" w:rsidRDefault="00FD17C4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Urbas Jerneja</w:t>
            </w:r>
          </w:p>
        </w:tc>
        <w:tc>
          <w:tcPr>
            <w:tcW w:w="1109" w:type="pct"/>
            <w:vAlign w:val="center"/>
          </w:tcPr>
          <w:p w14:paraId="09633B16" w14:textId="6D3536FC" w:rsidR="00FD17C4" w:rsidRDefault="00FD17C4" w:rsidP="0060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Finančni i</w:t>
            </w:r>
            <w:r w:rsidR="00A41E62">
              <w:rPr>
                <w:sz w:val="18"/>
                <w:szCs w:val="18"/>
              </w:rPr>
              <w:t>zterjevalec višji svetovalec</w:t>
            </w:r>
          </w:p>
        </w:tc>
        <w:tc>
          <w:tcPr>
            <w:tcW w:w="1589" w:type="pct"/>
          </w:tcPr>
          <w:p w14:paraId="3EDE7A88" w14:textId="0AFE7021" w:rsidR="00FD17C4" w:rsidRPr="00B922D9" w:rsidRDefault="00FD17C4" w:rsidP="00607601">
            <w:pPr>
              <w:rPr>
                <w:rFonts w:cs="Arial"/>
                <w:sz w:val="18"/>
                <w:szCs w:val="18"/>
              </w:rPr>
            </w:pPr>
            <w:r w:rsidRPr="00FD17C4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vAlign w:val="center"/>
          </w:tcPr>
          <w:p w14:paraId="780F8E71" w14:textId="3C0DC9AC" w:rsidR="00FD17C4" w:rsidRPr="00B922D9" w:rsidRDefault="0016747B" w:rsidP="0060760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07D8797E" w14:textId="50D1F86C" w:rsidR="00FD17C4" w:rsidRPr="00B922D9" w:rsidRDefault="00FD17C4" w:rsidP="0060760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</w:t>
            </w:r>
          </w:p>
        </w:tc>
      </w:tr>
      <w:tr w:rsidR="005D7FE3" w14:paraId="25410B0C" w14:textId="77777777" w:rsidTr="00607601">
        <w:trPr>
          <w:trHeight w:val="567"/>
          <w:jc w:val="center"/>
        </w:trPr>
        <w:tc>
          <w:tcPr>
            <w:tcW w:w="954" w:type="pct"/>
            <w:vAlign w:val="center"/>
          </w:tcPr>
          <w:p w14:paraId="7B6C8E98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sz w:val="18"/>
                <w:szCs w:val="18"/>
              </w:rPr>
              <w:t>Vaupotič Matjaž</w:t>
            </w:r>
          </w:p>
        </w:tc>
        <w:tc>
          <w:tcPr>
            <w:tcW w:w="1109" w:type="pct"/>
            <w:vAlign w:val="center"/>
          </w:tcPr>
          <w:p w14:paraId="0EA760DF" w14:textId="77777777" w:rsidR="005D7FE3" w:rsidRPr="00B922D9" w:rsidRDefault="005D7FE3" w:rsidP="00607601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B922D9">
              <w:rPr>
                <w:sz w:val="18"/>
                <w:szCs w:val="18"/>
              </w:rPr>
              <w:t xml:space="preserve">inančni izterjevalec </w:t>
            </w:r>
            <w:r>
              <w:rPr>
                <w:sz w:val="18"/>
                <w:szCs w:val="18"/>
              </w:rPr>
              <w:t xml:space="preserve"> svetovalec </w:t>
            </w:r>
            <w:r w:rsidRPr="00B922D9">
              <w:rPr>
                <w:sz w:val="18"/>
                <w:szCs w:val="18"/>
              </w:rPr>
              <w:t>specialist I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589" w:type="pct"/>
          </w:tcPr>
          <w:p w14:paraId="463C0408" w14:textId="77777777" w:rsidR="005D7FE3" w:rsidRPr="00B922D9" w:rsidRDefault="005D7FE3" w:rsidP="00607601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vAlign w:val="center"/>
          </w:tcPr>
          <w:p w14:paraId="07738984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766F41ED" w14:textId="77777777" w:rsidR="005D7FE3" w:rsidRPr="00B922D9" w:rsidRDefault="005D7FE3" w:rsidP="00607601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</w:tr>
      <w:tr w:rsidR="007D6E6D" w14:paraId="65164190" w14:textId="77777777" w:rsidTr="00417AAC">
        <w:trPr>
          <w:trHeight w:val="567"/>
          <w:jc w:val="center"/>
        </w:trPr>
        <w:tc>
          <w:tcPr>
            <w:tcW w:w="954" w:type="pct"/>
            <w:vAlign w:val="center"/>
          </w:tcPr>
          <w:p w14:paraId="3F1BEC88" w14:textId="77777777" w:rsidR="00B922D9" w:rsidRPr="00B922D9" w:rsidRDefault="00137D47" w:rsidP="00B922D9">
            <w:pPr>
              <w:rPr>
                <w:color w:val="000000" w:themeColor="text1"/>
                <w:sz w:val="18"/>
                <w:szCs w:val="18"/>
              </w:rPr>
            </w:pPr>
            <w:r w:rsidRPr="00B922D9">
              <w:rPr>
                <w:color w:val="000000" w:themeColor="text1"/>
                <w:sz w:val="18"/>
                <w:szCs w:val="18"/>
              </w:rPr>
              <w:t>Zupan Andrejka</w:t>
            </w:r>
          </w:p>
        </w:tc>
        <w:tc>
          <w:tcPr>
            <w:tcW w:w="1109" w:type="pct"/>
            <w:vAlign w:val="center"/>
          </w:tcPr>
          <w:p w14:paraId="2D4DFFDD" w14:textId="77777777" w:rsidR="00B922D9" w:rsidRPr="00B922D9" w:rsidRDefault="00137D47" w:rsidP="00B922D9">
            <w:pPr>
              <w:rPr>
                <w:color w:val="000000" w:themeColor="text1"/>
                <w:sz w:val="18"/>
                <w:szCs w:val="18"/>
              </w:rPr>
            </w:pPr>
            <w:r w:rsidRPr="00B922D9">
              <w:rPr>
                <w:color w:val="000000" w:themeColor="text1"/>
                <w:sz w:val="18"/>
                <w:szCs w:val="18"/>
              </w:rPr>
              <w:t>Finančni izterjevalec specialist I</w:t>
            </w:r>
          </w:p>
        </w:tc>
        <w:tc>
          <w:tcPr>
            <w:tcW w:w="1589" w:type="pct"/>
          </w:tcPr>
          <w:p w14:paraId="245D8EB0" w14:textId="77777777" w:rsidR="00B922D9" w:rsidRPr="00B922D9" w:rsidRDefault="00137D47" w:rsidP="00B922D9"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vAlign w:val="center"/>
          </w:tcPr>
          <w:p w14:paraId="3437C1C4" w14:textId="77777777" w:rsidR="00B922D9" w:rsidRPr="00B922D9" w:rsidRDefault="00137D47" w:rsidP="00B922D9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711" w:type="pct"/>
            <w:vAlign w:val="center"/>
          </w:tcPr>
          <w:p w14:paraId="5A114F26" w14:textId="77777777" w:rsidR="00B922D9" w:rsidRPr="00B922D9" w:rsidRDefault="00137D47" w:rsidP="00B922D9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B922D9">
              <w:rPr>
                <w:rFonts w:cs="Arial"/>
                <w:color w:val="000000" w:themeColor="text1"/>
                <w:sz w:val="18"/>
                <w:szCs w:val="18"/>
              </w:rPr>
              <w:t>DA</w:t>
            </w:r>
          </w:p>
        </w:tc>
      </w:tr>
      <w:tr w:rsidR="00FC77DD" w14:paraId="2019F629" w14:textId="77777777" w:rsidTr="00FC77DD">
        <w:trPr>
          <w:trHeight w:val="567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C879" w14:textId="77777777" w:rsidR="00FC77DD" w:rsidRPr="00FC77DD" w:rsidRDefault="00FC77DD" w:rsidP="00D16D8F">
            <w:pPr>
              <w:rPr>
                <w:color w:val="000000" w:themeColor="text1"/>
                <w:sz w:val="18"/>
                <w:szCs w:val="18"/>
              </w:rPr>
            </w:pPr>
            <w:r w:rsidRPr="00FC77DD">
              <w:rPr>
                <w:color w:val="000000" w:themeColor="text1"/>
                <w:sz w:val="18"/>
                <w:szCs w:val="18"/>
              </w:rPr>
              <w:t>Šolar Benedik Klavdija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CB49" w14:textId="589A15CB" w:rsidR="00FC77DD" w:rsidRPr="00FC77DD" w:rsidRDefault="00FC77DD" w:rsidP="00FC77D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</w:t>
            </w:r>
            <w:r w:rsidRPr="00FC77DD">
              <w:rPr>
                <w:color w:val="000000" w:themeColor="text1"/>
                <w:sz w:val="18"/>
                <w:szCs w:val="18"/>
              </w:rPr>
              <w:t xml:space="preserve">išji svetovalec </w:t>
            </w:r>
            <w:r>
              <w:rPr>
                <w:color w:val="000000" w:themeColor="text1"/>
                <w:sz w:val="18"/>
                <w:szCs w:val="18"/>
              </w:rPr>
              <w:t xml:space="preserve">– finančni forenzik </w:t>
            </w:r>
            <w:r w:rsidRPr="00FC77DD">
              <w:rPr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8DB5" w14:textId="77777777" w:rsidR="00FC77DD" w:rsidRPr="00FC77DD" w:rsidRDefault="00FC77DD" w:rsidP="00D16D8F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in davčnih postopkih iz delovnega področja oddelka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51899" w14:textId="77777777" w:rsidR="00FC77DD" w:rsidRPr="00FC77DD" w:rsidRDefault="00FC77DD" w:rsidP="00D16D8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FC77DD">
              <w:rPr>
                <w:rFonts w:cs="Arial"/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4FC3" w14:textId="77777777" w:rsidR="00FC77DD" w:rsidRPr="00FC77DD" w:rsidRDefault="00FC77DD" w:rsidP="00D16D8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FC77DD">
              <w:rPr>
                <w:rFonts w:cs="Arial"/>
                <w:color w:val="000000" w:themeColor="text1"/>
                <w:sz w:val="18"/>
                <w:szCs w:val="18"/>
              </w:rPr>
              <w:t>DA</w:t>
            </w:r>
          </w:p>
        </w:tc>
      </w:tr>
    </w:tbl>
    <w:p w14:paraId="75F7CC36" w14:textId="77777777" w:rsidR="00B922D9" w:rsidRPr="00B922D9" w:rsidRDefault="00B922D9" w:rsidP="00B922D9">
      <w:pPr>
        <w:spacing w:line="240" w:lineRule="auto"/>
        <w:ind w:left="5760"/>
        <w:jc w:val="center"/>
        <w:rPr>
          <w:rFonts w:cs="Arial"/>
          <w:szCs w:val="20"/>
        </w:rPr>
      </w:pPr>
    </w:p>
    <w:p w14:paraId="759F2A86" w14:textId="5756D01A" w:rsidR="00DF09B1" w:rsidRDefault="00DF09B1" w:rsidP="00DF09B1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</w:p>
    <w:p w14:paraId="387A46E5" w14:textId="77777777" w:rsidR="003B63A8" w:rsidRPr="00B922D9" w:rsidRDefault="003B63A8" w:rsidP="00DF09B1">
      <w:pPr>
        <w:tabs>
          <w:tab w:val="left" w:pos="1701"/>
        </w:tabs>
        <w:spacing w:line="240" w:lineRule="auto"/>
        <w:rPr>
          <w:b/>
          <w:sz w:val="22"/>
          <w:szCs w:val="22"/>
          <w:lang w:eastAsia="sl-SI"/>
        </w:rPr>
      </w:pPr>
      <w:bookmarkStart w:id="3" w:name="_GoBack"/>
      <w:bookmarkEnd w:id="3"/>
    </w:p>
    <w:p w14:paraId="762F43D9" w14:textId="6EB87AD3" w:rsidR="00DF09B1" w:rsidRPr="00B922D9" w:rsidRDefault="00DF09B1" w:rsidP="00DF09B1">
      <w:pPr>
        <w:tabs>
          <w:tab w:val="left" w:pos="1701"/>
        </w:tabs>
        <w:spacing w:line="240" w:lineRule="auto"/>
        <w:jc w:val="center"/>
        <w:rPr>
          <w:sz w:val="22"/>
          <w:szCs w:val="22"/>
          <w:lang w:eastAsia="sl-SI"/>
        </w:rPr>
      </w:pPr>
      <w:r>
        <w:rPr>
          <w:b/>
          <w:sz w:val="22"/>
          <w:szCs w:val="22"/>
          <w:lang w:eastAsia="sl-SI"/>
        </w:rPr>
        <w:t>SLUŽBA ZA SPLOŠNE ZADEVE</w:t>
      </w:r>
    </w:p>
    <w:p w14:paraId="0E4ACEB3" w14:textId="77777777" w:rsidR="00DF09B1" w:rsidRPr="00B922D9" w:rsidRDefault="00DF09B1" w:rsidP="00DF09B1">
      <w:pPr>
        <w:spacing w:line="240" w:lineRule="auto"/>
        <w:jc w:val="center"/>
        <w:rPr>
          <w:rFonts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1986"/>
        <w:gridCol w:w="2833"/>
        <w:gridCol w:w="1138"/>
        <w:gridCol w:w="1267"/>
      </w:tblGrid>
      <w:tr w:rsidR="00DF09B1" w14:paraId="0C007A5E" w14:textId="77777777" w:rsidTr="00FF1D80">
        <w:trPr>
          <w:jc w:val="center"/>
        </w:trPr>
        <w:tc>
          <w:tcPr>
            <w:tcW w:w="951" w:type="pct"/>
            <w:vAlign w:val="center"/>
          </w:tcPr>
          <w:p w14:paraId="66E86E09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Osebno ime</w:t>
            </w:r>
          </w:p>
        </w:tc>
        <w:tc>
          <w:tcPr>
            <w:tcW w:w="1113" w:type="pct"/>
            <w:vAlign w:val="center"/>
          </w:tcPr>
          <w:p w14:paraId="7DD23445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Delovno mesto / uradniški naziv</w:t>
            </w:r>
          </w:p>
        </w:tc>
        <w:tc>
          <w:tcPr>
            <w:tcW w:w="1588" w:type="pct"/>
            <w:vAlign w:val="center"/>
          </w:tcPr>
          <w:p w14:paraId="042C3594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Obseg pooblastila - področje dela</w:t>
            </w:r>
          </w:p>
        </w:tc>
        <w:tc>
          <w:tcPr>
            <w:tcW w:w="638" w:type="pct"/>
            <w:vAlign w:val="center"/>
          </w:tcPr>
          <w:p w14:paraId="2F1021A5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odločanje</w:t>
            </w:r>
          </w:p>
        </w:tc>
        <w:tc>
          <w:tcPr>
            <w:tcW w:w="710" w:type="pct"/>
            <w:vAlign w:val="center"/>
          </w:tcPr>
          <w:p w14:paraId="18E7773C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vodenje postopka</w:t>
            </w:r>
          </w:p>
          <w:p w14:paraId="02D5E66F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922D9">
              <w:rPr>
                <w:rFonts w:cs="Arial"/>
                <w:b/>
                <w:color w:val="000000"/>
                <w:sz w:val="18"/>
                <w:szCs w:val="18"/>
              </w:rPr>
              <w:t>pred izdajo odločbe</w:t>
            </w:r>
          </w:p>
          <w:p w14:paraId="62F5D530" w14:textId="77777777" w:rsidR="00DF09B1" w:rsidRPr="00B922D9" w:rsidRDefault="00DF09B1" w:rsidP="00FF1D8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DF09B1" w14:paraId="3A99A47F" w14:textId="77777777" w:rsidTr="00FF1D80">
        <w:trPr>
          <w:trHeight w:val="567"/>
          <w:jc w:val="center"/>
        </w:trPr>
        <w:tc>
          <w:tcPr>
            <w:tcW w:w="951" w:type="pct"/>
            <w:vAlign w:val="center"/>
          </w:tcPr>
          <w:p w14:paraId="09633028" w14:textId="23F1A37D" w:rsidR="00DF09B1" w:rsidRPr="00B922D9" w:rsidRDefault="00DF09B1" w:rsidP="00FF1D8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Štromajer Marja</w:t>
            </w:r>
          </w:p>
        </w:tc>
        <w:tc>
          <w:tcPr>
            <w:tcW w:w="1113" w:type="pct"/>
            <w:vAlign w:val="center"/>
          </w:tcPr>
          <w:p w14:paraId="3D3B375D" w14:textId="558BD1CF" w:rsidR="00DF09B1" w:rsidRPr="00B922D9" w:rsidRDefault="00DF09B1" w:rsidP="00DF09B1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 xml:space="preserve">Vodja </w:t>
            </w:r>
            <w:r>
              <w:rPr>
                <w:rFonts w:cs="Arial"/>
                <w:sz w:val="18"/>
                <w:szCs w:val="18"/>
              </w:rPr>
              <w:t>službe</w:t>
            </w:r>
            <w:r w:rsidR="00A41E62">
              <w:rPr>
                <w:rFonts w:cs="Arial"/>
                <w:sz w:val="18"/>
                <w:szCs w:val="18"/>
              </w:rPr>
              <w:t xml:space="preserve"> po pooblastilu</w:t>
            </w:r>
            <w:r w:rsidRPr="00B922D9">
              <w:rPr>
                <w:rFonts w:cs="Arial"/>
                <w:sz w:val="18"/>
                <w:szCs w:val="18"/>
              </w:rPr>
              <w:t xml:space="preserve"> – </w:t>
            </w:r>
            <w:r>
              <w:rPr>
                <w:rFonts w:cs="Arial"/>
                <w:sz w:val="18"/>
                <w:szCs w:val="18"/>
              </w:rPr>
              <w:t>podsekretar</w:t>
            </w:r>
          </w:p>
        </w:tc>
        <w:tc>
          <w:tcPr>
            <w:tcW w:w="1588" w:type="pct"/>
            <w:vAlign w:val="center"/>
          </w:tcPr>
          <w:p w14:paraId="23C7B38B" w14:textId="77777777" w:rsidR="00DF09B1" w:rsidRPr="00B922D9" w:rsidRDefault="00DF09B1" w:rsidP="00FF1D80">
            <w:pPr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v vseh upravnih zadevah iz pristojnosti urada</w:t>
            </w:r>
          </w:p>
        </w:tc>
        <w:tc>
          <w:tcPr>
            <w:tcW w:w="638" w:type="pct"/>
            <w:vAlign w:val="center"/>
          </w:tcPr>
          <w:p w14:paraId="3F3F9D49" w14:textId="77777777" w:rsidR="00DF09B1" w:rsidRPr="00B922D9" w:rsidRDefault="00DF09B1" w:rsidP="00FF1D80">
            <w:pPr>
              <w:jc w:val="center"/>
              <w:rPr>
                <w:rFonts w:cs="Arial"/>
                <w:sz w:val="18"/>
                <w:szCs w:val="18"/>
              </w:rPr>
            </w:pPr>
            <w:r w:rsidRPr="00B922D9">
              <w:rPr>
                <w:rFonts w:cs="Arial"/>
                <w:sz w:val="18"/>
                <w:szCs w:val="18"/>
              </w:rPr>
              <w:t>DA</w:t>
            </w:r>
          </w:p>
        </w:tc>
        <w:tc>
          <w:tcPr>
            <w:tcW w:w="710" w:type="pct"/>
            <w:vAlign w:val="center"/>
          </w:tcPr>
          <w:p w14:paraId="0681BF6E" w14:textId="77777777" w:rsidR="00DF09B1" w:rsidRPr="00B922D9" w:rsidRDefault="00DF09B1" w:rsidP="00FF1D8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6206B6B" w14:textId="77777777" w:rsidR="00315D82" w:rsidRPr="00B922D9" w:rsidRDefault="00315D82" w:rsidP="001A3BA5">
      <w:pPr>
        <w:pStyle w:val="podpisi"/>
        <w:jc w:val="right"/>
        <w:rPr>
          <w:lang w:val="sl-SI"/>
        </w:rPr>
      </w:pPr>
    </w:p>
    <w:p w14:paraId="34C5C4EF" w14:textId="5E9CF416" w:rsidR="001A3BA5" w:rsidRDefault="001A3BA5" w:rsidP="001A3BA5">
      <w:pPr>
        <w:pStyle w:val="podpisi"/>
        <w:rPr>
          <w:lang w:val="sl-SI"/>
        </w:rPr>
      </w:pPr>
    </w:p>
    <w:p w14:paraId="464CD419" w14:textId="0F12C7AE" w:rsidR="00F17378" w:rsidRDefault="00F17378" w:rsidP="001A3BA5">
      <w:pPr>
        <w:pStyle w:val="podpisi"/>
        <w:rPr>
          <w:lang w:val="sl-SI"/>
        </w:rPr>
      </w:pPr>
    </w:p>
    <w:p w14:paraId="5E8314D5" w14:textId="77777777" w:rsidR="00F17378" w:rsidRPr="00B922D9" w:rsidRDefault="00F17378" w:rsidP="001A3BA5">
      <w:pPr>
        <w:pStyle w:val="podpisi"/>
        <w:rPr>
          <w:lang w:val="sl-SI"/>
        </w:rPr>
      </w:pPr>
    </w:p>
    <w:p w14:paraId="2220CF3B" w14:textId="7634CABF" w:rsidR="00525C18" w:rsidRPr="00B922D9" w:rsidRDefault="00137D47" w:rsidP="00F0025B">
      <w:pPr>
        <w:pStyle w:val="podpisi"/>
        <w:tabs>
          <w:tab w:val="clear" w:pos="3402"/>
          <w:tab w:val="center" w:pos="6237"/>
        </w:tabs>
        <w:rPr>
          <w:lang w:val="sl-SI"/>
        </w:rPr>
      </w:pPr>
      <w:r w:rsidRPr="00B922D9">
        <w:rPr>
          <w:lang w:val="sl-SI"/>
        </w:rPr>
        <w:tab/>
      </w:r>
      <w:r w:rsidR="00D57485">
        <w:t>Apolonija Majcen Praprotnik</w:t>
      </w:r>
      <w:r w:rsidRPr="00B922D9">
        <w:rPr>
          <w:lang w:val="sl-SI"/>
        </w:rPr>
        <w:t>,</w:t>
      </w:r>
    </w:p>
    <w:p w14:paraId="057BDB28" w14:textId="023CB990" w:rsidR="001A3BA5" w:rsidRPr="00B922D9" w:rsidRDefault="00137D47" w:rsidP="00FC77DD">
      <w:pPr>
        <w:pStyle w:val="podpisi"/>
        <w:tabs>
          <w:tab w:val="clear" w:pos="3402"/>
          <w:tab w:val="center" w:pos="6237"/>
        </w:tabs>
        <w:rPr>
          <w:lang w:val="sl-SI"/>
        </w:rPr>
      </w:pPr>
      <w:r w:rsidRPr="00B922D9">
        <w:rPr>
          <w:lang w:val="sl-SI"/>
        </w:rPr>
        <w:tab/>
      </w:r>
      <w:bookmarkStart w:id="4" w:name="PodpisnikNazivDM"/>
      <w:r w:rsidRPr="00B922D9">
        <w:t>direktorica</w:t>
      </w:r>
      <w:bookmarkEnd w:id="4"/>
    </w:p>
    <w:p w14:paraId="7B932F78" w14:textId="77777777" w:rsidR="001A3BA5" w:rsidRPr="00B922D9" w:rsidRDefault="001A3BA5" w:rsidP="005149DF">
      <w:pPr>
        <w:pStyle w:val="podpisi"/>
        <w:tabs>
          <w:tab w:val="left" w:pos="709"/>
        </w:tabs>
        <w:rPr>
          <w:lang w:val="sl-SI"/>
        </w:rPr>
      </w:pPr>
    </w:p>
    <w:sectPr w:rsidR="001A3BA5" w:rsidRPr="00B922D9" w:rsidSect="00F0025B">
      <w:headerReference w:type="default" r:id="rId16"/>
      <w:footerReference w:type="default" r:id="rId17"/>
      <w:headerReference w:type="first" r:id="rId18"/>
      <w:footerReference w:type="first" r:id="rId19"/>
      <w:pgSz w:w="11900" w:h="16840" w:code="9"/>
      <w:pgMar w:top="1701" w:right="1268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F6DFA" w14:textId="77777777" w:rsidR="008C0A38" w:rsidRDefault="008C0A38">
      <w:pPr>
        <w:spacing w:line="240" w:lineRule="auto"/>
      </w:pPr>
      <w:r>
        <w:separator/>
      </w:r>
    </w:p>
  </w:endnote>
  <w:endnote w:type="continuationSeparator" w:id="0">
    <w:p w14:paraId="68E12F92" w14:textId="77777777" w:rsidR="008C0A38" w:rsidRDefault="008C0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1A55F" w14:textId="72463966" w:rsidR="0070578E" w:rsidRDefault="0070578E" w:rsidP="000F3A8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3B63A8">
      <w:rPr>
        <w:rFonts w:cs="Arial"/>
        <w:noProof/>
        <w:sz w:val="16"/>
      </w:rPr>
      <w:t>13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3B63A8">
      <w:rPr>
        <w:rFonts w:cs="Arial"/>
        <w:noProof/>
        <w:sz w:val="16"/>
      </w:rPr>
      <w:t>14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31C5C" w14:textId="1672BFAB" w:rsidR="0070578E" w:rsidRDefault="0070578E" w:rsidP="000F3A8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8C0A38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8C0A38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64571" w14:textId="77777777" w:rsidR="008C0A38" w:rsidRDefault="008C0A38">
      <w:pPr>
        <w:spacing w:line="240" w:lineRule="auto"/>
      </w:pPr>
      <w:r>
        <w:separator/>
      </w:r>
    </w:p>
  </w:footnote>
  <w:footnote w:type="continuationSeparator" w:id="0">
    <w:p w14:paraId="64BCC3EF" w14:textId="77777777" w:rsidR="008C0A38" w:rsidRDefault="008C0A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B0A6D" w14:textId="77777777" w:rsidR="0070578E" w:rsidRPr="00110CBD" w:rsidRDefault="0070578E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70578E" w14:paraId="4F861B7A" w14:textId="77777777">
      <w:trPr>
        <w:cantSplit/>
        <w:trHeight w:hRule="exact" w:val="847"/>
      </w:trPr>
      <w:tc>
        <w:tcPr>
          <w:tcW w:w="567" w:type="dxa"/>
        </w:tcPr>
        <w:p w14:paraId="56008EA6" w14:textId="77777777" w:rsidR="0070578E" w:rsidRDefault="0070578E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14:paraId="6E6D5995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74129CD1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0916E927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4EFB2DF2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151E8046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4E2BAB5C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7C59CF85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1C7B1F20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3A65C134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6CB1B2AB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78202E99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05A893C1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2F390372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3945E5F6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4993D506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  <w:p w14:paraId="47602C08" w14:textId="77777777" w:rsidR="0070578E" w:rsidRPr="006D42D9" w:rsidRDefault="0070578E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14:paraId="66D8F8BA" w14:textId="77777777" w:rsidR="0070578E" w:rsidRPr="008F3500" w:rsidRDefault="0070578E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 w:rsidRPr="008F3500">
      <w:rPr>
        <w:noProof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92B7D12" wp14:editId="7469F36D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10160" t="9525" r="13970" b="952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9F3C136"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14:paraId="2CCAD682" w14:textId="77777777" w:rsidR="0070578E" w:rsidRPr="008F3500" w:rsidRDefault="0070578E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</w:rPr>
    </w:pPr>
    <w:r>
      <w:rPr>
        <w:rFonts w:ascii="Republika Bold" w:hAnsi="Republika Bold"/>
        <w:b/>
        <w:caps/>
      </w:rPr>
      <w:t>Ministrstvo za finance</w:t>
    </w:r>
  </w:p>
  <w:p w14:paraId="7C93F205" w14:textId="77777777" w:rsidR="0070578E" w:rsidRDefault="0070578E" w:rsidP="002C0F39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</w:rPr>
    </w:pPr>
    <w:r>
      <w:rPr>
        <w:rFonts w:ascii="Republika" w:hAnsi="Republika"/>
        <w:caps/>
      </w:rPr>
      <w:t>finančna uprava Republike Slovenije</w:t>
    </w:r>
  </w:p>
  <w:p w14:paraId="52B89DE1" w14:textId="77777777" w:rsidR="0070578E" w:rsidRPr="00017594" w:rsidRDefault="0070578E" w:rsidP="002C0F39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/>
        <w:caps/>
      </w:rPr>
    </w:pPr>
    <w:r>
      <w:rPr>
        <w:rFonts w:ascii="Republika" w:hAnsi="Republika"/>
      </w:rPr>
      <w:t>Finančni urad Kranj</w:t>
    </w:r>
  </w:p>
  <w:p w14:paraId="0F8DA884" w14:textId="77777777" w:rsidR="0070578E" w:rsidRPr="008F3500" w:rsidRDefault="0070578E" w:rsidP="00ED323E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</w:rPr>
    </w:pPr>
    <w:r>
      <w:rPr>
        <w:rFonts w:cs="Arial"/>
        <w:sz w:val="16"/>
      </w:rPr>
      <w:t>Koroška cesta 21, p.p. 122</w:t>
    </w:r>
    <w:r w:rsidRPr="008F3500">
      <w:rPr>
        <w:rFonts w:cs="Arial"/>
        <w:sz w:val="16"/>
      </w:rPr>
      <w:t xml:space="preserve">, </w:t>
    </w:r>
    <w:r>
      <w:rPr>
        <w:rFonts w:cs="Arial"/>
        <w:sz w:val="16"/>
      </w:rPr>
      <w:t>4001 Kranj</w:t>
    </w:r>
    <w:r w:rsidRPr="008F3500">
      <w:rPr>
        <w:rFonts w:cs="Arial"/>
        <w:sz w:val="16"/>
      </w:rPr>
      <w:tab/>
      <w:t xml:space="preserve">T: </w:t>
    </w:r>
    <w:r w:rsidRPr="008A40D1">
      <w:rPr>
        <w:rFonts w:cs="Arial"/>
        <w:sz w:val="16"/>
      </w:rPr>
      <w:t>04 202</w:t>
    </w:r>
    <w:r>
      <w:rPr>
        <w:rFonts w:cs="Arial"/>
        <w:sz w:val="16"/>
      </w:rPr>
      <w:t xml:space="preserve"> </w:t>
    </w:r>
    <w:r w:rsidRPr="008A40D1">
      <w:rPr>
        <w:rFonts w:cs="Arial"/>
        <w:sz w:val="16"/>
      </w:rPr>
      <w:t>73</w:t>
    </w:r>
    <w:r>
      <w:rPr>
        <w:rFonts w:cs="Arial"/>
        <w:sz w:val="16"/>
      </w:rPr>
      <w:t xml:space="preserve"> </w:t>
    </w:r>
    <w:r w:rsidRPr="008A40D1">
      <w:rPr>
        <w:rFonts w:cs="Arial"/>
        <w:sz w:val="16"/>
      </w:rPr>
      <w:t>00</w:t>
    </w:r>
  </w:p>
  <w:p w14:paraId="48869962" w14:textId="77777777" w:rsidR="0070578E" w:rsidRPr="008F3500" w:rsidRDefault="0070578E" w:rsidP="00ED323E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  <w:t xml:space="preserve">E: </w:t>
    </w:r>
    <w:r>
      <w:rPr>
        <w:rFonts w:cs="Arial"/>
        <w:sz w:val="16"/>
      </w:rPr>
      <w:t>kr.fu@gov.si</w:t>
    </w:r>
  </w:p>
  <w:p w14:paraId="6EB71EBD" w14:textId="77777777" w:rsidR="0070578E" w:rsidRPr="008F3500" w:rsidRDefault="0070578E" w:rsidP="00ED323E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</w:r>
    <w:r>
      <w:rPr>
        <w:rFonts w:cs="Arial"/>
        <w:sz w:val="16"/>
      </w:rPr>
      <w:t>www.fu.gov.si</w:t>
    </w:r>
  </w:p>
  <w:p w14:paraId="02232636" w14:textId="77777777" w:rsidR="0070578E" w:rsidRPr="008F3500" w:rsidRDefault="0070578E" w:rsidP="00A23BD1">
    <w:pPr>
      <w:pStyle w:val="Glava"/>
      <w:tabs>
        <w:tab w:val="clear" w:pos="4320"/>
        <w:tab w:val="clear" w:pos="8640"/>
        <w:tab w:val="left" w:pos="5112"/>
      </w:tabs>
      <w:spacing w:before="24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3FB"/>
    <w:multiLevelType w:val="hybridMultilevel"/>
    <w:tmpl w:val="675E0290"/>
    <w:lvl w:ilvl="0" w:tplc="0C846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4C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47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8CF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804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ACE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1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C5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BE6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0284B"/>
    <w:multiLevelType w:val="hybridMultilevel"/>
    <w:tmpl w:val="DEC834B0"/>
    <w:lvl w:ilvl="0" w:tplc="4EB4BC5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8545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2E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AE6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E09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A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4C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8D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DAA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786A"/>
    <w:multiLevelType w:val="hybridMultilevel"/>
    <w:tmpl w:val="92A2E3F6"/>
    <w:lvl w:ilvl="0" w:tplc="D23CBE7A">
      <w:start w:val="1"/>
      <w:numFmt w:val="decimal"/>
      <w:lvlText w:val="%1."/>
      <w:lvlJc w:val="left"/>
      <w:pPr>
        <w:ind w:left="360" w:hanging="360"/>
      </w:pPr>
    </w:lvl>
    <w:lvl w:ilvl="1" w:tplc="E8546DD8" w:tentative="1">
      <w:start w:val="1"/>
      <w:numFmt w:val="lowerLetter"/>
      <w:lvlText w:val="%2."/>
      <w:lvlJc w:val="left"/>
      <w:pPr>
        <w:ind w:left="1080" w:hanging="360"/>
      </w:pPr>
    </w:lvl>
    <w:lvl w:ilvl="2" w:tplc="59E04E48" w:tentative="1">
      <w:start w:val="1"/>
      <w:numFmt w:val="lowerRoman"/>
      <w:lvlText w:val="%3."/>
      <w:lvlJc w:val="right"/>
      <w:pPr>
        <w:ind w:left="1800" w:hanging="180"/>
      </w:pPr>
    </w:lvl>
    <w:lvl w:ilvl="3" w:tplc="993AC9BE" w:tentative="1">
      <w:start w:val="1"/>
      <w:numFmt w:val="decimal"/>
      <w:lvlText w:val="%4."/>
      <w:lvlJc w:val="left"/>
      <w:pPr>
        <w:ind w:left="2520" w:hanging="360"/>
      </w:pPr>
    </w:lvl>
    <w:lvl w:ilvl="4" w:tplc="F816111E" w:tentative="1">
      <w:start w:val="1"/>
      <w:numFmt w:val="lowerLetter"/>
      <w:lvlText w:val="%5."/>
      <w:lvlJc w:val="left"/>
      <w:pPr>
        <w:ind w:left="3240" w:hanging="360"/>
      </w:pPr>
    </w:lvl>
    <w:lvl w:ilvl="5" w:tplc="088425FC" w:tentative="1">
      <w:start w:val="1"/>
      <w:numFmt w:val="lowerRoman"/>
      <w:lvlText w:val="%6."/>
      <w:lvlJc w:val="right"/>
      <w:pPr>
        <w:ind w:left="3960" w:hanging="180"/>
      </w:pPr>
    </w:lvl>
    <w:lvl w:ilvl="6" w:tplc="925EA4DA" w:tentative="1">
      <w:start w:val="1"/>
      <w:numFmt w:val="decimal"/>
      <w:lvlText w:val="%7."/>
      <w:lvlJc w:val="left"/>
      <w:pPr>
        <w:ind w:left="4680" w:hanging="360"/>
      </w:pPr>
    </w:lvl>
    <w:lvl w:ilvl="7" w:tplc="CC52FEF2" w:tentative="1">
      <w:start w:val="1"/>
      <w:numFmt w:val="lowerLetter"/>
      <w:lvlText w:val="%8."/>
      <w:lvlJc w:val="left"/>
      <w:pPr>
        <w:ind w:left="5400" w:hanging="360"/>
      </w:pPr>
    </w:lvl>
    <w:lvl w:ilvl="8" w:tplc="34D416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B236DF"/>
    <w:multiLevelType w:val="hybridMultilevel"/>
    <w:tmpl w:val="E900220E"/>
    <w:lvl w:ilvl="0" w:tplc="EE7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9857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4839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20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061B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D89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2D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CD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AA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25CD1"/>
    <w:multiLevelType w:val="hybridMultilevel"/>
    <w:tmpl w:val="2D24329E"/>
    <w:lvl w:ilvl="0" w:tplc="0E3C68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6E76BC" w:tentative="1">
      <w:start w:val="1"/>
      <w:numFmt w:val="lowerLetter"/>
      <w:lvlText w:val="%2."/>
      <w:lvlJc w:val="left"/>
      <w:pPr>
        <w:ind w:left="1800" w:hanging="360"/>
      </w:pPr>
    </w:lvl>
    <w:lvl w:ilvl="2" w:tplc="7118FFF6" w:tentative="1">
      <w:start w:val="1"/>
      <w:numFmt w:val="lowerRoman"/>
      <w:lvlText w:val="%3."/>
      <w:lvlJc w:val="right"/>
      <w:pPr>
        <w:ind w:left="2520" w:hanging="180"/>
      </w:pPr>
    </w:lvl>
    <w:lvl w:ilvl="3" w:tplc="06B6EBAE" w:tentative="1">
      <w:start w:val="1"/>
      <w:numFmt w:val="decimal"/>
      <w:lvlText w:val="%4."/>
      <w:lvlJc w:val="left"/>
      <w:pPr>
        <w:ind w:left="3240" w:hanging="360"/>
      </w:pPr>
    </w:lvl>
    <w:lvl w:ilvl="4" w:tplc="2098DA18" w:tentative="1">
      <w:start w:val="1"/>
      <w:numFmt w:val="lowerLetter"/>
      <w:lvlText w:val="%5."/>
      <w:lvlJc w:val="left"/>
      <w:pPr>
        <w:ind w:left="3960" w:hanging="360"/>
      </w:pPr>
    </w:lvl>
    <w:lvl w:ilvl="5" w:tplc="6FDA887E" w:tentative="1">
      <w:start w:val="1"/>
      <w:numFmt w:val="lowerRoman"/>
      <w:lvlText w:val="%6."/>
      <w:lvlJc w:val="right"/>
      <w:pPr>
        <w:ind w:left="4680" w:hanging="180"/>
      </w:pPr>
    </w:lvl>
    <w:lvl w:ilvl="6" w:tplc="CC820D92" w:tentative="1">
      <w:start w:val="1"/>
      <w:numFmt w:val="decimal"/>
      <w:lvlText w:val="%7."/>
      <w:lvlJc w:val="left"/>
      <w:pPr>
        <w:ind w:left="5400" w:hanging="360"/>
      </w:pPr>
    </w:lvl>
    <w:lvl w:ilvl="7" w:tplc="F6D86FD2" w:tentative="1">
      <w:start w:val="1"/>
      <w:numFmt w:val="lowerLetter"/>
      <w:lvlText w:val="%8."/>
      <w:lvlJc w:val="left"/>
      <w:pPr>
        <w:ind w:left="6120" w:hanging="360"/>
      </w:pPr>
    </w:lvl>
    <w:lvl w:ilvl="8" w:tplc="2E9C94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BE4968"/>
    <w:multiLevelType w:val="hybridMultilevel"/>
    <w:tmpl w:val="C9D2059C"/>
    <w:lvl w:ilvl="0" w:tplc="B15CBA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8454EFAE">
      <w:start w:val="1"/>
      <w:numFmt w:val="lowerLetter"/>
      <w:lvlText w:val="%2."/>
      <w:lvlJc w:val="left"/>
      <w:pPr>
        <w:ind w:left="1800" w:hanging="360"/>
      </w:pPr>
    </w:lvl>
    <w:lvl w:ilvl="2" w:tplc="94BEDD36">
      <w:start w:val="1"/>
      <w:numFmt w:val="lowerRoman"/>
      <w:lvlText w:val="%3."/>
      <w:lvlJc w:val="right"/>
      <w:pPr>
        <w:ind w:left="2520" w:hanging="180"/>
      </w:pPr>
    </w:lvl>
    <w:lvl w:ilvl="3" w:tplc="E41C8F3C">
      <w:start w:val="1"/>
      <w:numFmt w:val="decimal"/>
      <w:lvlText w:val="%4."/>
      <w:lvlJc w:val="left"/>
      <w:pPr>
        <w:ind w:left="3240" w:hanging="360"/>
      </w:pPr>
    </w:lvl>
    <w:lvl w:ilvl="4" w:tplc="8014163C">
      <w:start w:val="1"/>
      <w:numFmt w:val="lowerLetter"/>
      <w:lvlText w:val="%5."/>
      <w:lvlJc w:val="left"/>
      <w:pPr>
        <w:ind w:left="3960" w:hanging="360"/>
      </w:pPr>
    </w:lvl>
    <w:lvl w:ilvl="5" w:tplc="6762972E">
      <w:start w:val="1"/>
      <w:numFmt w:val="lowerRoman"/>
      <w:lvlText w:val="%6."/>
      <w:lvlJc w:val="right"/>
      <w:pPr>
        <w:ind w:left="4680" w:hanging="180"/>
      </w:pPr>
    </w:lvl>
    <w:lvl w:ilvl="6" w:tplc="4B3C8EB4">
      <w:start w:val="1"/>
      <w:numFmt w:val="decimal"/>
      <w:lvlText w:val="%7."/>
      <w:lvlJc w:val="left"/>
      <w:pPr>
        <w:ind w:left="5400" w:hanging="360"/>
      </w:pPr>
    </w:lvl>
    <w:lvl w:ilvl="7" w:tplc="0EB81A44">
      <w:start w:val="1"/>
      <w:numFmt w:val="lowerLetter"/>
      <w:lvlText w:val="%8."/>
      <w:lvlJc w:val="left"/>
      <w:pPr>
        <w:ind w:left="6120" w:hanging="360"/>
      </w:pPr>
    </w:lvl>
    <w:lvl w:ilvl="8" w:tplc="EDD8FCBE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185C12"/>
    <w:multiLevelType w:val="hybridMultilevel"/>
    <w:tmpl w:val="BF06C40C"/>
    <w:lvl w:ilvl="0" w:tplc="3C98F6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AED784" w:tentative="1">
      <w:start w:val="1"/>
      <w:numFmt w:val="lowerLetter"/>
      <w:lvlText w:val="%2."/>
      <w:lvlJc w:val="left"/>
      <w:pPr>
        <w:ind w:left="1080" w:hanging="360"/>
      </w:pPr>
    </w:lvl>
    <w:lvl w:ilvl="2" w:tplc="90FCA5F4" w:tentative="1">
      <w:start w:val="1"/>
      <w:numFmt w:val="lowerRoman"/>
      <w:lvlText w:val="%3."/>
      <w:lvlJc w:val="right"/>
      <w:pPr>
        <w:ind w:left="1800" w:hanging="180"/>
      </w:pPr>
    </w:lvl>
    <w:lvl w:ilvl="3" w:tplc="1A22FB1E" w:tentative="1">
      <w:start w:val="1"/>
      <w:numFmt w:val="decimal"/>
      <w:lvlText w:val="%4."/>
      <w:lvlJc w:val="left"/>
      <w:pPr>
        <w:ind w:left="2520" w:hanging="360"/>
      </w:pPr>
    </w:lvl>
    <w:lvl w:ilvl="4" w:tplc="68F4D1B8" w:tentative="1">
      <w:start w:val="1"/>
      <w:numFmt w:val="lowerLetter"/>
      <w:lvlText w:val="%5."/>
      <w:lvlJc w:val="left"/>
      <w:pPr>
        <w:ind w:left="3240" w:hanging="360"/>
      </w:pPr>
    </w:lvl>
    <w:lvl w:ilvl="5" w:tplc="2878E616" w:tentative="1">
      <w:start w:val="1"/>
      <w:numFmt w:val="lowerRoman"/>
      <w:lvlText w:val="%6."/>
      <w:lvlJc w:val="right"/>
      <w:pPr>
        <w:ind w:left="3960" w:hanging="180"/>
      </w:pPr>
    </w:lvl>
    <w:lvl w:ilvl="6" w:tplc="797C2A86" w:tentative="1">
      <w:start w:val="1"/>
      <w:numFmt w:val="decimal"/>
      <w:lvlText w:val="%7."/>
      <w:lvlJc w:val="left"/>
      <w:pPr>
        <w:ind w:left="4680" w:hanging="360"/>
      </w:pPr>
    </w:lvl>
    <w:lvl w:ilvl="7" w:tplc="ACDA9600" w:tentative="1">
      <w:start w:val="1"/>
      <w:numFmt w:val="lowerLetter"/>
      <w:lvlText w:val="%8."/>
      <w:lvlJc w:val="left"/>
      <w:pPr>
        <w:ind w:left="5400" w:hanging="360"/>
      </w:pPr>
    </w:lvl>
    <w:lvl w:ilvl="8" w:tplc="EDBE51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E5259"/>
    <w:multiLevelType w:val="hybridMultilevel"/>
    <w:tmpl w:val="9B0ECF2C"/>
    <w:lvl w:ilvl="0" w:tplc="EE8882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86D2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DAA3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41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F83B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18E00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16B8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9EA9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A6841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376BE"/>
    <w:multiLevelType w:val="hybridMultilevel"/>
    <w:tmpl w:val="3DD6C93C"/>
    <w:lvl w:ilvl="0" w:tplc="F09E8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54D1CA" w:tentative="1">
      <w:start w:val="1"/>
      <w:numFmt w:val="lowerLetter"/>
      <w:lvlText w:val="%2."/>
      <w:lvlJc w:val="left"/>
      <w:pPr>
        <w:ind w:left="1080" w:hanging="360"/>
      </w:pPr>
    </w:lvl>
    <w:lvl w:ilvl="2" w:tplc="D0C21E18" w:tentative="1">
      <w:start w:val="1"/>
      <w:numFmt w:val="lowerRoman"/>
      <w:lvlText w:val="%3."/>
      <w:lvlJc w:val="right"/>
      <w:pPr>
        <w:ind w:left="1800" w:hanging="180"/>
      </w:pPr>
    </w:lvl>
    <w:lvl w:ilvl="3" w:tplc="FCE45CF2" w:tentative="1">
      <w:start w:val="1"/>
      <w:numFmt w:val="decimal"/>
      <w:lvlText w:val="%4."/>
      <w:lvlJc w:val="left"/>
      <w:pPr>
        <w:ind w:left="2520" w:hanging="360"/>
      </w:pPr>
    </w:lvl>
    <w:lvl w:ilvl="4" w:tplc="48AECD38" w:tentative="1">
      <w:start w:val="1"/>
      <w:numFmt w:val="lowerLetter"/>
      <w:lvlText w:val="%5."/>
      <w:lvlJc w:val="left"/>
      <w:pPr>
        <w:ind w:left="3240" w:hanging="360"/>
      </w:pPr>
    </w:lvl>
    <w:lvl w:ilvl="5" w:tplc="5C5CB75E" w:tentative="1">
      <w:start w:val="1"/>
      <w:numFmt w:val="lowerRoman"/>
      <w:lvlText w:val="%6."/>
      <w:lvlJc w:val="right"/>
      <w:pPr>
        <w:ind w:left="3960" w:hanging="180"/>
      </w:pPr>
    </w:lvl>
    <w:lvl w:ilvl="6" w:tplc="0F8CC290" w:tentative="1">
      <w:start w:val="1"/>
      <w:numFmt w:val="decimal"/>
      <w:lvlText w:val="%7."/>
      <w:lvlJc w:val="left"/>
      <w:pPr>
        <w:ind w:left="4680" w:hanging="360"/>
      </w:pPr>
    </w:lvl>
    <w:lvl w:ilvl="7" w:tplc="9604A7F6" w:tentative="1">
      <w:start w:val="1"/>
      <w:numFmt w:val="lowerLetter"/>
      <w:lvlText w:val="%8."/>
      <w:lvlJc w:val="left"/>
      <w:pPr>
        <w:ind w:left="5400" w:hanging="360"/>
      </w:pPr>
    </w:lvl>
    <w:lvl w:ilvl="8" w:tplc="FC7267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1">
    <w:nsid w:val="1A5E3EA1"/>
    <w:multiLevelType w:val="hybridMultilevel"/>
    <w:tmpl w:val="22E87F88"/>
    <w:lvl w:ilvl="0" w:tplc="686463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32A6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307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63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809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1AF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1A5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73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5CA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F753E"/>
    <w:multiLevelType w:val="hybridMultilevel"/>
    <w:tmpl w:val="247E4E68"/>
    <w:lvl w:ilvl="0" w:tplc="3AA2A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9A71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23817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5802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2E88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EDC18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FCC6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E6AA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6B214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C72DBC"/>
    <w:multiLevelType w:val="hybridMultilevel"/>
    <w:tmpl w:val="71EE5208"/>
    <w:lvl w:ilvl="0" w:tplc="CBB43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4EB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E6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60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4A8A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C6E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C7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7E0A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40B0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E5F54"/>
    <w:multiLevelType w:val="hybridMultilevel"/>
    <w:tmpl w:val="ACF25C96"/>
    <w:lvl w:ilvl="0" w:tplc="C9D4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0FE58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5AA7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1B8869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75682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98932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E5217B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6B2AC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78CC29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072372"/>
    <w:multiLevelType w:val="hybridMultilevel"/>
    <w:tmpl w:val="94FE8146"/>
    <w:lvl w:ilvl="0" w:tplc="A5B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3EE1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BC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780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E47F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1C8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B65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C26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DA1D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112905"/>
    <w:multiLevelType w:val="hybridMultilevel"/>
    <w:tmpl w:val="D7F6A610"/>
    <w:lvl w:ilvl="0" w:tplc="3A7E7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F94C6F2A">
      <w:start w:val="1"/>
      <w:numFmt w:val="lowerLetter"/>
      <w:lvlText w:val="%2."/>
      <w:lvlJc w:val="left"/>
      <w:pPr>
        <w:ind w:left="1440" w:hanging="360"/>
      </w:pPr>
    </w:lvl>
    <w:lvl w:ilvl="2" w:tplc="2E1677DC">
      <w:start w:val="1"/>
      <w:numFmt w:val="lowerRoman"/>
      <w:lvlText w:val="%3."/>
      <w:lvlJc w:val="right"/>
      <w:pPr>
        <w:ind w:left="2160" w:hanging="180"/>
      </w:pPr>
    </w:lvl>
    <w:lvl w:ilvl="3" w:tplc="98C08780">
      <w:start w:val="1"/>
      <w:numFmt w:val="decimal"/>
      <w:lvlText w:val="%4."/>
      <w:lvlJc w:val="left"/>
      <w:pPr>
        <w:ind w:left="2880" w:hanging="360"/>
      </w:pPr>
    </w:lvl>
    <w:lvl w:ilvl="4" w:tplc="B2C811E4">
      <w:start w:val="1"/>
      <w:numFmt w:val="lowerLetter"/>
      <w:lvlText w:val="%5."/>
      <w:lvlJc w:val="left"/>
      <w:pPr>
        <w:ind w:left="3600" w:hanging="360"/>
      </w:pPr>
    </w:lvl>
    <w:lvl w:ilvl="5" w:tplc="B3D0C354">
      <w:start w:val="1"/>
      <w:numFmt w:val="lowerRoman"/>
      <w:lvlText w:val="%6."/>
      <w:lvlJc w:val="right"/>
      <w:pPr>
        <w:ind w:left="4320" w:hanging="180"/>
      </w:pPr>
    </w:lvl>
    <w:lvl w:ilvl="6" w:tplc="EE2EE7DE">
      <w:start w:val="1"/>
      <w:numFmt w:val="decimal"/>
      <w:lvlText w:val="%7."/>
      <w:lvlJc w:val="left"/>
      <w:pPr>
        <w:ind w:left="5040" w:hanging="360"/>
      </w:pPr>
    </w:lvl>
    <w:lvl w:ilvl="7" w:tplc="C60AE19A">
      <w:start w:val="1"/>
      <w:numFmt w:val="lowerLetter"/>
      <w:lvlText w:val="%8."/>
      <w:lvlJc w:val="left"/>
      <w:pPr>
        <w:ind w:left="5760" w:hanging="360"/>
      </w:pPr>
    </w:lvl>
    <w:lvl w:ilvl="8" w:tplc="6D024EA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214EC"/>
    <w:multiLevelType w:val="hybridMultilevel"/>
    <w:tmpl w:val="321CA7F0"/>
    <w:lvl w:ilvl="0" w:tplc="395015BC">
      <w:start w:val="1"/>
      <w:numFmt w:val="decimal"/>
      <w:lvlText w:val="%1."/>
      <w:lvlJc w:val="left"/>
      <w:pPr>
        <w:ind w:left="720" w:hanging="360"/>
      </w:pPr>
    </w:lvl>
    <w:lvl w:ilvl="1" w:tplc="528672EC">
      <w:start w:val="1"/>
      <w:numFmt w:val="lowerLetter"/>
      <w:lvlText w:val="%2."/>
      <w:lvlJc w:val="left"/>
      <w:pPr>
        <w:ind w:left="1440" w:hanging="360"/>
      </w:pPr>
    </w:lvl>
    <w:lvl w:ilvl="2" w:tplc="4028AE58">
      <w:start w:val="1"/>
      <w:numFmt w:val="lowerRoman"/>
      <w:lvlText w:val="%3."/>
      <w:lvlJc w:val="right"/>
      <w:pPr>
        <w:ind w:left="2160" w:hanging="180"/>
      </w:pPr>
    </w:lvl>
    <w:lvl w:ilvl="3" w:tplc="02E46772">
      <w:start w:val="1"/>
      <w:numFmt w:val="decimal"/>
      <w:lvlText w:val="%4."/>
      <w:lvlJc w:val="left"/>
      <w:pPr>
        <w:ind w:left="2880" w:hanging="360"/>
      </w:pPr>
    </w:lvl>
    <w:lvl w:ilvl="4" w:tplc="F5345C7A">
      <w:start w:val="1"/>
      <w:numFmt w:val="lowerLetter"/>
      <w:lvlText w:val="%5."/>
      <w:lvlJc w:val="left"/>
      <w:pPr>
        <w:ind w:left="3600" w:hanging="360"/>
      </w:pPr>
    </w:lvl>
    <w:lvl w:ilvl="5" w:tplc="22E038B4">
      <w:start w:val="1"/>
      <w:numFmt w:val="lowerRoman"/>
      <w:lvlText w:val="%6."/>
      <w:lvlJc w:val="right"/>
      <w:pPr>
        <w:ind w:left="4320" w:hanging="180"/>
      </w:pPr>
    </w:lvl>
    <w:lvl w:ilvl="6" w:tplc="C4B85B08">
      <w:start w:val="1"/>
      <w:numFmt w:val="decimal"/>
      <w:lvlText w:val="%7."/>
      <w:lvlJc w:val="left"/>
      <w:pPr>
        <w:ind w:left="5040" w:hanging="360"/>
      </w:pPr>
    </w:lvl>
    <w:lvl w:ilvl="7" w:tplc="94783D80">
      <w:start w:val="1"/>
      <w:numFmt w:val="lowerLetter"/>
      <w:lvlText w:val="%8."/>
      <w:lvlJc w:val="left"/>
      <w:pPr>
        <w:ind w:left="5760" w:hanging="360"/>
      </w:pPr>
    </w:lvl>
    <w:lvl w:ilvl="8" w:tplc="AFDC14F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17FCB"/>
    <w:multiLevelType w:val="hybridMultilevel"/>
    <w:tmpl w:val="E3802690"/>
    <w:lvl w:ilvl="0" w:tplc="B5867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04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A71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AAB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26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56C0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5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E1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5020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6E54"/>
    <w:multiLevelType w:val="hybridMultilevel"/>
    <w:tmpl w:val="A594ACE2"/>
    <w:lvl w:ilvl="0" w:tplc="14E4D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A2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64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61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AF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E7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23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68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F69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47723"/>
    <w:multiLevelType w:val="hybridMultilevel"/>
    <w:tmpl w:val="8022121C"/>
    <w:lvl w:ilvl="0" w:tplc="BE1AA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8CD2F85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6EECD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82EBE7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34C46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A1E1DE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E866D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15ACBD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00A6D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E30B47"/>
    <w:multiLevelType w:val="hybridMultilevel"/>
    <w:tmpl w:val="CC0EDD42"/>
    <w:lvl w:ilvl="0" w:tplc="074AE33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703667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323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80A2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C246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9A35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AC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D4AF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B80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B49"/>
    <w:multiLevelType w:val="hybridMultilevel"/>
    <w:tmpl w:val="37B0AE14"/>
    <w:lvl w:ilvl="0" w:tplc="A51472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7620C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601F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70E4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F0615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DE15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4C97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86BF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5426E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B86AAE"/>
    <w:multiLevelType w:val="hybridMultilevel"/>
    <w:tmpl w:val="B3B49168"/>
    <w:lvl w:ilvl="0" w:tplc="6FB86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7B5E2F38">
      <w:start w:val="1"/>
      <w:numFmt w:val="lowerLetter"/>
      <w:lvlText w:val="%2."/>
      <w:lvlJc w:val="left"/>
      <w:pPr>
        <w:ind w:left="1440" w:hanging="360"/>
      </w:pPr>
    </w:lvl>
    <w:lvl w:ilvl="2" w:tplc="D422AC56">
      <w:start w:val="1"/>
      <w:numFmt w:val="lowerRoman"/>
      <w:lvlText w:val="%3."/>
      <w:lvlJc w:val="right"/>
      <w:pPr>
        <w:ind w:left="2160" w:hanging="180"/>
      </w:pPr>
    </w:lvl>
    <w:lvl w:ilvl="3" w:tplc="D58E327A">
      <w:start w:val="1"/>
      <w:numFmt w:val="decimal"/>
      <w:lvlText w:val="%4."/>
      <w:lvlJc w:val="left"/>
      <w:pPr>
        <w:ind w:left="2880" w:hanging="360"/>
      </w:pPr>
    </w:lvl>
    <w:lvl w:ilvl="4" w:tplc="ED44CDA4">
      <w:start w:val="1"/>
      <w:numFmt w:val="lowerLetter"/>
      <w:lvlText w:val="%5."/>
      <w:lvlJc w:val="left"/>
      <w:pPr>
        <w:ind w:left="3600" w:hanging="360"/>
      </w:pPr>
    </w:lvl>
    <w:lvl w:ilvl="5" w:tplc="9A38D392">
      <w:start w:val="1"/>
      <w:numFmt w:val="lowerRoman"/>
      <w:lvlText w:val="%6."/>
      <w:lvlJc w:val="right"/>
      <w:pPr>
        <w:ind w:left="4320" w:hanging="180"/>
      </w:pPr>
    </w:lvl>
    <w:lvl w:ilvl="6" w:tplc="4344D36A">
      <w:start w:val="1"/>
      <w:numFmt w:val="decimal"/>
      <w:lvlText w:val="%7."/>
      <w:lvlJc w:val="left"/>
      <w:pPr>
        <w:ind w:left="5040" w:hanging="360"/>
      </w:pPr>
    </w:lvl>
    <w:lvl w:ilvl="7" w:tplc="2C46F7AA">
      <w:start w:val="1"/>
      <w:numFmt w:val="lowerLetter"/>
      <w:lvlText w:val="%8."/>
      <w:lvlJc w:val="left"/>
      <w:pPr>
        <w:ind w:left="5760" w:hanging="360"/>
      </w:pPr>
    </w:lvl>
    <w:lvl w:ilvl="8" w:tplc="C0E0E29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67CD6"/>
    <w:multiLevelType w:val="hybridMultilevel"/>
    <w:tmpl w:val="E54C589C"/>
    <w:lvl w:ilvl="0" w:tplc="92E87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409A42" w:tentative="1">
      <w:start w:val="1"/>
      <w:numFmt w:val="lowerLetter"/>
      <w:lvlText w:val="%2."/>
      <w:lvlJc w:val="left"/>
      <w:pPr>
        <w:ind w:left="1440" w:hanging="360"/>
      </w:pPr>
    </w:lvl>
    <w:lvl w:ilvl="2" w:tplc="6706B316" w:tentative="1">
      <w:start w:val="1"/>
      <w:numFmt w:val="lowerRoman"/>
      <w:lvlText w:val="%3."/>
      <w:lvlJc w:val="right"/>
      <w:pPr>
        <w:ind w:left="2160" w:hanging="180"/>
      </w:pPr>
    </w:lvl>
    <w:lvl w:ilvl="3" w:tplc="E474B16E" w:tentative="1">
      <w:start w:val="1"/>
      <w:numFmt w:val="decimal"/>
      <w:lvlText w:val="%4."/>
      <w:lvlJc w:val="left"/>
      <w:pPr>
        <w:ind w:left="2880" w:hanging="360"/>
      </w:pPr>
    </w:lvl>
    <w:lvl w:ilvl="4" w:tplc="438227B2" w:tentative="1">
      <w:start w:val="1"/>
      <w:numFmt w:val="lowerLetter"/>
      <w:lvlText w:val="%5."/>
      <w:lvlJc w:val="left"/>
      <w:pPr>
        <w:ind w:left="3600" w:hanging="360"/>
      </w:pPr>
    </w:lvl>
    <w:lvl w:ilvl="5" w:tplc="44689D9A" w:tentative="1">
      <w:start w:val="1"/>
      <w:numFmt w:val="lowerRoman"/>
      <w:lvlText w:val="%6."/>
      <w:lvlJc w:val="right"/>
      <w:pPr>
        <w:ind w:left="4320" w:hanging="180"/>
      </w:pPr>
    </w:lvl>
    <w:lvl w:ilvl="6" w:tplc="B94E7B6E" w:tentative="1">
      <w:start w:val="1"/>
      <w:numFmt w:val="decimal"/>
      <w:lvlText w:val="%7."/>
      <w:lvlJc w:val="left"/>
      <w:pPr>
        <w:ind w:left="5040" w:hanging="360"/>
      </w:pPr>
    </w:lvl>
    <w:lvl w:ilvl="7" w:tplc="92FA2EA2" w:tentative="1">
      <w:start w:val="1"/>
      <w:numFmt w:val="lowerLetter"/>
      <w:lvlText w:val="%8."/>
      <w:lvlJc w:val="left"/>
      <w:pPr>
        <w:ind w:left="5760" w:hanging="360"/>
      </w:pPr>
    </w:lvl>
    <w:lvl w:ilvl="8" w:tplc="826A7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B3F79"/>
    <w:multiLevelType w:val="hybridMultilevel"/>
    <w:tmpl w:val="7DC8C18C"/>
    <w:lvl w:ilvl="0" w:tplc="4DA2B30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69A4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AEF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6C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48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C43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243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2C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CD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B56B8"/>
    <w:multiLevelType w:val="hybridMultilevel"/>
    <w:tmpl w:val="1E54FFE8"/>
    <w:lvl w:ilvl="0" w:tplc="D786CD8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626AE5E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CEA8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6C4A1C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BF228D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94E5F5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EE85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1A548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B60F0B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906CC6"/>
    <w:multiLevelType w:val="hybridMultilevel"/>
    <w:tmpl w:val="BF0E2FC0"/>
    <w:lvl w:ilvl="0" w:tplc="BDFAA7F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86E26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0F6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482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6E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4B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ED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E1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83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05F06"/>
    <w:multiLevelType w:val="hybridMultilevel"/>
    <w:tmpl w:val="B80AF5CE"/>
    <w:lvl w:ilvl="0" w:tplc="AEB60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C5E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4AF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E2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46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642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EC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C8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E41C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175F7"/>
    <w:multiLevelType w:val="hybridMultilevel"/>
    <w:tmpl w:val="993066B8"/>
    <w:lvl w:ilvl="0" w:tplc="84A2D57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82F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54E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E6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02E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23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A0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44C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741D9"/>
    <w:multiLevelType w:val="hybridMultilevel"/>
    <w:tmpl w:val="BB22A6DE"/>
    <w:lvl w:ilvl="0" w:tplc="57966B0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6584F4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BA06F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841C5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50A7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A72D23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66F47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1B092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2A46B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AA4C44"/>
    <w:multiLevelType w:val="hybridMultilevel"/>
    <w:tmpl w:val="092E92F6"/>
    <w:lvl w:ilvl="0" w:tplc="C7F22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2289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FE69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2030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14DD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0625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E808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D63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1">
    <w:nsid w:val="64666A41"/>
    <w:multiLevelType w:val="hybridMultilevel"/>
    <w:tmpl w:val="AB567978"/>
    <w:lvl w:ilvl="0" w:tplc="AB28B8C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01E0BEC" w:tentative="1">
      <w:start w:val="1"/>
      <w:numFmt w:val="lowerLetter"/>
      <w:lvlText w:val="%2."/>
      <w:lvlJc w:val="left"/>
      <w:pPr>
        <w:ind w:left="1080" w:hanging="360"/>
      </w:pPr>
    </w:lvl>
    <w:lvl w:ilvl="2" w:tplc="CFE66522" w:tentative="1">
      <w:start w:val="1"/>
      <w:numFmt w:val="lowerRoman"/>
      <w:lvlText w:val="%3."/>
      <w:lvlJc w:val="right"/>
      <w:pPr>
        <w:ind w:left="1800" w:hanging="180"/>
      </w:pPr>
    </w:lvl>
    <w:lvl w:ilvl="3" w:tplc="2FA88F22" w:tentative="1">
      <w:start w:val="1"/>
      <w:numFmt w:val="decimal"/>
      <w:lvlText w:val="%4."/>
      <w:lvlJc w:val="left"/>
      <w:pPr>
        <w:ind w:left="2520" w:hanging="360"/>
      </w:pPr>
    </w:lvl>
    <w:lvl w:ilvl="4" w:tplc="7D9EB218" w:tentative="1">
      <w:start w:val="1"/>
      <w:numFmt w:val="lowerLetter"/>
      <w:lvlText w:val="%5."/>
      <w:lvlJc w:val="left"/>
      <w:pPr>
        <w:ind w:left="3240" w:hanging="360"/>
      </w:pPr>
    </w:lvl>
    <w:lvl w:ilvl="5" w:tplc="DD80210C" w:tentative="1">
      <w:start w:val="1"/>
      <w:numFmt w:val="lowerRoman"/>
      <w:lvlText w:val="%6."/>
      <w:lvlJc w:val="right"/>
      <w:pPr>
        <w:ind w:left="3960" w:hanging="180"/>
      </w:pPr>
    </w:lvl>
    <w:lvl w:ilvl="6" w:tplc="382A2A46" w:tentative="1">
      <w:start w:val="1"/>
      <w:numFmt w:val="decimal"/>
      <w:lvlText w:val="%7."/>
      <w:lvlJc w:val="left"/>
      <w:pPr>
        <w:ind w:left="4680" w:hanging="360"/>
      </w:pPr>
    </w:lvl>
    <w:lvl w:ilvl="7" w:tplc="307ED6BA" w:tentative="1">
      <w:start w:val="1"/>
      <w:numFmt w:val="lowerLetter"/>
      <w:lvlText w:val="%8."/>
      <w:lvlJc w:val="left"/>
      <w:pPr>
        <w:ind w:left="5400" w:hanging="360"/>
      </w:pPr>
    </w:lvl>
    <w:lvl w:ilvl="8" w:tplc="5A1A06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30368A"/>
    <w:multiLevelType w:val="hybridMultilevel"/>
    <w:tmpl w:val="F5323EC8"/>
    <w:lvl w:ilvl="0" w:tplc="E4F890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36A41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840F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FE08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F207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14E89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32D09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3E02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9B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261203"/>
    <w:multiLevelType w:val="hybridMultilevel"/>
    <w:tmpl w:val="66A8B3F6"/>
    <w:lvl w:ilvl="0" w:tplc="269212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98B251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7AC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E2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01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80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0C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8E6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D7A35"/>
    <w:multiLevelType w:val="hybridMultilevel"/>
    <w:tmpl w:val="587036BA"/>
    <w:lvl w:ilvl="0" w:tplc="FA9A95D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5400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861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4E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28F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4B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43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C60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23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20"/>
  </w:num>
  <w:num w:numId="4">
    <w:abstractNumId w:val="4"/>
  </w:num>
  <w:num w:numId="5">
    <w:abstractNumId w:val="6"/>
  </w:num>
  <w:num w:numId="6">
    <w:abstractNumId w:val="31"/>
  </w:num>
  <w:num w:numId="7">
    <w:abstractNumId w:val="9"/>
  </w:num>
  <w:num w:numId="8">
    <w:abstractNumId w:val="2"/>
  </w:num>
  <w:num w:numId="9">
    <w:abstractNumId w:val="21"/>
  </w:num>
  <w:num w:numId="10">
    <w:abstractNumId w:val="8"/>
  </w:num>
  <w:num w:numId="11">
    <w:abstractNumId w:val="23"/>
  </w:num>
  <w:num w:numId="12">
    <w:abstractNumId w:val="10"/>
  </w:num>
  <w:num w:numId="13">
    <w:abstractNumId w:val="28"/>
  </w:num>
  <w:num w:numId="14">
    <w:abstractNumId w:val="33"/>
  </w:num>
  <w:num w:numId="15">
    <w:abstractNumId w:val="32"/>
  </w:num>
  <w:num w:numId="16">
    <w:abstractNumId w:val="26"/>
  </w:num>
  <w:num w:numId="17">
    <w:abstractNumId w:val="24"/>
  </w:num>
  <w:num w:numId="18">
    <w:abstractNumId w:val="1"/>
  </w:num>
  <w:num w:numId="19">
    <w:abstractNumId w:val="34"/>
  </w:num>
  <w:num w:numId="20">
    <w:abstractNumId w:val="27"/>
  </w:num>
  <w:num w:numId="21">
    <w:abstractNumId w:val="7"/>
  </w:num>
  <w:num w:numId="22">
    <w:abstractNumId w:val="29"/>
  </w:num>
  <w:num w:numId="23">
    <w:abstractNumId w:val="25"/>
  </w:num>
  <w:num w:numId="24">
    <w:abstractNumId w:val="16"/>
  </w:num>
  <w:num w:numId="25">
    <w:abstractNumId w:val="0"/>
  </w:num>
  <w:num w:numId="26">
    <w:abstractNumId w:val="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1"/>
  </w:num>
  <w:num w:numId="30">
    <w:abstractNumId w:val="17"/>
  </w:num>
  <w:num w:numId="31">
    <w:abstractNumId w:val="18"/>
  </w:num>
  <w:num w:numId="32">
    <w:abstractNumId w:val="19"/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438"/>
    <w:rsid w:val="0000311F"/>
    <w:rsid w:val="000063FF"/>
    <w:rsid w:val="00017594"/>
    <w:rsid w:val="000206AE"/>
    <w:rsid w:val="00020BB1"/>
    <w:rsid w:val="00023A88"/>
    <w:rsid w:val="00044288"/>
    <w:rsid w:val="00045F1B"/>
    <w:rsid w:val="000636E1"/>
    <w:rsid w:val="00064A70"/>
    <w:rsid w:val="0008352D"/>
    <w:rsid w:val="00091231"/>
    <w:rsid w:val="000A0466"/>
    <w:rsid w:val="000A04F9"/>
    <w:rsid w:val="000A07CE"/>
    <w:rsid w:val="000A0807"/>
    <w:rsid w:val="000A2C92"/>
    <w:rsid w:val="000A7238"/>
    <w:rsid w:val="000B0B21"/>
    <w:rsid w:val="000B5DAE"/>
    <w:rsid w:val="000C71CC"/>
    <w:rsid w:val="000D08A9"/>
    <w:rsid w:val="000E0A6F"/>
    <w:rsid w:val="000F04ED"/>
    <w:rsid w:val="000F3A88"/>
    <w:rsid w:val="000F3D38"/>
    <w:rsid w:val="001026C4"/>
    <w:rsid w:val="00103EC7"/>
    <w:rsid w:val="00110CBD"/>
    <w:rsid w:val="001118D5"/>
    <w:rsid w:val="00111F8F"/>
    <w:rsid w:val="00131CA1"/>
    <w:rsid w:val="001357B2"/>
    <w:rsid w:val="00136D42"/>
    <w:rsid w:val="00137D47"/>
    <w:rsid w:val="00147C82"/>
    <w:rsid w:val="00151388"/>
    <w:rsid w:val="00151872"/>
    <w:rsid w:val="00160E5F"/>
    <w:rsid w:val="0016747B"/>
    <w:rsid w:val="001949AB"/>
    <w:rsid w:val="001A3BA5"/>
    <w:rsid w:val="001B60BE"/>
    <w:rsid w:val="001E3E9E"/>
    <w:rsid w:val="001F3B21"/>
    <w:rsid w:val="001F7BC0"/>
    <w:rsid w:val="00202A77"/>
    <w:rsid w:val="00203945"/>
    <w:rsid w:val="00207DD7"/>
    <w:rsid w:val="00211865"/>
    <w:rsid w:val="0022049D"/>
    <w:rsid w:val="00230AA8"/>
    <w:rsid w:val="002315F8"/>
    <w:rsid w:val="00232E47"/>
    <w:rsid w:val="0024322B"/>
    <w:rsid w:val="00255667"/>
    <w:rsid w:val="00261D99"/>
    <w:rsid w:val="00262960"/>
    <w:rsid w:val="002641C2"/>
    <w:rsid w:val="00271CE5"/>
    <w:rsid w:val="00282020"/>
    <w:rsid w:val="00282A2F"/>
    <w:rsid w:val="0028353E"/>
    <w:rsid w:val="00285890"/>
    <w:rsid w:val="00292FB4"/>
    <w:rsid w:val="002934F1"/>
    <w:rsid w:val="00296D93"/>
    <w:rsid w:val="00297F27"/>
    <w:rsid w:val="002A2666"/>
    <w:rsid w:val="002A4B44"/>
    <w:rsid w:val="002C0F39"/>
    <w:rsid w:val="002C7EEB"/>
    <w:rsid w:val="002D0860"/>
    <w:rsid w:val="002D4F78"/>
    <w:rsid w:val="003041E0"/>
    <w:rsid w:val="00304726"/>
    <w:rsid w:val="00313632"/>
    <w:rsid w:val="00315D82"/>
    <w:rsid w:val="00352109"/>
    <w:rsid w:val="003556C3"/>
    <w:rsid w:val="003636BF"/>
    <w:rsid w:val="003642C5"/>
    <w:rsid w:val="00370AA7"/>
    <w:rsid w:val="00371034"/>
    <w:rsid w:val="0037479F"/>
    <w:rsid w:val="00377950"/>
    <w:rsid w:val="00380F67"/>
    <w:rsid w:val="003818C1"/>
    <w:rsid w:val="00382DAB"/>
    <w:rsid w:val="003845B4"/>
    <w:rsid w:val="00387B1A"/>
    <w:rsid w:val="00394F36"/>
    <w:rsid w:val="003A53C8"/>
    <w:rsid w:val="003B5CF4"/>
    <w:rsid w:val="003B63A8"/>
    <w:rsid w:val="003C3B1D"/>
    <w:rsid w:val="003D0306"/>
    <w:rsid w:val="003D0728"/>
    <w:rsid w:val="003D5CD4"/>
    <w:rsid w:val="003E1C74"/>
    <w:rsid w:val="003E7E9E"/>
    <w:rsid w:val="003F0138"/>
    <w:rsid w:val="003F4966"/>
    <w:rsid w:val="003F5C2C"/>
    <w:rsid w:val="00417AAC"/>
    <w:rsid w:val="00417C0D"/>
    <w:rsid w:val="00425AEF"/>
    <w:rsid w:val="004317CF"/>
    <w:rsid w:val="00434EC3"/>
    <w:rsid w:val="00457723"/>
    <w:rsid w:val="00484A06"/>
    <w:rsid w:val="004A23FD"/>
    <w:rsid w:val="004A2490"/>
    <w:rsid w:val="004A2964"/>
    <w:rsid w:val="004A4233"/>
    <w:rsid w:val="004A6139"/>
    <w:rsid w:val="004A6A59"/>
    <w:rsid w:val="004A7E9F"/>
    <w:rsid w:val="004B160E"/>
    <w:rsid w:val="004B4CA3"/>
    <w:rsid w:val="004E0343"/>
    <w:rsid w:val="005149DF"/>
    <w:rsid w:val="0052007D"/>
    <w:rsid w:val="00525C18"/>
    <w:rsid w:val="00526246"/>
    <w:rsid w:val="00534DF5"/>
    <w:rsid w:val="00536BEF"/>
    <w:rsid w:val="00540CD4"/>
    <w:rsid w:val="0055206D"/>
    <w:rsid w:val="00567106"/>
    <w:rsid w:val="00570852"/>
    <w:rsid w:val="005709F2"/>
    <w:rsid w:val="00577EB7"/>
    <w:rsid w:val="0059097B"/>
    <w:rsid w:val="00590C99"/>
    <w:rsid w:val="005916E5"/>
    <w:rsid w:val="005B0438"/>
    <w:rsid w:val="005C246C"/>
    <w:rsid w:val="005C5EFC"/>
    <w:rsid w:val="005D2703"/>
    <w:rsid w:val="005D7FE3"/>
    <w:rsid w:val="005E1B1B"/>
    <w:rsid w:val="005E1D3C"/>
    <w:rsid w:val="00604B48"/>
    <w:rsid w:val="00607601"/>
    <w:rsid w:val="006268BE"/>
    <w:rsid w:val="0063034D"/>
    <w:rsid w:val="0063201E"/>
    <w:rsid w:val="00632253"/>
    <w:rsid w:val="006378D5"/>
    <w:rsid w:val="00640EC9"/>
    <w:rsid w:val="00642714"/>
    <w:rsid w:val="00643C4E"/>
    <w:rsid w:val="006455CE"/>
    <w:rsid w:val="00652AE7"/>
    <w:rsid w:val="0065394D"/>
    <w:rsid w:val="0066186E"/>
    <w:rsid w:val="0066612D"/>
    <w:rsid w:val="00680E5C"/>
    <w:rsid w:val="006851AD"/>
    <w:rsid w:val="00687B6C"/>
    <w:rsid w:val="00692305"/>
    <w:rsid w:val="00695518"/>
    <w:rsid w:val="00696C12"/>
    <w:rsid w:val="006A4658"/>
    <w:rsid w:val="006A5FCE"/>
    <w:rsid w:val="006B4E90"/>
    <w:rsid w:val="006B5AE3"/>
    <w:rsid w:val="006C04F7"/>
    <w:rsid w:val="006C0E54"/>
    <w:rsid w:val="006D2986"/>
    <w:rsid w:val="006D42D9"/>
    <w:rsid w:val="006E53EB"/>
    <w:rsid w:val="006F142E"/>
    <w:rsid w:val="0070578E"/>
    <w:rsid w:val="00726463"/>
    <w:rsid w:val="0072683A"/>
    <w:rsid w:val="0073122C"/>
    <w:rsid w:val="00733017"/>
    <w:rsid w:val="007350C1"/>
    <w:rsid w:val="00742FB8"/>
    <w:rsid w:val="007505AC"/>
    <w:rsid w:val="00751D38"/>
    <w:rsid w:val="00751E49"/>
    <w:rsid w:val="00763913"/>
    <w:rsid w:val="00763AB6"/>
    <w:rsid w:val="00772B48"/>
    <w:rsid w:val="00775FED"/>
    <w:rsid w:val="00783310"/>
    <w:rsid w:val="00785581"/>
    <w:rsid w:val="00794B95"/>
    <w:rsid w:val="00794E63"/>
    <w:rsid w:val="007A4A6D"/>
    <w:rsid w:val="007B5C8B"/>
    <w:rsid w:val="007D1BCF"/>
    <w:rsid w:val="007D6E6D"/>
    <w:rsid w:val="007D75CF"/>
    <w:rsid w:val="007E6DC5"/>
    <w:rsid w:val="007F12D8"/>
    <w:rsid w:val="007F2F80"/>
    <w:rsid w:val="007F3F99"/>
    <w:rsid w:val="00816C3D"/>
    <w:rsid w:val="0083665C"/>
    <w:rsid w:val="0083686F"/>
    <w:rsid w:val="008419BD"/>
    <w:rsid w:val="0085558A"/>
    <w:rsid w:val="008622E1"/>
    <w:rsid w:val="00874981"/>
    <w:rsid w:val="0088043C"/>
    <w:rsid w:val="008906C9"/>
    <w:rsid w:val="008A40D1"/>
    <w:rsid w:val="008A5918"/>
    <w:rsid w:val="008A6DD0"/>
    <w:rsid w:val="008B2DE0"/>
    <w:rsid w:val="008B2E72"/>
    <w:rsid w:val="008C00F2"/>
    <w:rsid w:val="008C0A38"/>
    <w:rsid w:val="008C4528"/>
    <w:rsid w:val="008C5738"/>
    <w:rsid w:val="008D04F0"/>
    <w:rsid w:val="008D0919"/>
    <w:rsid w:val="008D2990"/>
    <w:rsid w:val="008E2D84"/>
    <w:rsid w:val="008F3500"/>
    <w:rsid w:val="008F6A41"/>
    <w:rsid w:val="008F7811"/>
    <w:rsid w:val="009022B3"/>
    <w:rsid w:val="00924E3C"/>
    <w:rsid w:val="00925A8B"/>
    <w:rsid w:val="00935CB8"/>
    <w:rsid w:val="00944B4C"/>
    <w:rsid w:val="00944CE4"/>
    <w:rsid w:val="00945789"/>
    <w:rsid w:val="00960809"/>
    <w:rsid w:val="009612BB"/>
    <w:rsid w:val="00967930"/>
    <w:rsid w:val="00977CFF"/>
    <w:rsid w:val="00977F03"/>
    <w:rsid w:val="00996FA1"/>
    <w:rsid w:val="009A75D1"/>
    <w:rsid w:val="009B0295"/>
    <w:rsid w:val="009C501F"/>
    <w:rsid w:val="009C5340"/>
    <w:rsid w:val="009D32B7"/>
    <w:rsid w:val="009D46DB"/>
    <w:rsid w:val="009E42F2"/>
    <w:rsid w:val="00A05DC7"/>
    <w:rsid w:val="00A125C5"/>
    <w:rsid w:val="00A12D5C"/>
    <w:rsid w:val="00A216AF"/>
    <w:rsid w:val="00A23BD1"/>
    <w:rsid w:val="00A3267F"/>
    <w:rsid w:val="00A36906"/>
    <w:rsid w:val="00A36E13"/>
    <w:rsid w:val="00A41E62"/>
    <w:rsid w:val="00A4486A"/>
    <w:rsid w:val="00A45EAF"/>
    <w:rsid w:val="00A478FA"/>
    <w:rsid w:val="00A5039D"/>
    <w:rsid w:val="00A55187"/>
    <w:rsid w:val="00A65EE7"/>
    <w:rsid w:val="00A66FAF"/>
    <w:rsid w:val="00A67684"/>
    <w:rsid w:val="00A70133"/>
    <w:rsid w:val="00A72510"/>
    <w:rsid w:val="00A76B69"/>
    <w:rsid w:val="00A8780C"/>
    <w:rsid w:val="00AA47FE"/>
    <w:rsid w:val="00AC05DE"/>
    <w:rsid w:val="00AC15CA"/>
    <w:rsid w:val="00AC5C16"/>
    <w:rsid w:val="00AD5A5B"/>
    <w:rsid w:val="00AE1792"/>
    <w:rsid w:val="00AE20B9"/>
    <w:rsid w:val="00B011EA"/>
    <w:rsid w:val="00B1558A"/>
    <w:rsid w:val="00B17141"/>
    <w:rsid w:val="00B20400"/>
    <w:rsid w:val="00B31575"/>
    <w:rsid w:val="00B35244"/>
    <w:rsid w:val="00B37505"/>
    <w:rsid w:val="00B54D12"/>
    <w:rsid w:val="00B56E37"/>
    <w:rsid w:val="00B63BD4"/>
    <w:rsid w:val="00B677B6"/>
    <w:rsid w:val="00B75A68"/>
    <w:rsid w:val="00B8372D"/>
    <w:rsid w:val="00B8547D"/>
    <w:rsid w:val="00B86C8A"/>
    <w:rsid w:val="00B871E0"/>
    <w:rsid w:val="00B922D9"/>
    <w:rsid w:val="00B92DDB"/>
    <w:rsid w:val="00BA0762"/>
    <w:rsid w:val="00BA12D5"/>
    <w:rsid w:val="00BC2517"/>
    <w:rsid w:val="00BC61EF"/>
    <w:rsid w:val="00BD53FE"/>
    <w:rsid w:val="00BD6C68"/>
    <w:rsid w:val="00BE423F"/>
    <w:rsid w:val="00C000F4"/>
    <w:rsid w:val="00C20A1C"/>
    <w:rsid w:val="00C250D5"/>
    <w:rsid w:val="00C37831"/>
    <w:rsid w:val="00C47F8D"/>
    <w:rsid w:val="00C52DAE"/>
    <w:rsid w:val="00C57EED"/>
    <w:rsid w:val="00C63924"/>
    <w:rsid w:val="00C63E5C"/>
    <w:rsid w:val="00C65695"/>
    <w:rsid w:val="00C80C5A"/>
    <w:rsid w:val="00C81391"/>
    <w:rsid w:val="00C92898"/>
    <w:rsid w:val="00C97222"/>
    <w:rsid w:val="00CA28CB"/>
    <w:rsid w:val="00CE68F6"/>
    <w:rsid w:val="00CE7514"/>
    <w:rsid w:val="00CF5271"/>
    <w:rsid w:val="00D04989"/>
    <w:rsid w:val="00D11C72"/>
    <w:rsid w:val="00D22438"/>
    <w:rsid w:val="00D248DE"/>
    <w:rsid w:val="00D24DCD"/>
    <w:rsid w:val="00D25427"/>
    <w:rsid w:val="00D31B74"/>
    <w:rsid w:val="00D3564D"/>
    <w:rsid w:val="00D45FA8"/>
    <w:rsid w:val="00D57485"/>
    <w:rsid w:val="00D620E9"/>
    <w:rsid w:val="00D65957"/>
    <w:rsid w:val="00D8542D"/>
    <w:rsid w:val="00DB11E1"/>
    <w:rsid w:val="00DB4E6F"/>
    <w:rsid w:val="00DC2E37"/>
    <w:rsid w:val="00DC62F6"/>
    <w:rsid w:val="00DC6A71"/>
    <w:rsid w:val="00DD068E"/>
    <w:rsid w:val="00DD5BE9"/>
    <w:rsid w:val="00DD6CC3"/>
    <w:rsid w:val="00DE5B46"/>
    <w:rsid w:val="00DF09B1"/>
    <w:rsid w:val="00E00D56"/>
    <w:rsid w:val="00E0357D"/>
    <w:rsid w:val="00E05E88"/>
    <w:rsid w:val="00E16D8C"/>
    <w:rsid w:val="00E24EC2"/>
    <w:rsid w:val="00E400F5"/>
    <w:rsid w:val="00E47001"/>
    <w:rsid w:val="00E515ED"/>
    <w:rsid w:val="00E51C0F"/>
    <w:rsid w:val="00E564A4"/>
    <w:rsid w:val="00E64A2B"/>
    <w:rsid w:val="00E75435"/>
    <w:rsid w:val="00E8201C"/>
    <w:rsid w:val="00E94ECF"/>
    <w:rsid w:val="00E97071"/>
    <w:rsid w:val="00EA44FF"/>
    <w:rsid w:val="00EB15B8"/>
    <w:rsid w:val="00ED00D1"/>
    <w:rsid w:val="00ED323E"/>
    <w:rsid w:val="00ED7E82"/>
    <w:rsid w:val="00EF3280"/>
    <w:rsid w:val="00F0025B"/>
    <w:rsid w:val="00F023C0"/>
    <w:rsid w:val="00F02E53"/>
    <w:rsid w:val="00F07870"/>
    <w:rsid w:val="00F17378"/>
    <w:rsid w:val="00F240BB"/>
    <w:rsid w:val="00F42CE8"/>
    <w:rsid w:val="00F458CD"/>
    <w:rsid w:val="00F46387"/>
    <w:rsid w:val="00F46724"/>
    <w:rsid w:val="00F47F58"/>
    <w:rsid w:val="00F57FED"/>
    <w:rsid w:val="00F73EF4"/>
    <w:rsid w:val="00F82CBC"/>
    <w:rsid w:val="00FA16B5"/>
    <w:rsid w:val="00FC77DD"/>
    <w:rsid w:val="00FD17C4"/>
    <w:rsid w:val="00FE431E"/>
    <w:rsid w:val="00FE6E11"/>
    <w:rsid w:val="00FF0CA8"/>
    <w:rsid w:val="00FF1D80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6711E1"/>
  <w15:docId w15:val="{5EE8D243-0E36-4C3E-B588-B3615CCC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B922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Besedilooblaka">
    <w:name w:val="Balloon Text"/>
    <w:basedOn w:val="Navaden"/>
    <w:link w:val="BesedilooblakaZnak"/>
    <w:rsid w:val="009E42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E42F2"/>
    <w:rPr>
      <w:rFonts w:ascii="Tahoma" w:hAnsi="Tahoma" w:cs="Tahoma"/>
      <w:sz w:val="16"/>
      <w:szCs w:val="16"/>
      <w:lang w:val="en-US" w:eastAsia="en-US"/>
    </w:rPr>
  </w:style>
  <w:style w:type="paragraph" w:styleId="Golobesedilo">
    <w:name w:val="Plain Text"/>
    <w:basedOn w:val="Navaden"/>
    <w:link w:val="GolobesediloZnak"/>
    <w:rsid w:val="0055206D"/>
    <w:pPr>
      <w:spacing w:after="120" w:line="240" w:lineRule="auto"/>
      <w:ind w:right="-284"/>
      <w:jc w:val="both"/>
    </w:pPr>
    <w:rPr>
      <w:rFonts w:ascii="Courier New" w:hAnsi="Courier New" w:cs="Arial"/>
      <w:szCs w:val="22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55206D"/>
    <w:rPr>
      <w:rFonts w:ascii="Courier New" w:hAnsi="Courier New" w:cs="Arial"/>
      <w:szCs w:val="22"/>
    </w:rPr>
  </w:style>
  <w:style w:type="character" w:styleId="Krepko">
    <w:name w:val="Strong"/>
    <w:basedOn w:val="Privzetapisavaodstavka"/>
    <w:uiPriority w:val="22"/>
    <w:qFormat/>
    <w:rsid w:val="0055206D"/>
    <w:rPr>
      <w:b/>
      <w:bCs/>
    </w:rPr>
  </w:style>
  <w:style w:type="character" w:customStyle="1" w:styleId="Naslov2Znak">
    <w:name w:val="Naslov 2 Znak"/>
    <w:basedOn w:val="Privzetapisavaodstavka"/>
    <w:link w:val="Naslov2"/>
    <w:rsid w:val="00B922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Glava1">
    <w:name w:val="Glava1"/>
    <w:basedOn w:val="Navaden1"/>
    <w:link w:val="GlavaZnak"/>
    <w:rsid w:val="00B922D9"/>
    <w:pPr>
      <w:tabs>
        <w:tab w:val="center" w:pos="4320"/>
        <w:tab w:val="right" w:pos="8640"/>
      </w:tabs>
    </w:pPr>
  </w:style>
  <w:style w:type="paragraph" w:customStyle="1" w:styleId="Navaden1">
    <w:name w:val="Navaden1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">
    <w:name w:val="Glava Znak"/>
    <w:link w:val="Glava1"/>
    <w:rsid w:val="00B922D9"/>
    <w:rPr>
      <w:rFonts w:ascii="Arial" w:hAnsi="Arial"/>
      <w:szCs w:val="24"/>
      <w:lang w:val="en-US" w:eastAsia="en-US"/>
    </w:rPr>
  </w:style>
  <w:style w:type="paragraph" w:customStyle="1" w:styleId="Noga1">
    <w:name w:val="Noga1"/>
    <w:basedOn w:val="Navaden0"/>
    <w:semiHidden/>
    <w:rsid w:val="00B922D9"/>
    <w:pPr>
      <w:tabs>
        <w:tab w:val="center" w:pos="4320"/>
        <w:tab w:val="right" w:pos="8640"/>
      </w:tabs>
    </w:pPr>
  </w:style>
  <w:style w:type="paragraph" w:customStyle="1" w:styleId="Navaden0">
    <w:name w:val="Navaden_0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avaden10">
    <w:name w:val="Navaden_1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avaden2">
    <w:name w:val="Navaden_2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0">
    <w:name w:val="Glava_0"/>
    <w:basedOn w:val="Navaden3"/>
    <w:link w:val="GlavaZnak0"/>
    <w:rsid w:val="00B922D9"/>
    <w:pPr>
      <w:tabs>
        <w:tab w:val="center" w:pos="4320"/>
        <w:tab w:val="right" w:pos="8640"/>
      </w:tabs>
    </w:pPr>
  </w:style>
  <w:style w:type="paragraph" w:customStyle="1" w:styleId="Navaden3">
    <w:name w:val="Navaden_3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0">
    <w:name w:val="Glava Znak_0"/>
    <w:link w:val="Glava0"/>
    <w:rsid w:val="00B922D9"/>
    <w:rPr>
      <w:rFonts w:ascii="Arial" w:hAnsi="Arial"/>
      <w:szCs w:val="24"/>
      <w:lang w:val="en-US" w:eastAsia="en-US"/>
    </w:rPr>
  </w:style>
  <w:style w:type="paragraph" w:customStyle="1" w:styleId="Glava10">
    <w:name w:val="Glava_1"/>
    <w:basedOn w:val="Navaden4"/>
    <w:link w:val="GlavaZnak1"/>
    <w:rsid w:val="00B922D9"/>
    <w:pPr>
      <w:tabs>
        <w:tab w:val="center" w:pos="4320"/>
        <w:tab w:val="right" w:pos="8640"/>
      </w:tabs>
    </w:pPr>
  </w:style>
  <w:style w:type="paragraph" w:customStyle="1" w:styleId="Navaden4">
    <w:name w:val="Navaden_4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1">
    <w:name w:val="Glava Znak_1"/>
    <w:link w:val="Glava10"/>
    <w:rsid w:val="00B922D9"/>
    <w:rPr>
      <w:rFonts w:ascii="Arial" w:hAnsi="Arial"/>
      <w:szCs w:val="24"/>
      <w:lang w:val="en-US" w:eastAsia="en-US"/>
    </w:rPr>
  </w:style>
  <w:style w:type="paragraph" w:customStyle="1" w:styleId="Glava2">
    <w:name w:val="Glava_2"/>
    <w:basedOn w:val="Navaden5"/>
    <w:link w:val="GlavaZnak2"/>
    <w:rsid w:val="00B922D9"/>
    <w:pPr>
      <w:tabs>
        <w:tab w:val="center" w:pos="4320"/>
        <w:tab w:val="right" w:pos="8640"/>
      </w:tabs>
    </w:pPr>
  </w:style>
  <w:style w:type="paragraph" w:customStyle="1" w:styleId="Navaden5">
    <w:name w:val="Navaden_5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2">
    <w:name w:val="Glava Znak_2"/>
    <w:link w:val="Glava2"/>
    <w:rsid w:val="00B922D9"/>
    <w:rPr>
      <w:rFonts w:ascii="Arial" w:hAnsi="Arial"/>
      <w:szCs w:val="24"/>
      <w:lang w:val="en-US" w:eastAsia="en-US"/>
    </w:rPr>
  </w:style>
  <w:style w:type="paragraph" w:customStyle="1" w:styleId="Glava3">
    <w:name w:val="Glava_3"/>
    <w:basedOn w:val="Navaden6"/>
    <w:link w:val="GlavaZnak3"/>
    <w:rsid w:val="00B922D9"/>
    <w:pPr>
      <w:tabs>
        <w:tab w:val="center" w:pos="4320"/>
        <w:tab w:val="right" w:pos="8640"/>
      </w:tabs>
    </w:pPr>
  </w:style>
  <w:style w:type="paragraph" w:customStyle="1" w:styleId="Navaden6">
    <w:name w:val="Navaden_6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3">
    <w:name w:val="Glava Znak_3"/>
    <w:link w:val="Glava3"/>
    <w:rsid w:val="00B922D9"/>
    <w:rPr>
      <w:rFonts w:ascii="Arial" w:hAnsi="Arial"/>
      <w:szCs w:val="24"/>
      <w:lang w:val="en-US" w:eastAsia="en-US"/>
    </w:rPr>
  </w:style>
  <w:style w:type="paragraph" w:customStyle="1" w:styleId="Glava4">
    <w:name w:val="Glava_4"/>
    <w:basedOn w:val="Navaden7"/>
    <w:link w:val="GlavaZnak4"/>
    <w:rsid w:val="00B922D9"/>
    <w:pPr>
      <w:tabs>
        <w:tab w:val="center" w:pos="4320"/>
        <w:tab w:val="right" w:pos="8640"/>
      </w:tabs>
    </w:pPr>
  </w:style>
  <w:style w:type="paragraph" w:customStyle="1" w:styleId="Navaden7">
    <w:name w:val="Navaden_7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4">
    <w:name w:val="Glava Znak_4"/>
    <w:link w:val="Glava4"/>
    <w:rsid w:val="00B922D9"/>
    <w:rPr>
      <w:rFonts w:ascii="Arial" w:hAnsi="Arial"/>
      <w:szCs w:val="24"/>
      <w:lang w:val="en-US" w:eastAsia="en-US"/>
    </w:rPr>
  </w:style>
  <w:style w:type="paragraph" w:customStyle="1" w:styleId="Glava5">
    <w:name w:val="Glava_5"/>
    <w:basedOn w:val="Navaden8"/>
    <w:link w:val="GlavaZnak5"/>
    <w:rsid w:val="00B922D9"/>
    <w:pPr>
      <w:tabs>
        <w:tab w:val="center" w:pos="4320"/>
        <w:tab w:val="right" w:pos="8640"/>
      </w:tabs>
    </w:pPr>
  </w:style>
  <w:style w:type="paragraph" w:customStyle="1" w:styleId="Navaden8">
    <w:name w:val="Navaden_8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5">
    <w:name w:val="Glava Znak_5"/>
    <w:link w:val="Glava5"/>
    <w:rsid w:val="00B922D9"/>
    <w:rPr>
      <w:rFonts w:ascii="Arial" w:hAnsi="Arial"/>
      <w:szCs w:val="24"/>
      <w:lang w:val="en-US" w:eastAsia="en-US"/>
    </w:rPr>
  </w:style>
  <w:style w:type="paragraph" w:customStyle="1" w:styleId="Glava6">
    <w:name w:val="Glava_6"/>
    <w:basedOn w:val="Navaden9"/>
    <w:link w:val="GlavaZnak6"/>
    <w:rsid w:val="00B922D9"/>
    <w:pPr>
      <w:tabs>
        <w:tab w:val="center" w:pos="4320"/>
        <w:tab w:val="right" w:pos="8640"/>
      </w:tabs>
    </w:pPr>
  </w:style>
  <w:style w:type="paragraph" w:customStyle="1" w:styleId="Navaden9">
    <w:name w:val="Navaden_9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6">
    <w:name w:val="Glava Znak_6"/>
    <w:link w:val="Glava6"/>
    <w:rsid w:val="00B922D9"/>
    <w:rPr>
      <w:rFonts w:ascii="Arial" w:hAnsi="Arial"/>
      <w:szCs w:val="24"/>
      <w:lang w:val="en-US" w:eastAsia="en-US"/>
    </w:rPr>
  </w:style>
  <w:style w:type="paragraph" w:customStyle="1" w:styleId="Glava7">
    <w:name w:val="Glava_7"/>
    <w:basedOn w:val="Navaden100"/>
    <w:link w:val="GlavaZnak7"/>
    <w:rsid w:val="00B922D9"/>
    <w:pPr>
      <w:tabs>
        <w:tab w:val="center" w:pos="4320"/>
        <w:tab w:val="right" w:pos="8640"/>
      </w:tabs>
    </w:pPr>
  </w:style>
  <w:style w:type="paragraph" w:customStyle="1" w:styleId="Navaden100">
    <w:name w:val="Navaden_10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character" w:customStyle="1" w:styleId="GlavaZnak7">
    <w:name w:val="Glava Znak_7"/>
    <w:link w:val="Glava7"/>
    <w:rsid w:val="00B922D9"/>
    <w:rPr>
      <w:rFonts w:ascii="Arial" w:hAnsi="Arial"/>
      <w:szCs w:val="24"/>
      <w:lang w:val="en-US" w:eastAsia="en-US"/>
    </w:rPr>
  </w:style>
  <w:style w:type="paragraph" w:customStyle="1" w:styleId="Noga0">
    <w:name w:val="Noga_0"/>
    <w:basedOn w:val="Navaden11"/>
    <w:semiHidden/>
    <w:rsid w:val="00B922D9"/>
    <w:pPr>
      <w:tabs>
        <w:tab w:val="center" w:pos="4320"/>
        <w:tab w:val="right" w:pos="8640"/>
      </w:tabs>
    </w:pPr>
  </w:style>
  <w:style w:type="paragraph" w:customStyle="1" w:styleId="Navaden11">
    <w:name w:val="Navaden_11"/>
    <w:qFormat/>
    <w:rsid w:val="00B922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B922D9"/>
    <w:pPr>
      <w:ind w:left="720"/>
      <w:contextualSpacing/>
    </w:pPr>
  </w:style>
  <w:style w:type="table" w:styleId="Tabelamrea">
    <w:name w:val="Table Grid"/>
    <w:basedOn w:val="Navadnatabela"/>
    <w:rsid w:val="00B922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ledenaHiperpovezava">
    <w:name w:val="FollowedHyperlink"/>
    <w:basedOn w:val="Privzetapisavaodstavka"/>
    <w:rsid w:val="00B922D9"/>
    <w:rPr>
      <w:color w:val="800080" w:themeColor="followedHyperlink"/>
      <w:u w:val="single"/>
    </w:rPr>
  </w:style>
  <w:style w:type="character" w:customStyle="1" w:styleId="st1">
    <w:name w:val="st1"/>
    <w:basedOn w:val="Privzetapisavaodstavka"/>
    <w:rsid w:val="00B922D9"/>
  </w:style>
  <w:style w:type="character" w:styleId="Poudarek">
    <w:name w:val="Emphasis"/>
    <w:basedOn w:val="Privzetapisavaodstavka"/>
    <w:uiPriority w:val="20"/>
    <w:qFormat/>
    <w:rsid w:val="00B922D9"/>
    <w:rPr>
      <w:b/>
      <w:bCs/>
      <w:i w:val="0"/>
      <w:iCs w:val="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05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urid=2006970" TargetMode="External"/><Relationship Id="rId13" Type="http://schemas.openxmlformats.org/officeDocument/2006/relationships/hyperlink" Target="http://www.uradni-list.si/1/objava.jsp?urlurid=2013303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urlurid=201025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urlurid=200828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radni-list.si/glasilo-uradni-list-rs/vsebina/2022-01-0014" TargetMode="External"/><Relationship Id="rId10" Type="http://schemas.openxmlformats.org/officeDocument/2006/relationships/hyperlink" Target="http://www.uradni-list.si/1/objava.jsp?urlurid=2007641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urid=20064487" TargetMode="External"/><Relationship Id="rId14" Type="http://schemas.openxmlformats.org/officeDocument/2006/relationships/hyperlink" Target="https://www.uradni-list.si/glasilo-uradni-list-rs/vsebina/2020-01-30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!Odd.%20za%20financiranje\FURS\Informacijska%20tehnologija\Dokumentni%20sistem\Predloge%20dokumentov\GFU%20DT1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48BEE-7C6B-4657-BABF-D7D7ADC1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GFU DT1</Template>
  <TotalTime>49</TotalTime>
  <Pages>14</Pages>
  <Words>4177</Words>
  <Characters>23815</Characters>
  <Application>Microsoft Office Word</Application>
  <DocSecurity>0</DocSecurity>
  <Lines>198</Lines>
  <Paragraphs>55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Številka: </vt:lpstr>
    </vt:vector>
  </TitlesOfParts>
  <Company>Davčna Uprava RS</Company>
  <LinksUpToDate>false</LinksUpToDate>
  <CharactersWithSpaces>27937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Tomaž Lavrič</dc:creator>
  <cp:lastModifiedBy>Tatjana Lipold</cp:lastModifiedBy>
  <cp:revision>5</cp:revision>
  <cp:lastPrinted>2023-03-16T10:37:00Z</cp:lastPrinted>
  <dcterms:created xsi:type="dcterms:W3CDTF">2025-01-29T11:56:00Z</dcterms:created>
  <dcterms:modified xsi:type="dcterms:W3CDTF">2025-01-31T07:51:00Z</dcterms:modified>
</cp:coreProperties>
</file>